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16A5E" w14:textId="731D5F40" w:rsidR="008960DD" w:rsidRPr="00C1452A" w:rsidRDefault="00EF4D3E" w:rsidP="00C37B3C">
      <w:pPr>
        <w:pStyle w:val="berschrift1"/>
      </w:pPr>
      <w:r w:rsidRPr="00C1452A">
        <w:rPr>
          <w:lang w:eastAsia="de-DE"/>
        </w:rPr>
        <mc:AlternateContent>
          <mc:Choice Requires="wps">
            <w:drawing>
              <wp:anchor distT="0" distB="0" distL="114300" distR="114300" simplePos="0" relativeHeight="251657728" behindDoc="0" locked="0" layoutInCell="1" allowOverlap="1" wp14:anchorId="54E0616F" wp14:editId="6477D27D">
                <wp:simplePos x="0" y="0"/>
                <wp:positionH relativeFrom="column">
                  <wp:posOffset>4832350</wp:posOffset>
                </wp:positionH>
                <wp:positionV relativeFrom="paragraph">
                  <wp:posOffset>-34290</wp:posOffset>
                </wp:positionV>
                <wp:extent cx="1671955" cy="763270"/>
                <wp:effectExtent l="0" t="0" r="4445"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95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170450" w14:textId="1B52F833" w:rsidR="00543BC2" w:rsidRPr="009D7BE9" w:rsidRDefault="00DC669E" w:rsidP="00881979">
                            <w:pPr>
                              <w:spacing w:line="276" w:lineRule="auto"/>
                              <w:rPr>
                                <w:rStyle w:val="SchwacheHervorhebung"/>
                                <w:lang w:val="en-US"/>
                              </w:rPr>
                            </w:pPr>
                            <w:r w:rsidRPr="009D7BE9">
                              <w:rPr>
                                <w:rStyle w:val="SchwacheHervorhebung"/>
                                <w:lang w:val="en-US"/>
                              </w:rPr>
                              <w:t xml:space="preserve">1200-Watt-Allessauger-Range </w:t>
                            </w:r>
                          </w:p>
                          <w:p w14:paraId="46DA449F" w14:textId="626396D0" w:rsidR="00EE128B" w:rsidRPr="009D7BE9" w:rsidRDefault="00EE128B" w:rsidP="00881979">
                            <w:pPr>
                              <w:spacing w:line="276" w:lineRule="auto"/>
                              <w:rPr>
                                <w:color w:val="7F7F7F"/>
                                <w:sz w:val="16"/>
                                <w:szCs w:val="16"/>
                                <w:lang w:val="en-US"/>
                              </w:rPr>
                            </w:pPr>
                            <w:r w:rsidRPr="009D7BE9">
                              <w:rPr>
                                <w:color w:val="7F7F7F"/>
                                <w:sz w:val="16"/>
                                <w:szCs w:val="16"/>
                                <w:lang w:val="en-US"/>
                              </w:rPr>
                              <w:t xml:space="preserve">AS 20 L PC </w:t>
                            </w:r>
                          </w:p>
                          <w:p w14:paraId="35535ABC" w14:textId="3436345A" w:rsidR="00EE128B" w:rsidRPr="009D7BE9" w:rsidRDefault="00EE128B" w:rsidP="00881979">
                            <w:pPr>
                              <w:spacing w:line="276" w:lineRule="auto"/>
                              <w:rPr>
                                <w:color w:val="7F7F7F"/>
                                <w:sz w:val="16"/>
                                <w:szCs w:val="16"/>
                                <w:lang w:val="en-US"/>
                              </w:rPr>
                            </w:pPr>
                            <w:r w:rsidRPr="009D7BE9">
                              <w:rPr>
                                <w:color w:val="7F7F7F"/>
                                <w:sz w:val="16"/>
                                <w:szCs w:val="16"/>
                                <w:lang w:val="en-US"/>
                              </w:rPr>
                              <w:t>ASA 20 L PC</w:t>
                            </w:r>
                          </w:p>
                          <w:p w14:paraId="5BCC2CAE" w14:textId="08F0B645" w:rsidR="00DC669E" w:rsidRPr="009D7BE9" w:rsidRDefault="00DC669E" w:rsidP="00881979">
                            <w:pPr>
                              <w:spacing w:line="276" w:lineRule="auto"/>
                              <w:rPr>
                                <w:color w:val="7F7F7F"/>
                                <w:sz w:val="16"/>
                                <w:szCs w:val="16"/>
                                <w:lang w:val="en-US"/>
                              </w:rPr>
                            </w:pPr>
                            <w:r w:rsidRPr="009D7BE9">
                              <w:rPr>
                                <w:color w:val="7F7F7F"/>
                                <w:sz w:val="16"/>
                                <w:szCs w:val="16"/>
                                <w:lang w:val="en-US"/>
                              </w:rPr>
                              <w:t xml:space="preserve">ASA 30 L PC </w:t>
                            </w:r>
                          </w:p>
                          <w:p w14:paraId="0ECC2713" w14:textId="77777777" w:rsidR="006F05C0" w:rsidRPr="009D7BE9" w:rsidRDefault="006F05C0" w:rsidP="006F05C0">
                            <w:pPr>
                              <w:spacing w:line="276" w:lineRule="auto"/>
                              <w:rPr>
                                <w:color w:val="7F7F7F"/>
                                <w:sz w:val="16"/>
                                <w:szCs w:val="16"/>
                                <w:lang w:val="en-US"/>
                              </w:rPr>
                            </w:pPr>
                            <w:r w:rsidRPr="009D7BE9">
                              <w:rPr>
                                <w:color w:val="7F7F7F"/>
                                <w:sz w:val="16"/>
                                <w:szCs w:val="16"/>
                                <w:lang w:val="en-US"/>
                              </w:rPr>
                              <w:t xml:space="preserve">ASA 30 M PC </w:t>
                            </w:r>
                          </w:p>
                          <w:p w14:paraId="6267B908" w14:textId="5B51690B" w:rsidR="00DC669E" w:rsidRPr="009D7BE9" w:rsidRDefault="00DC669E" w:rsidP="00881979">
                            <w:pPr>
                              <w:spacing w:line="276" w:lineRule="auto"/>
                              <w:rPr>
                                <w:color w:val="7F7F7F"/>
                                <w:sz w:val="16"/>
                                <w:szCs w:val="16"/>
                                <w:lang w:val="en-US"/>
                              </w:rPr>
                            </w:pPr>
                            <w:r w:rsidRPr="009D7BE9">
                              <w:rPr>
                                <w:color w:val="7F7F7F"/>
                                <w:sz w:val="16"/>
                                <w:szCs w:val="16"/>
                                <w:lang w:val="en-US"/>
                              </w:rPr>
                              <w:t xml:space="preserve">ASA 30 H PC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E0616F" id="_x0000_t202" coordsize="21600,21600" o:spt="202" path="m,l,21600r21600,l21600,xe">
                <v:stroke joinstyle="miter"/>
                <v:path gradientshapeok="t" o:connecttype="rect"/>
              </v:shapetype>
              <v:shape id="Text Box 5" o:spid="_x0000_s1026" type="#_x0000_t202" style="position:absolute;margin-left:380.5pt;margin-top:-2.7pt;width:131.6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" stroked="f">
                <v:textbox style="mso-fit-shape-to-text:t">
                  <w:txbxContent>
                    <w:p w14:paraId="48170450" w14:textId="1B52F833" w:rsidR="00543BC2" w:rsidRPr="009D7BE9" w:rsidRDefault="00DC669E" w:rsidP="00881979">
                      <w:pPr>
                        <w:spacing w:line="276" w:lineRule="auto"/>
                        <w:rPr>
                          <w:rStyle w:val="SchwacheHervorhebung"/>
                          <w:lang w:val="en-US"/>
                        </w:rPr>
                      </w:pPr>
                      <w:r w:rsidRPr="009D7BE9">
                        <w:rPr>
                          <w:rStyle w:val="SchwacheHervorhebung"/>
                          <w:lang w:val="en-US"/>
                        </w:rPr>
                        <w:t xml:space="preserve">1200-Watt-Allessauger-Range </w:t>
                      </w:r>
                    </w:p>
                    <w:p w14:paraId="46DA449F" w14:textId="626396D0" w:rsidR="00EE128B" w:rsidRPr="009D7BE9" w:rsidRDefault="00EE128B" w:rsidP="00881979">
                      <w:pPr>
                        <w:spacing w:line="276" w:lineRule="auto"/>
                        <w:rPr>
                          <w:color w:val="7F7F7F"/>
                          <w:sz w:val="16"/>
                          <w:szCs w:val="16"/>
                          <w:lang w:val="en-US"/>
                        </w:rPr>
                      </w:pPr>
                      <w:r w:rsidRPr="009D7BE9">
                        <w:rPr>
                          <w:color w:val="7F7F7F"/>
                          <w:sz w:val="16"/>
                          <w:szCs w:val="16"/>
                          <w:lang w:val="en-US"/>
                        </w:rPr>
                        <w:t xml:space="preserve">AS 20 L PC </w:t>
                      </w:r>
                    </w:p>
                    <w:p w14:paraId="35535ABC" w14:textId="3436345A" w:rsidR="00EE128B" w:rsidRPr="009D7BE9" w:rsidRDefault="00EE128B" w:rsidP="00881979">
                      <w:pPr>
                        <w:spacing w:line="276" w:lineRule="auto"/>
                        <w:rPr>
                          <w:color w:val="7F7F7F"/>
                          <w:sz w:val="16"/>
                          <w:szCs w:val="16"/>
                          <w:lang w:val="en-US"/>
                        </w:rPr>
                      </w:pPr>
                      <w:r w:rsidRPr="009D7BE9">
                        <w:rPr>
                          <w:color w:val="7F7F7F"/>
                          <w:sz w:val="16"/>
                          <w:szCs w:val="16"/>
                          <w:lang w:val="en-US"/>
                        </w:rPr>
                        <w:t>ASA 20 L PC</w:t>
                      </w:r>
                    </w:p>
                    <w:p w14:paraId="5BCC2CAE" w14:textId="08F0B645" w:rsidR="00DC669E" w:rsidRPr="009D7BE9" w:rsidRDefault="00DC669E" w:rsidP="00881979">
                      <w:pPr>
                        <w:spacing w:line="276" w:lineRule="auto"/>
                        <w:rPr>
                          <w:color w:val="7F7F7F"/>
                          <w:sz w:val="16"/>
                          <w:szCs w:val="16"/>
                          <w:lang w:val="en-US"/>
                        </w:rPr>
                      </w:pPr>
                      <w:r w:rsidRPr="009D7BE9">
                        <w:rPr>
                          <w:color w:val="7F7F7F"/>
                          <w:sz w:val="16"/>
                          <w:szCs w:val="16"/>
                          <w:lang w:val="en-US"/>
                        </w:rPr>
                        <w:t xml:space="preserve">ASA 30 L PC </w:t>
                      </w:r>
                    </w:p>
                    <w:p w14:paraId="0ECC2713" w14:textId="77777777" w:rsidR="006F05C0" w:rsidRPr="009D7BE9" w:rsidRDefault="006F05C0" w:rsidP="006F05C0">
                      <w:pPr>
                        <w:spacing w:line="276" w:lineRule="auto"/>
                        <w:rPr>
                          <w:color w:val="7F7F7F"/>
                          <w:sz w:val="16"/>
                          <w:szCs w:val="16"/>
                          <w:lang w:val="en-US"/>
                        </w:rPr>
                      </w:pPr>
                      <w:r w:rsidRPr="009D7BE9">
                        <w:rPr>
                          <w:color w:val="7F7F7F"/>
                          <w:sz w:val="16"/>
                          <w:szCs w:val="16"/>
                          <w:lang w:val="en-US"/>
                        </w:rPr>
                        <w:t xml:space="preserve">ASA 30 M PC </w:t>
                      </w:r>
                    </w:p>
                    <w:p w14:paraId="6267B908" w14:textId="5B51690B" w:rsidR="00DC669E" w:rsidRPr="009D7BE9" w:rsidRDefault="00DC669E" w:rsidP="00881979">
                      <w:pPr>
                        <w:spacing w:line="276" w:lineRule="auto"/>
                        <w:rPr>
                          <w:color w:val="7F7F7F"/>
                          <w:sz w:val="16"/>
                          <w:szCs w:val="16"/>
                          <w:lang w:val="en-US"/>
                        </w:rPr>
                      </w:pPr>
                      <w:r w:rsidRPr="009D7BE9">
                        <w:rPr>
                          <w:color w:val="7F7F7F"/>
                          <w:sz w:val="16"/>
                          <w:szCs w:val="16"/>
                          <w:lang w:val="en-US"/>
                        </w:rPr>
                        <w:t xml:space="preserve">ASA 30 H PC </w:t>
                      </w:r>
                    </w:p>
                  </w:txbxContent>
                </v:textbox>
              </v:shape>
            </w:pict>
          </mc:Fallback>
        </mc:AlternateContent>
      </w:r>
      <w:r w:rsidR="00050E69">
        <w:rPr>
          <w:lang w:eastAsia="de-DE"/>
        </w:rPr>
        <w:t xml:space="preserve">Für </w:t>
      </w:r>
      <w:r w:rsidR="00261A16">
        <w:rPr>
          <w:lang w:eastAsia="de-DE"/>
        </w:rPr>
        <w:t xml:space="preserve">maximale </w:t>
      </w:r>
      <w:r w:rsidR="00EE128B">
        <w:rPr>
          <w:lang w:eastAsia="de-DE"/>
        </w:rPr>
        <w:t xml:space="preserve">Sauberkeit und Arbeitssicherheit: </w:t>
      </w:r>
      <w:r w:rsidR="002C3E74" w:rsidRPr="002C3E74">
        <w:rPr>
          <w:lang w:eastAsia="de-DE"/>
        </w:rPr>
        <w:t>Die neuen kompakten Allessauger von Metabo</w:t>
      </w:r>
    </w:p>
    <w:p w14:paraId="32AA5930" w14:textId="77777777" w:rsidR="008960DD" w:rsidRPr="00C1452A" w:rsidRDefault="008960DD" w:rsidP="00664746">
      <w:pPr>
        <w:spacing w:line="360" w:lineRule="auto"/>
        <w:ind w:right="21"/>
        <w:rPr>
          <w:rFonts w:ascii="Arial" w:hAnsi="Arial" w:cs="Arial"/>
          <w:sz w:val="20"/>
        </w:rPr>
      </w:pPr>
    </w:p>
    <w:p w14:paraId="38093998" w14:textId="69100A5F" w:rsidR="00881979" w:rsidRPr="00EE128B" w:rsidRDefault="002D1839" w:rsidP="00EE128B">
      <w:pPr>
        <w:pStyle w:val="Listenabsatz"/>
        <w:numPr>
          <w:ilvl w:val="0"/>
          <w:numId w:val="11"/>
        </w:numPr>
        <w:spacing w:line="360" w:lineRule="auto"/>
        <w:ind w:right="21"/>
        <w:rPr>
          <w:rFonts w:ascii="Arial" w:hAnsi="Arial" w:cs="Arial"/>
          <w:b/>
          <w:sz w:val="20"/>
        </w:rPr>
      </w:pPr>
      <w:r>
        <w:rPr>
          <w:rFonts w:ascii="Arial" w:hAnsi="Arial"/>
          <w:b/>
          <w:bCs/>
          <w:sz w:val="20"/>
        </w:rPr>
        <w:t>Leicht</w:t>
      </w:r>
      <w:r w:rsidR="00EE128B">
        <w:rPr>
          <w:rFonts w:ascii="Arial" w:hAnsi="Arial"/>
          <w:b/>
          <w:bCs/>
          <w:sz w:val="20"/>
        </w:rPr>
        <w:t>e</w:t>
      </w:r>
      <w:r>
        <w:rPr>
          <w:rFonts w:ascii="Arial" w:hAnsi="Arial"/>
          <w:b/>
          <w:bCs/>
          <w:sz w:val="20"/>
        </w:rPr>
        <w:t xml:space="preserve"> und kompakt</w:t>
      </w:r>
      <w:r w:rsidR="00EE128B">
        <w:rPr>
          <w:rFonts w:ascii="Arial" w:hAnsi="Arial"/>
          <w:b/>
          <w:bCs/>
          <w:sz w:val="20"/>
        </w:rPr>
        <w:t xml:space="preserve">e </w:t>
      </w:r>
      <w:bookmarkStart w:id="0" w:name="_Hlk134705948"/>
      <w:r w:rsidR="00EE128B">
        <w:rPr>
          <w:rFonts w:ascii="Arial" w:hAnsi="Arial" w:cs="Arial"/>
          <w:b/>
          <w:sz w:val="20"/>
        </w:rPr>
        <w:t>Nass- und Trockensauger</w:t>
      </w:r>
      <w:bookmarkEnd w:id="0"/>
    </w:p>
    <w:p w14:paraId="5E9F909D" w14:textId="774C9D33" w:rsidR="002D1839" w:rsidRPr="002D1839" w:rsidRDefault="002D1839" w:rsidP="006045BE">
      <w:pPr>
        <w:pStyle w:val="Listenabsatz"/>
        <w:numPr>
          <w:ilvl w:val="0"/>
          <w:numId w:val="4"/>
        </w:numPr>
        <w:spacing w:line="360" w:lineRule="auto"/>
        <w:rPr>
          <w:rFonts w:ascii="Arial" w:hAnsi="Arial" w:cs="Arial"/>
          <w:b/>
          <w:sz w:val="20"/>
        </w:rPr>
      </w:pPr>
      <w:r>
        <w:rPr>
          <w:rFonts w:ascii="Arial" w:hAnsi="Arial"/>
          <w:b/>
          <w:bCs/>
          <w:sz w:val="20"/>
        </w:rPr>
        <w:t>Breites Sortiment in</w:t>
      </w:r>
      <w:r w:rsidR="00384C08">
        <w:rPr>
          <w:rFonts w:ascii="Arial" w:hAnsi="Arial"/>
          <w:b/>
          <w:bCs/>
          <w:sz w:val="20"/>
        </w:rPr>
        <w:t xml:space="preserve"> den</w:t>
      </w:r>
      <w:r w:rsidR="002C3E74">
        <w:rPr>
          <w:rFonts w:ascii="Arial" w:hAnsi="Arial"/>
          <w:b/>
          <w:bCs/>
          <w:sz w:val="20"/>
        </w:rPr>
        <w:t xml:space="preserve"> Staubklassen </w:t>
      </w:r>
      <w:r>
        <w:rPr>
          <w:rFonts w:ascii="Arial" w:hAnsi="Arial"/>
          <w:b/>
          <w:bCs/>
          <w:sz w:val="20"/>
        </w:rPr>
        <w:t xml:space="preserve">L, M &amp; H </w:t>
      </w:r>
    </w:p>
    <w:p w14:paraId="7EA79E79" w14:textId="01AB5CEC" w:rsidR="00881979" w:rsidRPr="00C46AA9" w:rsidRDefault="00EE128B" w:rsidP="00C46AA9">
      <w:pPr>
        <w:pStyle w:val="Listenabsatz"/>
        <w:numPr>
          <w:ilvl w:val="0"/>
          <w:numId w:val="4"/>
        </w:numPr>
        <w:rPr>
          <w:rFonts w:ascii="Arial" w:hAnsi="Arial"/>
          <w:b/>
          <w:bCs/>
          <w:sz w:val="20"/>
        </w:rPr>
      </w:pPr>
      <w:r w:rsidRPr="00EE128B">
        <w:rPr>
          <w:rFonts w:ascii="Arial" w:hAnsi="Arial"/>
          <w:b/>
          <w:bCs/>
          <w:sz w:val="20"/>
        </w:rPr>
        <w:t xml:space="preserve">Filterabreinigung </w:t>
      </w:r>
      <w:proofErr w:type="spellStart"/>
      <w:r w:rsidRPr="00EE128B">
        <w:rPr>
          <w:rFonts w:ascii="Arial" w:hAnsi="Arial"/>
          <w:b/>
          <w:bCs/>
          <w:sz w:val="20"/>
        </w:rPr>
        <w:t>PressClean</w:t>
      </w:r>
      <w:proofErr w:type="spellEnd"/>
      <w:r w:rsidRPr="00EE128B">
        <w:rPr>
          <w:rFonts w:ascii="Arial" w:hAnsi="Arial"/>
          <w:b/>
          <w:bCs/>
          <w:sz w:val="20"/>
        </w:rPr>
        <w:t xml:space="preserve"> </w:t>
      </w:r>
    </w:p>
    <w:p w14:paraId="24BDE83D" w14:textId="79F9E476" w:rsidR="004A6550" w:rsidRPr="004A6550" w:rsidRDefault="004A6550" w:rsidP="004A6550">
      <w:pPr>
        <w:pStyle w:val="Listenabsatz"/>
        <w:spacing w:line="360" w:lineRule="auto"/>
        <w:ind w:right="23"/>
        <w:jc w:val="both"/>
        <w:rPr>
          <w:rFonts w:ascii="Arial" w:hAnsi="Arial" w:cs="Arial"/>
          <w:b/>
          <w:sz w:val="20"/>
        </w:rPr>
      </w:pPr>
    </w:p>
    <w:p w14:paraId="36661470" w14:textId="4B7542B8" w:rsidR="008A5DD5" w:rsidRPr="00050E69" w:rsidRDefault="008960DD" w:rsidP="00D305A7">
      <w:pPr>
        <w:spacing w:line="360" w:lineRule="auto"/>
        <w:jc w:val="both"/>
        <w:rPr>
          <w:rFonts w:ascii="Arial" w:hAnsi="Arial"/>
          <w:bCs/>
          <w:sz w:val="20"/>
        </w:rPr>
      </w:pPr>
      <w:r w:rsidRPr="00C1452A">
        <w:rPr>
          <w:rStyle w:val="Fett"/>
        </w:rPr>
        <w:t xml:space="preserve">Nürtingen, </w:t>
      </w:r>
      <w:r w:rsidR="00C84B05">
        <w:rPr>
          <w:rStyle w:val="Fett"/>
        </w:rPr>
        <w:t>September</w:t>
      </w:r>
      <w:r w:rsidRPr="00C1452A">
        <w:rPr>
          <w:rStyle w:val="Fett"/>
        </w:rPr>
        <w:t xml:space="preserve"> </w:t>
      </w:r>
      <w:r w:rsidR="009703CB">
        <w:rPr>
          <w:rStyle w:val="Fett"/>
        </w:rPr>
        <w:t>2023</w:t>
      </w:r>
      <w:r w:rsidR="004E3E46" w:rsidRPr="00C1452A">
        <w:rPr>
          <w:rStyle w:val="Fett"/>
        </w:rPr>
        <w:t>:</w:t>
      </w:r>
      <w:r w:rsidR="004E3E46" w:rsidRPr="00C1452A">
        <w:rPr>
          <w:rFonts w:ascii="Arial" w:hAnsi="Arial"/>
          <w:b/>
          <w:sz w:val="20"/>
        </w:rPr>
        <w:t xml:space="preserve"> </w:t>
      </w:r>
      <w:r w:rsidR="002C3E74" w:rsidRPr="002C3E74">
        <w:rPr>
          <w:rFonts w:ascii="Arial" w:hAnsi="Arial"/>
          <w:bCs/>
          <w:sz w:val="20"/>
        </w:rPr>
        <w:t xml:space="preserve">Die Metabo </w:t>
      </w:r>
      <w:proofErr w:type="spellStart"/>
      <w:r w:rsidR="002C3E74" w:rsidRPr="002C3E74">
        <w:rPr>
          <w:rFonts w:ascii="Arial" w:hAnsi="Arial"/>
          <w:bCs/>
          <w:sz w:val="20"/>
        </w:rPr>
        <w:t>Allessauger</w:t>
      </w:r>
      <w:proofErr w:type="spellEnd"/>
      <w:r w:rsidR="002C3E74" w:rsidRPr="002C3E74">
        <w:rPr>
          <w:rFonts w:ascii="Arial" w:hAnsi="Arial"/>
          <w:bCs/>
          <w:sz w:val="20"/>
        </w:rPr>
        <w:t>-Familie</w:t>
      </w:r>
      <w:r w:rsidR="002C3E74">
        <w:rPr>
          <w:rFonts w:ascii="Arial" w:hAnsi="Arial"/>
          <w:b/>
          <w:sz w:val="20"/>
        </w:rPr>
        <w:t xml:space="preserve"> </w:t>
      </w:r>
      <w:r w:rsidR="00050E69">
        <w:rPr>
          <w:rFonts w:ascii="Arial" w:hAnsi="Arial"/>
          <w:bCs/>
          <w:sz w:val="20"/>
        </w:rPr>
        <w:t xml:space="preserve">bekommt Zuwachs: Metabo bietet fünf neue Geräte der Staubklassen L, M und H an. </w:t>
      </w:r>
      <w:r w:rsidR="00C46AA9">
        <w:rPr>
          <w:rFonts w:ascii="Arial" w:hAnsi="Arial"/>
          <w:bCs/>
          <w:sz w:val="20"/>
        </w:rPr>
        <w:t xml:space="preserve">Die Netz-Sauger der 1200-Watt Klasse </w:t>
      </w:r>
      <w:r w:rsidR="00C46AA9" w:rsidRPr="00DA00F5">
        <w:rPr>
          <w:rFonts w:ascii="Arial" w:hAnsi="Arial"/>
          <w:bCs/>
          <w:sz w:val="20"/>
        </w:rPr>
        <w:t xml:space="preserve">erledigen Reinigungs- und Absaugarbeiten </w:t>
      </w:r>
      <w:r w:rsidR="00FB013C">
        <w:rPr>
          <w:rFonts w:ascii="Arial" w:hAnsi="Arial"/>
          <w:bCs/>
          <w:sz w:val="20"/>
        </w:rPr>
        <w:t xml:space="preserve">auf Baustellen und in Werkstätten </w:t>
      </w:r>
      <w:r w:rsidR="00C46AA9">
        <w:rPr>
          <w:rFonts w:ascii="Arial" w:hAnsi="Arial"/>
          <w:bCs/>
          <w:sz w:val="20"/>
        </w:rPr>
        <w:t>schnell und zuverlässig</w:t>
      </w:r>
      <w:r w:rsidR="006E21CF">
        <w:rPr>
          <w:rFonts w:ascii="Arial" w:hAnsi="Arial"/>
          <w:bCs/>
          <w:sz w:val="20"/>
        </w:rPr>
        <w:t xml:space="preserve">. </w:t>
      </w:r>
      <w:r w:rsidR="00C250B5" w:rsidRPr="00C250B5">
        <w:rPr>
          <w:rFonts w:ascii="Arial" w:hAnsi="Arial"/>
          <w:bCs/>
          <w:sz w:val="20"/>
        </w:rPr>
        <w:t xml:space="preserve">Dabei </w:t>
      </w:r>
      <w:r w:rsidR="002C3E74">
        <w:rPr>
          <w:rFonts w:ascii="Arial" w:hAnsi="Arial"/>
          <w:bCs/>
          <w:sz w:val="20"/>
        </w:rPr>
        <w:t xml:space="preserve">beseitigen </w:t>
      </w:r>
      <w:r w:rsidR="00C250B5" w:rsidRPr="00C250B5">
        <w:rPr>
          <w:rFonts w:ascii="Arial" w:hAnsi="Arial"/>
          <w:bCs/>
          <w:sz w:val="20"/>
        </w:rPr>
        <w:t>sie</w:t>
      </w:r>
      <w:r w:rsidR="00C44CC5">
        <w:rPr>
          <w:rFonts w:ascii="Arial" w:hAnsi="Arial"/>
          <w:bCs/>
          <w:sz w:val="20"/>
        </w:rPr>
        <w:t xml:space="preserve"> sowohl</w:t>
      </w:r>
      <w:r w:rsidR="00C250B5" w:rsidRPr="00C250B5">
        <w:rPr>
          <w:rFonts w:ascii="Arial" w:hAnsi="Arial"/>
          <w:bCs/>
          <w:sz w:val="20"/>
        </w:rPr>
        <w:t xml:space="preserve"> feine Stäube</w:t>
      </w:r>
      <w:r w:rsidR="00C44CC5">
        <w:rPr>
          <w:rFonts w:ascii="Arial" w:hAnsi="Arial"/>
          <w:bCs/>
          <w:sz w:val="20"/>
        </w:rPr>
        <w:t xml:space="preserve"> als auch</w:t>
      </w:r>
      <w:r w:rsidR="00C250B5" w:rsidRPr="00C250B5">
        <w:rPr>
          <w:rFonts w:ascii="Arial" w:hAnsi="Arial"/>
          <w:bCs/>
          <w:sz w:val="20"/>
        </w:rPr>
        <w:t xml:space="preserve"> groben Schmutz und kleine Wassermengen</w:t>
      </w:r>
      <w:r w:rsidR="002C3E74">
        <w:rPr>
          <w:rFonts w:ascii="Arial" w:hAnsi="Arial"/>
          <w:bCs/>
          <w:sz w:val="20"/>
        </w:rPr>
        <w:t>.</w:t>
      </w:r>
      <w:r w:rsidR="00C250B5" w:rsidRPr="00C250B5">
        <w:rPr>
          <w:rFonts w:ascii="Arial" w:hAnsi="Arial"/>
          <w:bCs/>
          <w:sz w:val="20"/>
        </w:rPr>
        <w:t xml:space="preserve"> </w:t>
      </w:r>
      <w:r w:rsidR="002C3E74" w:rsidRPr="002C3E74">
        <w:rPr>
          <w:rFonts w:ascii="Arial" w:hAnsi="Arial"/>
          <w:bCs/>
          <w:sz w:val="20"/>
        </w:rPr>
        <w:t xml:space="preserve">Die Modelle der Staubklasse L sind ideal für das Absaugen von nicht </w:t>
      </w:r>
      <w:r w:rsidR="00670CB4">
        <w:rPr>
          <w:rFonts w:ascii="Arial" w:hAnsi="Arial"/>
          <w:bCs/>
          <w:sz w:val="20"/>
        </w:rPr>
        <w:t>g</w:t>
      </w:r>
      <w:r w:rsidR="002C3E74" w:rsidRPr="002C3E74">
        <w:rPr>
          <w:rFonts w:ascii="Arial" w:hAnsi="Arial"/>
          <w:bCs/>
          <w:sz w:val="20"/>
        </w:rPr>
        <w:t>esundheitsgefährdenden Stäuben wie Hausstaub, Erde und Kalk.</w:t>
      </w:r>
      <w:r w:rsidR="002C3E74" w:rsidRPr="002C3E74">
        <w:t xml:space="preserve"> </w:t>
      </w:r>
      <w:r w:rsidR="002C3E74" w:rsidRPr="002C3E74">
        <w:rPr>
          <w:rFonts w:ascii="Arial" w:hAnsi="Arial"/>
          <w:bCs/>
          <w:sz w:val="20"/>
        </w:rPr>
        <w:t>Der Sauger ASA M 30 PC mit Staubklasse M eignet sich für Arbeiten</w:t>
      </w:r>
      <w:r w:rsidR="00670CB4">
        <w:rPr>
          <w:rFonts w:ascii="Arial" w:hAnsi="Arial"/>
          <w:bCs/>
          <w:sz w:val="20"/>
        </w:rPr>
        <w:t>,</w:t>
      </w:r>
      <w:r w:rsidR="002C3E74" w:rsidRPr="002C3E74">
        <w:rPr>
          <w:rFonts w:ascii="Arial" w:hAnsi="Arial"/>
          <w:bCs/>
          <w:sz w:val="20"/>
        </w:rPr>
        <w:t xml:space="preserve"> bei den</w:t>
      </w:r>
      <w:r w:rsidR="00670CB4">
        <w:rPr>
          <w:rFonts w:ascii="Arial" w:hAnsi="Arial"/>
          <w:bCs/>
          <w:sz w:val="20"/>
        </w:rPr>
        <w:t>en</w:t>
      </w:r>
      <w:r w:rsidR="002C3E74" w:rsidRPr="002C3E74">
        <w:rPr>
          <w:rFonts w:ascii="Arial" w:hAnsi="Arial"/>
          <w:bCs/>
          <w:sz w:val="20"/>
        </w:rPr>
        <w:t xml:space="preserve"> gesundheitsgefährdende Stäube entstehen wie bei Beton, Holz oder Farbe.</w:t>
      </w:r>
      <w:r w:rsidR="002C3E74">
        <w:rPr>
          <w:rFonts w:ascii="Arial" w:hAnsi="Arial"/>
          <w:bCs/>
          <w:sz w:val="20"/>
        </w:rPr>
        <w:t xml:space="preserve"> </w:t>
      </w:r>
      <w:r w:rsidR="00F56F85">
        <w:rPr>
          <w:rFonts w:ascii="Arial" w:hAnsi="Arial"/>
          <w:bCs/>
          <w:sz w:val="20"/>
        </w:rPr>
        <w:t xml:space="preserve">Auch </w:t>
      </w:r>
      <w:r w:rsidR="00FB013C">
        <w:rPr>
          <w:rFonts w:ascii="Arial" w:hAnsi="Arial"/>
          <w:bCs/>
          <w:sz w:val="20"/>
        </w:rPr>
        <w:t>ein Sauger in der</w:t>
      </w:r>
      <w:r w:rsidR="00F56F85">
        <w:rPr>
          <w:rFonts w:ascii="Arial" w:hAnsi="Arial"/>
          <w:bCs/>
          <w:sz w:val="20"/>
        </w:rPr>
        <w:t xml:space="preserve"> Staubklasse H ist </w:t>
      </w:r>
      <w:r w:rsidR="006E21CF">
        <w:rPr>
          <w:rFonts w:ascii="Arial" w:hAnsi="Arial"/>
          <w:bCs/>
          <w:sz w:val="20"/>
        </w:rPr>
        <w:t xml:space="preserve">in der neuen Range </w:t>
      </w:r>
      <w:r w:rsidR="00F56F85">
        <w:rPr>
          <w:rFonts w:ascii="Arial" w:hAnsi="Arial"/>
          <w:bCs/>
          <w:sz w:val="20"/>
        </w:rPr>
        <w:t xml:space="preserve">vertreten: </w:t>
      </w:r>
      <w:r w:rsidR="00FB013C">
        <w:rPr>
          <w:rFonts w:ascii="Arial" w:hAnsi="Arial"/>
          <w:bCs/>
          <w:sz w:val="20"/>
        </w:rPr>
        <w:t>„Professionelle Anwender</w:t>
      </w:r>
      <w:r w:rsidR="00C44CC5">
        <w:rPr>
          <w:rFonts w:ascii="Arial" w:hAnsi="Arial"/>
          <w:bCs/>
          <w:sz w:val="20"/>
        </w:rPr>
        <w:t>,</w:t>
      </w:r>
      <w:r w:rsidR="00FB013C">
        <w:rPr>
          <w:rFonts w:ascii="Arial" w:hAnsi="Arial"/>
          <w:bCs/>
          <w:sz w:val="20"/>
        </w:rPr>
        <w:t xml:space="preserve"> die mit krebserregenden Stoffen wie </w:t>
      </w:r>
      <w:r w:rsidR="00FB013C">
        <w:rPr>
          <w:rFonts w:ascii="Arial" w:hAnsi="Arial"/>
          <w:sz w:val="20"/>
        </w:rPr>
        <w:t>Buchenstaub, Faserwerkstoffe</w:t>
      </w:r>
      <w:r w:rsidR="00DD042E">
        <w:rPr>
          <w:rFonts w:ascii="Arial" w:hAnsi="Arial"/>
          <w:sz w:val="20"/>
        </w:rPr>
        <w:t>n oder</w:t>
      </w:r>
      <w:r w:rsidR="00FB013C">
        <w:rPr>
          <w:rFonts w:ascii="Arial" w:hAnsi="Arial"/>
          <w:sz w:val="20"/>
        </w:rPr>
        <w:t xml:space="preserve"> </w:t>
      </w:r>
      <w:r w:rsidR="002C3E74">
        <w:rPr>
          <w:rFonts w:ascii="Arial" w:hAnsi="Arial"/>
          <w:sz w:val="20"/>
        </w:rPr>
        <w:t>Blei</w:t>
      </w:r>
      <w:r w:rsidR="00FB013C">
        <w:rPr>
          <w:rFonts w:ascii="Arial" w:hAnsi="Arial"/>
          <w:sz w:val="20"/>
        </w:rPr>
        <w:t xml:space="preserve"> arbeiten, sind mit unserem </w:t>
      </w:r>
      <w:r w:rsidR="00FB013C" w:rsidRPr="00F56F85">
        <w:rPr>
          <w:rFonts w:ascii="Arial" w:hAnsi="Arial"/>
          <w:bCs/>
          <w:sz w:val="20"/>
        </w:rPr>
        <w:t>ASA 30 H PC</w:t>
      </w:r>
      <w:r w:rsidR="00FB013C">
        <w:rPr>
          <w:rFonts w:ascii="Arial" w:hAnsi="Arial"/>
          <w:bCs/>
          <w:sz w:val="20"/>
        </w:rPr>
        <w:t xml:space="preserve"> bestens geschützt. </w:t>
      </w:r>
      <w:r w:rsidR="00C250B5">
        <w:rPr>
          <w:rFonts w:ascii="Arial" w:hAnsi="Arial"/>
          <w:bCs/>
          <w:sz w:val="20"/>
        </w:rPr>
        <w:t xml:space="preserve">Im Lieferumfang enthalten ist ein </w:t>
      </w:r>
      <w:r w:rsidR="00FB013C" w:rsidRPr="00197407">
        <w:rPr>
          <w:rFonts w:ascii="Arial" w:hAnsi="Arial"/>
          <w:bCs/>
          <w:color w:val="000000" w:themeColor="text1"/>
          <w:sz w:val="20"/>
        </w:rPr>
        <w:t>Spezialfilterbeutel der H-Klasse</w:t>
      </w:r>
      <w:r w:rsidR="00C44CC5">
        <w:rPr>
          <w:rFonts w:ascii="Arial" w:hAnsi="Arial"/>
          <w:bCs/>
          <w:color w:val="000000" w:themeColor="text1"/>
          <w:sz w:val="20"/>
        </w:rPr>
        <w:t>. G</w:t>
      </w:r>
      <w:r w:rsidR="00FB013C" w:rsidRPr="00197407">
        <w:rPr>
          <w:rFonts w:ascii="Arial" w:hAnsi="Arial"/>
          <w:bCs/>
          <w:color w:val="000000" w:themeColor="text1"/>
          <w:sz w:val="20"/>
        </w:rPr>
        <w:t xml:space="preserve">efährliche Stoffe </w:t>
      </w:r>
      <w:r w:rsidR="00C44CC5">
        <w:rPr>
          <w:rFonts w:ascii="Arial" w:hAnsi="Arial"/>
          <w:bCs/>
          <w:color w:val="000000" w:themeColor="text1"/>
          <w:sz w:val="20"/>
        </w:rPr>
        <w:t xml:space="preserve">können </w:t>
      </w:r>
      <w:r w:rsidR="00FB013C" w:rsidRPr="00197407">
        <w:rPr>
          <w:rFonts w:ascii="Arial" w:hAnsi="Arial"/>
          <w:bCs/>
          <w:color w:val="000000" w:themeColor="text1"/>
          <w:sz w:val="20"/>
        </w:rPr>
        <w:t xml:space="preserve">sicher </w:t>
      </w:r>
      <w:r w:rsidR="00FB013C">
        <w:rPr>
          <w:rFonts w:ascii="Arial" w:hAnsi="Arial"/>
          <w:bCs/>
          <w:color w:val="000000" w:themeColor="text1"/>
          <w:sz w:val="20"/>
        </w:rPr>
        <w:t xml:space="preserve">und sauber </w:t>
      </w:r>
      <w:r w:rsidR="00FB013C" w:rsidRPr="00197407">
        <w:rPr>
          <w:rFonts w:ascii="Arial" w:hAnsi="Arial"/>
          <w:bCs/>
          <w:color w:val="000000" w:themeColor="text1"/>
          <w:sz w:val="20"/>
        </w:rPr>
        <w:t>entsorgt werden</w:t>
      </w:r>
      <w:r w:rsidR="00FB013C">
        <w:rPr>
          <w:rFonts w:ascii="Arial" w:hAnsi="Arial"/>
          <w:bCs/>
          <w:color w:val="000000" w:themeColor="text1"/>
          <w:sz w:val="20"/>
        </w:rPr>
        <w:t xml:space="preserve">“, </w:t>
      </w:r>
      <w:r w:rsidR="00FB013C" w:rsidRPr="00DA00F5">
        <w:rPr>
          <w:rFonts w:ascii="Arial" w:hAnsi="Arial"/>
          <w:bCs/>
          <w:sz w:val="20"/>
        </w:rPr>
        <w:t xml:space="preserve">erklärt Metabo Produktmanager </w:t>
      </w:r>
      <w:r w:rsidR="00FB013C">
        <w:rPr>
          <w:rFonts w:ascii="Arial" w:hAnsi="Arial"/>
          <w:bCs/>
          <w:sz w:val="20"/>
        </w:rPr>
        <w:t>Albert Werner und ergänzt: „</w:t>
      </w:r>
      <w:r w:rsidR="00315CE4">
        <w:rPr>
          <w:rFonts w:ascii="Arial" w:hAnsi="Arial"/>
          <w:bCs/>
          <w:sz w:val="20"/>
        </w:rPr>
        <w:t>Unsere</w:t>
      </w:r>
      <w:r w:rsidR="002C3E74">
        <w:rPr>
          <w:rFonts w:ascii="Arial" w:hAnsi="Arial"/>
          <w:bCs/>
          <w:sz w:val="20"/>
        </w:rPr>
        <w:t xml:space="preserve"> neue </w:t>
      </w:r>
      <w:r w:rsidR="00315CE4">
        <w:rPr>
          <w:rFonts w:ascii="Arial" w:hAnsi="Arial"/>
          <w:bCs/>
          <w:sz w:val="20"/>
        </w:rPr>
        <w:t>Nass- und Trockensauger</w:t>
      </w:r>
      <w:r w:rsidR="00FB013C" w:rsidRPr="00FB013C">
        <w:rPr>
          <w:rFonts w:ascii="Arial" w:hAnsi="Arial"/>
          <w:bCs/>
          <w:sz w:val="20"/>
        </w:rPr>
        <w:t xml:space="preserve">-Range </w:t>
      </w:r>
      <w:r w:rsidR="00315CE4">
        <w:rPr>
          <w:rFonts w:ascii="Arial" w:hAnsi="Arial"/>
          <w:bCs/>
          <w:sz w:val="20"/>
        </w:rPr>
        <w:t xml:space="preserve">ist die breiteste in </w:t>
      </w:r>
      <w:r w:rsidR="00C44CC5">
        <w:rPr>
          <w:rFonts w:ascii="Arial" w:hAnsi="Arial"/>
          <w:bCs/>
          <w:sz w:val="20"/>
        </w:rPr>
        <w:t>ihr</w:t>
      </w:r>
      <w:r w:rsidR="00315CE4">
        <w:rPr>
          <w:rFonts w:ascii="Arial" w:hAnsi="Arial"/>
          <w:bCs/>
          <w:sz w:val="20"/>
        </w:rPr>
        <w:t>em Preissegment. Wir haben für jede Anwendung den passenden leichten und kompakten Sauger.</w:t>
      </w:r>
      <w:r w:rsidR="00C44CC5">
        <w:rPr>
          <w:rFonts w:ascii="Arial" w:hAnsi="Arial"/>
          <w:bCs/>
          <w:sz w:val="20"/>
        </w:rPr>
        <w:t>“</w:t>
      </w:r>
      <w:r w:rsidR="008737A4">
        <w:rPr>
          <w:rFonts w:ascii="Arial" w:hAnsi="Arial"/>
          <w:bCs/>
          <w:sz w:val="20"/>
        </w:rPr>
        <w:t xml:space="preserve"> </w:t>
      </w:r>
      <w:r w:rsidR="00C44CC5">
        <w:rPr>
          <w:rFonts w:ascii="Arial" w:hAnsi="Arial"/>
          <w:sz w:val="20"/>
        </w:rPr>
        <w:t>Außerdem</w:t>
      </w:r>
      <w:r w:rsidR="008737A4">
        <w:rPr>
          <w:rFonts w:ascii="Arial" w:hAnsi="Arial"/>
          <w:sz w:val="20"/>
        </w:rPr>
        <w:t xml:space="preserve">: </w:t>
      </w:r>
      <w:r w:rsidR="00C44CC5">
        <w:rPr>
          <w:rFonts w:ascii="Arial" w:hAnsi="Arial"/>
          <w:sz w:val="20"/>
        </w:rPr>
        <w:t xml:space="preserve">„Alle Sauger </w:t>
      </w:r>
      <w:r w:rsidR="008737A4">
        <w:rPr>
          <w:rFonts w:ascii="Arial" w:hAnsi="Arial"/>
          <w:sz w:val="20"/>
        </w:rPr>
        <w:t>sind nach EU-Norm zertifiziert.“</w:t>
      </w:r>
    </w:p>
    <w:p w14:paraId="0C9C4DBB" w14:textId="77777777" w:rsidR="008737A4" w:rsidRPr="008737A4" w:rsidRDefault="008737A4" w:rsidP="00D305A7">
      <w:pPr>
        <w:spacing w:line="360" w:lineRule="auto"/>
        <w:jc w:val="both"/>
        <w:rPr>
          <w:rFonts w:ascii="Arial" w:hAnsi="Arial"/>
          <w:bCs/>
          <w:sz w:val="20"/>
        </w:rPr>
      </w:pPr>
    </w:p>
    <w:p w14:paraId="042955D9" w14:textId="46426C6E" w:rsidR="00197407" w:rsidRPr="00197407" w:rsidRDefault="00050E69" w:rsidP="00197407">
      <w:pPr>
        <w:spacing w:line="360" w:lineRule="auto"/>
        <w:jc w:val="both"/>
        <w:rPr>
          <w:rFonts w:ascii="Arial" w:hAnsi="Arial"/>
          <w:b/>
          <w:bCs/>
          <w:color w:val="000000" w:themeColor="text1"/>
          <w:sz w:val="20"/>
        </w:rPr>
      </w:pPr>
      <w:r>
        <w:rPr>
          <w:rFonts w:ascii="Arial" w:hAnsi="Arial"/>
          <w:b/>
          <w:bCs/>
          <w:color w:val="000000" w:themeColor="text1"/>
          <w:sz w:val="20"/>
        </w:rPr>
        <w:t xml:space="preserve">Sauberkeit für Innen und Außen </w:t>
      </w:r>
    </w:p>
    <w:p w14:paraId="6B77FC59" w14:textId="3E0C022C" w:rsidR="00197407" w:rsidRDefault="00DD042E" w:rsidP="00197407">
      <w:pPr>
        <w:spacing w:line="360" w:lineRule="auto"/>
        <w:jc w:val="both"/>
        <w:rPr>
          <w:rFonts w:ascii="Arial" w:hAnsi="Arial"/>
          <w:bCs/>
          <w:color w:val="000000" w:themeColor="text1"/>
          <w:sz w:val="20"/>
        </w:rPr>
      </w:pPr>
      <w:r w:rsidRPr="00197407">
        <w:rPr>
          <w:rFonts w:ascii="Arial" w:hAnsi="Arial"/>
          <w:bCs/>
          <w:color w:val="000000" w:themeColor="text1"/>
          <w:sz w:val="20"/>
        </w:rPr>
        <w:t xml:space="preserve">Alle </w:t>
      </w:r>
      <w:r w:rsidR="002C3E74">
        <w:rPr>
          <w:rFonts w:ascii="Arial" w:hAnsi="Arial"/>
          <w:bCs/>
          <w:color w:val="000000" w:themeColor="text1"/>
          <w:sz w:val="20"/>
        </w:rPr>
        <w:t xml:space="preserve">neuen </w:t>
      </w:r>
      <w:r w:rsidRPr="00197407">
        <w:rPr>
          <w:rFonts w:ascii="Arial" w:hAnsi="Arial" w:cs="Arial"/>
          <w:bCs/>
          <w:color w:val="000000" w:themeColor="text1"/>
          <w:sz w:val="20"/>
        </w:rPr>
        <w:t>Nass- und Trockensauger</w:t>
      </w:r>
      <w:r w:rsidRPr="00197407">
        <w:rPr>
          <w:rFonts w:ascii="Arial" w:hAnsi="Arial"/>
          <w:bCs/>
          <w:color w:val="000000" w:themeColor="text1"/>
          <w:sz w:val="20"/>
        </w:rPr>
        <w:t xml:space="preserve"> </w:t>
      </w:r>
      <w:r w:rsidR="00C44CC5">
        <w:rPr>
          <w:rFonts w:ascii="Arial" w:hAnsi="Arial"/>
          <w:bCs/>
          <w:color w:val="000000" w:themeColor="text1"/>
          <w:sz w:val="20"/>
        </w:rPr>
        <w:t>besitzen eine</w:t>
      </w:r>
      <w:r w:rsidRPr="00197407">
        <w:rPr>
          <w:rFonts w:ascii="Arial" w:hAnsi="Arial"/>
          <w:bCs/>
          <w:color w:val="000000" w:themeColor="text1"/>
          <w:sz w:val="20"/>
        </w:rPr>
        <w:t xml:space="preserve"> integrierte</w:t>
      </w:r>
      <w:r w:rsidR="00F73EB8">
        <w:rPr>
          <w:rFonts w:ascii="Arial" w:hAnsi="Arial"/>
          <w:bCs/>
          <w:color w:val="000000" w:themeColor="text1"/>
          <w:sz w:val="20"/>
        </w:rPr>
        <w:t xml:space="preserve"> </w:t>
      </w:r>
      <w:proofErr w:type="spellStart"/>
      <w:r w:rsidRPr="00197407">
        <w:rPr>
          <w:rFonts w:ascii="Arial" w:hAnsi="Arial"/>
          <w:bCs/>
          <w:color w:val="000000" w:themeColor="text1"/>
          <w:sz w:val="20"/>
        </w:rPr>
        <w:t>PressClean</w:t>
      </w:r>
      <w:proofErr w:type="spellEnd"/>
      <w:r w:rsidRPr="00197407">
        <w:rPr>
          <w:rFonts w:ascii="Arial" w:hAnsi="Arial"/>
          <w:bCs/>
          <w:color w:val="000000" w:themeColor="text1"/>
          <w:sz w:val="20"/>
        </w:rPr>
        <w:t xml:space="preserve"> Filterabreinigung</w:t>
      </w:r>
      <w:r w:rsidR="00647E90">
        <w:rPr>
          <w:rFonts w:ascii="Arial" w:hAnsi="Arial"/>
          <w:bCs/>
          <w:color w:val="000000" w:themeColor="text1"/>
          <w:sz w:val="20"/>
        </w:rPr>
        <w:t xml:space="preserve">: Bei </w:t>
      </w:r>
      <w:r w:rsidR="00670CB4">
        <w:rPr>
          <w:rFonts w:ascii="Arial" w:hAnsi="Arial"/>
          <w:bCs/>
          <w:color w:val="000000" w:themeColor="text1"/>
          <w:sz w:val="20"/>
        </w:rPr>
        <w:t>nachlassen</w:t>
      </w:r>
      <w:r w:rsidR="00647E90">
        <w:rPr>
          <w:rFonts w:ascii="Arial" w:hAnsi="Arial"/>
          <w:bCs/>
          <w:color w:val="000000" w:themeColor="text1"/>
          <w:sz w:val="20"/>
        </w:rPr>
        <w:t xml:space="preserve">der Saugleistung können die Anwender den Filter durch Betätigen der </w:t>
      </w:r>
      <w:proofErr w:type="spellStart"/>
      <w:r w:rsidR="00647E90">
        <w:rPr>
          <w:rFonts w:ascii="Arial" w:hAnsi="Arial"/>
          <w:bCs/>
          <w:color w:val="000000" w:themeColor="text1"/>
          <w:sz w:val="20"/>
        </w:rPr>
        <w:t>PressClean</w:t>
      </w:r>
      <w:proofErr w:type="spellEnd"/>
      <w:r w:rsidR="00647E90">
        <w:rPr>
          <w:rFonts w:ascii="Arial" w:hAnsi="Arial"/>
          <w:bCs/>
          <w:color w:val="000000" w:themeColor="text1"/>
          <w:sz w:val="20"/>
        </w:rPr>
        <w:t xml:space="preserve"> </w:t>
      </w:r>
      <w:r w:rsidR="00F73EB8">
        <w:rPr>
          <w:rFonts w:ascii="Arial" w:hAnsi="Arial"/>
          <w:bCs/>
          <w:color w:val="000000" w:themeColor="text1"/>
          <w:sz w:val="20"/>
        </w:rPr>
        <w:t>Taste reinigen</w:t>
      </w:r>
      <w:r w:rsidR="00647E90">
        <w:rPr>
          <w:rFonts w:ascii="Arial" w:hAnsi="Arial"/>
          <w:bCs/>
          <w:color w:val="000000" w:themeColor="text1"/>
          <w:sz w:val="20"/>
        </w:rPr>
        <w:t xml:space="preserve"> und so die Arbeitszeit verlängern. </w:t>
      </w:r>
      <w:r w:rsidR="00666A29" w:rsidRPr="00666A29">
        <w:rPr>
          <w:rFonts w:ascii="Arial" w:hAnsi="Arial"/>
          <w:bCs/>
          <w:color w:val="000000" w:themeColor="text1"/>
          <w:sz w:val="20"/>
        </w:rPr>
        <w:t xml:space="preserve">Anstelle der üblichen Papierfiltertüten verwendet </w:t>
      </w:r>
      <w:r w:rsidR="00666A29">
        <w:rPr>
          <w:rFonts w:ascii="Arial" w:hAnsi="Arial"/>
          <w:bCs/>
          <w:color w:val="000000" w:themeColor="text1"/>
          <w:sz w:val="20"/>
        </w:rPr>
        <w:t xml:space="preserve">Metabo </w:t>
      </w:r>
      <w:r w:rsidR="00666A29" w:rsidRPr="00666A29">
        <w:rPr>
          <w:rFonts w:ascii="Arial" w:hAnsi="Arial"/>
          <w:bCs/>
          <w:color w:val="000000" w:themeColor="text1"/>
          <w:sz w:val="20"/>
        </w:rPr>
        <w:t>Vlies</w:t>
      </w:r>
      <w:r>
        <w:rPr>
          <w:rFonts w:ascii="Arial" w:hAnsi="Arial"/>
          <w:bCs/>
          <w:color w:val="000000" w:themeColor="text1"/>
          <w:sz w:val="20"/>
        </w:rPr>
        <w:t>-F</w:t>
      </w:r>
      <w:r w:rsidR="00666A29" w:rsidRPr="00666A29">
        <w:rPr>
          <w:rFonts w:ascii="Arial" w:hAnsi="Arial"/>
          <w:bCs/>
          <w:color w:val="000000" w:themeColor="text1"/>
          <w:sz w:val="20"/>
        </w:rPr>
        <w:t>ilterbeutel</w:t>
      </w:r>
      <w:r>
        <w:rPr>
          <w:rFonts w:ascii="Arial" w:hAnsi="Arial"/>
          <w:bCs/>
          <w:color w:val="000000" w:themeColor="text1"/>
          <w:sz w:val="20"/>
        </w:rPr>
        <w:t>. Sie sind</w:t>
      </w:r>
      <w:r w:rsidR="00666A29" w:rsidRPr="00666A29">
        <w:rPr>
          <w:rFonts w:ascii="Arial" w:hAnsi="Arial"/>
          <w:bCs/>
          <w:color w:val="000000" w:themeColor="text1"/>
          <w:sz w:val="20"/>
        </w:rPr>
        <w:t xml:space="preserve"> deutlich robuster</w:t>
      </w:r>
      <w:r w:rsidR="00526E07">
        <w:rPr>
          <w:rFonts w:ascii="Arial" w:hAnsi="Arial"/>
          <w:bCs/>
          <w:color w:val="000000" w:themeColor="text1"/>
          <w:sz w:val="20"/>
        </w:rPr>
        <w:t xml:space="preserve"> und</w:t>
      </w:r>
      <w:r>
        <w:rPr>
          <w:rFonts w:ascii="Arial" w:hAnsi="Arial"/>
          <w:bCs/>
          <w:color w:val="000000" w:themeColor="text1"/>
          <w:sz w:val="20"/>
        </w:rPr>
        <w:t xml:space="preserve"> </w:t>
      </w:r>
      <w:r w:rsidR="00666A29" w:rsidRPr="00666A29">
        <w:rPr>
          <w:rFonts w:ascii="Arial" w:hAnsi="Arial"/>
          <w:bCs/>
          <w:color w:val="000000" w:themeColor="text1"/>
          <w:sz w:val="20"/>
        </w:rPr>
        <w:t>langlebige</w:t>
      </w:r>
      <w:r>
        <w:rPr>
          <w:rFonts w:ascii="Arial" w:hAnsi="Arial"/>
          <w:bCs/>
          <w:color w:val="000000" w:themeColor="text1"/>
          <w:sz w:val="20"/>
        </w:rPr>
        <w:t xml:space="preserve">r und auch </w:t>
      </w:r>
      <w:r w:rsidRPr="00197407">
        <w:rPr>
          <w:rFonts w:ascii="Arial" w:hAnsi="Arial"/>
          <w:bCs/>
          <w:color w:val="000000" w:themeColor="text1"/>
          <w:sz w:val="20"/>
        </w:rPr>
        <w:t>feinste Stäube</w:t>
      </w:r>
      <w:r>
        <w:rPr>
          <w:rFonts w:ascii="Arial" w:hAnsi="Arial"/>
          <w:bCs/>
          <w:color w:val="000000" w:themeColor="text1"/>
          <w:sz w:val="20"/>
        </w:rPr>
        <w:t xml:space="preserve"> lassen sich </w:t>
      </w:r>
      <w:r w:rsidRPr="00197407">
        <w:rPr>
          <w:rFonts w:ascii="Arial" w:hAnsi="Arial"/>
          <w:bCs/>
          <w:color w:val="000000" w:themeColor="text1"/>
          <w:sz w:val="20"/>
        </w:rPr>
        <w:t>sicher auffangen und</w:t>
      </w:r>
      <w:r>
        <w:rPr>
          <w:rFonts w:ascii="Arial" w:hAnsi="Arial"/>
          <w:bCs/>
          <w:color w:val="000000" w:themeColor="text1"/>
          <w:sz w:val="20"/>
        </w:rPr>
        <w:t xml:space="preserve"> </w:t>
      </w:r>
      <w:r w:rsidRPr="00197407">
        <w:rPr>
          <w:rFonts w:ascii="Arial" w:hAnsi="Arial"/>
          <w:bCs/>
          <w:color w:val="000000" w:themeColor="text1"/>
          <w:sz w:val="20"/>
        </w:rPr>
        <w:t>einfach entsorgen.</w:t>
      </w:r>
      <w:r>
        <w:rPr>
          <w:rFonts w:ascii="Arial" w:hAnsi="Arial"/>
          <w:bCs/>
          <w:color w:val="000000" w:themeColor="text1"/>
          <w:sz w:val="20"/>
        </w:rPr>
        <w:t xml:space="preserve"> </w:t>
      </w:r>
    </w:p>
    <w:p w14:paraId="7A22B65D" w14:textId="6FC93ADF" w:rsidR="00AD3E06" w:rsidRDefault="00AD3E06">
      <w:pPr>
        <w:rPr>
          <w:rFonts w:ascii="Arial" w:hAnsi="Arial"/>
          <w:bCs/>
          <w:color w:val="000000" w:themeColor="text1"/>
          <w:sz w:val="20"/>
        </w:rPr>
      </w:pPr>
      <w:r>
        <w:rPr>
          <w:rFonts w:ascii="Arial" w:hAnsi="Arial"/>
          <w:bCs/>
          <w:color w:val="000000" w:themeColor="text1"/>
          <w:sz w:val="20"/>
        </w:rPr>
        <w:br w:type="page"/>
      </w:r>
    </w:p>
    <w:p w14:paraId="15E47533" w14:textId="77777777" w:rsidR="00015EC6" w:rsidRPr="00DD042E" w:rsidRDefault="00015EC6" w:rsidP="00197407">
      <w:pPr>
        <w:spacing w:line="360" w:lineRule="auto"/>
        <w:jc w:val="both"/>
        <w:rPr>
          <w:rFonts w:ascii="Arial" w:hAnsi="Arial"/>
          <w:bCs/>
          <w:color w:val="000000" w:themeColor="text1"/>
          <w:sz w:val="20"/>
        </w:rPr>
      </w:pPr>
    </w:p>
    <w:p w14:paraId="51FA6A17" w14:textId="6A5D867F" w:rsidR="00197407" w:rsidRPr="003749D8" w:rsidRDefault="0060056D" w:rsidP="00647E90">
      <w:pPr>
        <w:spacing w:line="360" w:lineRule="auto"/>
        <w:jc w:val="both"/>
        <w:rPr>
          <w:rFonts w:ascii="Arial" w:hAnsi="Arial"/>
          <w:bCs/>
          <w:sz w:val="20"/>
        </w:rPr>
      </w:pPr>
      <w:r>
        <w:rPr>
          <w:rFonts w:ascii="Arial" w:hAnsi="Arial"/>
          <w:bCs/>
          <w:color w:val="000000" w:themeColor="text1"/>
          <w:sz w:val="20"/>
        </w:rPr>
        <w:t xml:space="preserve">Die </w:t>
      </w:r>
      <w:r>
        <w:rPr>
          <w:rFonts w:ascii="Arial" w:hAnsi="Arial"/>
          <w:sz w:val="20"/>
        </w:rPr>
        <w:t xml:space="preserve">ASA-Modelle verfügen über eine </w:t>
      </w:r>
      <w:r>
        <w:rPr>
          <w:rFonts w:ascii="Arial" w:hAnsi="Arial"/>
          <w:bCs/>
          <w:color w:val="000000" w:themeColor="text1"/>
          <w:sz w:val="20"/>
        </w:rPr>
        <w:t xml:space="preserve">Gerätesteckdose mit Ein- und Ausschaltautomatik. </w:t>
      </w:r>
      <w:r w:rsidR="00647E90" w:rsidRPr="00A92D51">
        <w:rPr>
          <w:rFonts w:ascii="Arial" w:hAnsi="Arial"/>
          <w:bCs/>
          <w:sz w:val="20"/>
        </w:rPr>
        <w:t>Wird ein Elektrowerkzeug direkt an die Geräte</w:t>
      </w:r>
      <w:r w:rsidR="00670CB4">
        <w:rPr>
          <w:rFonts w:ascii="Arial" w:hAnsi="Arial"/>
          <w:bCs/>
          <w:sz w:val="20"/>
        </w:rPr>
        <w:t>s</w:t>
      </w:r>
      <w:r w:rsidR="00647E90" w:rsidRPr="00A92D51">
        <w:rPr>
          <w:rFonts w:ascii="Arial" w:hAnsi="Arial"/>
          <w:bCs/>
          <w:sz w:val="20"/>
        </w:rPr>
        <w:t>teckdose angeschlossen, startet und stoppt der Sauger automatisch beim Betätigen des Elektrowerkzeugs.</w:t>
      </w:r>
      <w:r w:rsidR="00A92D51">
        <w:rPr>
          <w:rFonts w:ascii="Arial" w:hAnsi="Arial"/>
          <w:bCs/>
          <w:color w:val="000000" w:themeColor="text1"/>
          <w:sz w:val="20"/>
        </w:rPr>
        <w:t xml:space="preserve"> </w:t>
      </w:r>
      <w:r w:rsidR="00647E90" w:rsidRPr="003749D8">
        <w:rPr>
          <w:rFonts w:ascii="Arial" w:hAnsi="Arial"/>
          <w:bCs/>
          <w:sz w:val="20"/>
        </w:rPr>
        <w:t xml:space="preserve">Bei </w:t>
      </w:r>
      <w:r w:rsidR="00A92D51" w:rsidRPr="003749D8">
        <w:rPr>
          <w:rFonts w:ascii="Arial" w:hAnsi="Arial"/>
          <w:bCs/>
          <w:sz w:val="20"/>
        </w:rPr>
        <w:t>der Nutzung</w:t>
      </w:r>
      <w:r w:rsidR="00647E90" w:rsidRPr="003749D8">
        <w:rPr>
          <w:rFonts w:ascii="Arial" w:hAnsi="Arial"/>
          <w:bCs/>
          <w:sz w:val="20"/>
        </w:rPr>
        <w:t xml:space="preserve"> eines Akku-Werkzeugs</w:t>
      </w:r>
      <w:r w:rsidR="00A92D51" w:rsidRPr="003749D8">
        <w:rPr>
          <w:rFonts w:ascii="Arial" w:hAnsi="Arial"/>
          <w:bCs/>
          <w:sz w:val="20"/>
        </w:rPr>
        <w:t xml:space="preserve"> übernimmt das</w:t>
      </w:r>
      <w:r w:rsidR="001B62E2" w:rsidRPr="003749D8">
        <w:rPr>
          <w:rFonts w:ascii="Arial" w:hAnsi="Arial"/>
          <w:bCs/>
          <w:sz w:val="20"/>
        </w:rPr>
        <w:t xml:space="preserve"> separat erhältliche</w:t>
      </w:r>
      <w:r w:rsidR="00A92D51" w:rsidRPr="003749D8">
        <w:rPr>
          <w:rFonts w:ascii="Arial" w:hAnsi="Arial"/>
          <w:bCs/>
          <w:sz w:val="20"/>
        </w:rPr>
        <w:t xml:space="preserve"> </w:t>
      </w:r>
      <w:proofErr w:type="spellStart"/>
      <w:r w:rsidR="00647E90" w:rsidRPr="003749D8">
        <w:rPr>
          <w:rFonts w:ascii="Arial" w:hAnsi="Arial"/>
          <w:bCs/>
          <w:sz w:val="20"/>
        </w:rPr>
        <w:t>CordlessControl</w:t>
      </w:r>
      <w:proofErr w:type="spellEnd"/>
      <w:r w:rsidR="00647E90" w:rsidRPr="003749D8">
        <w:rPr>
          <w:rFonts w:ascii="Arial" w:hAnsi="Arial"/>
          <w:bCs/>
          <w:sz w:val="20"/>
        </w:rPr>
        <w:t xml:space="preserve"> System das </w:t>
      </w:r>
      <w:r w:rsidR="00A92D51" w:rsidRPr="003749D8">
        <w:rPr>
          <w:rFonts w:ascii="Arial" w:hAnsi="Arial"/>
          <w:bCs/>
          <w:sz w:val="20"/>
        </w:rPr>
        <w:t>automatische Ein- und Ausschalten</w:t>
      </w:r>
      <w:r w:rsidR="00647E90" w:rsidRPr="003749D8">
        <w:rPr>
          <w:rFonts w:ascii="Arial" w:hAnsi="Arial"/>
          <w:bCs/>
          <w:sz w:val="20"/>
        </w:rPr>
        <w:t xml:space="preserve"> des Saugers</w:t>
      </w:r>
      <w:r w:rsidR="00A92D51" w:rsidRPr="003749D8">
        <w:rPr>
          <w:rFonts w:ascii="Arial" w:hAnsi="Arial"/>
          <w:bCs/>
          <w:sz w:val="20"/>
        </w:rPr>
        <w:t>.</w:t>
      </w:r>
    </w:p>
    <w:p w14:paraId="7140100E" w14:textId="77777777" w:rsidR="00A92D51" w:rsidRPr="003749D8" w:rsidRDefault="00A92D51" w:rsidP="00647E90">
      <w:pPr>
        <w:spacing w:line="360" w:lineRule="auto"/>
        <w:jc w:val="both"/>
        <w:rPr>
          <w:rFonts w:ascii="Arial" w:hAnsi="Arial"/>
          <w:bCs/>
          <w:sz w:val="20"/>
        </w:rPr>
      </w:pPr>
    </w:p>
    <w:p w14:paraId="1E4EE632" w14:textId="53E1C76E" w:rsidR="00050E69" w:rsidRPr="003749D8" w:rsidRDefault="00050E69" w:rsidP="00D305A7">
      <w:pPr>
        <w:spacing w:line="360" w:lineRule="auto"/>
        <w:jc w:val="both"/>
        <w:rPr>
          <w:rFonts w:ascii="Arial" w:hAnsi="Arial"/>
          <w:b/>
          <w:sz w:val="20"/>
        </w:rPr>
      </w:pPr>
      <w:r w:rsidRPr="003749D8">
        <w:rPr>
          <w:rFonts w:ascii="Arial" w:hAnsi="Arial"/>
          <w:b/>
          <w:sz w:val="20"/>
        </w:rPr>
        <w:t xml:space="preserve">Überall dabei </w:t>
      </w:r>
    </w:p>
    <w:p w14:paraId="458BEBC5" w14:textId="56AF79E1" w:rsidR="00050E69" w:rsidRPr="00050E69" w:rsidRDefault="008737A4" w:rsidP="00D305A7">
      <w:pPr>
        <w:spacing w:line="360" w:lineRule="auto"/>
        <w:jc w:val="both"/>
        <w:rPr>
          <w:rFonts w:ascii="Arial" w:hAnsi="Arial"/>
          <w:b/>
          <w:sz w:val="20"/>
        </w:rPr>
      </w:pPr>
      <w:r>
        <w:rPr>
          <w:rFonts w:ascii="Arial" w:hAnsi="Arial"/>
          <w:sz w:val="20"/>
        </w:rPr>
        <w:t xml:space="preserve">Die neuen Metabo Sauger sind </w:t>
      </w:r>
      <w:r w:rsidR="008F293B">
        <w:rPr>
          <w:rFonts w:ascii="Arial" w:hAnsi="Arial"/>
          <w:sz w:val="20"/>
        </w:rPr>
        <w:t>leicht</w:t>
      </w:r>
      <w:r>
        <w:rPr>
          <w:rFonts w:ascii="Arial" w:hAnsi="Arial"/>
          <w:sz w:val="20"/>
        </w:rPr>
        <w:t>, kompakt und praktisch</w:t>
      </w:r>
      <w:r w:rsidR="00526E07">
        <w:rPr>
          <w:rFonts w:ascii="Arial" w:hAnsi="Arial"/>
          <w:sz w:val="20"/>
        </w:rPr>
        <w:t xml:space="preserve"> zu transportieren</w:t>
      </w:r>
      <w:r w:rsidR="00DD042E">
        <w:rPr>
          <w:rFonts w:ascii="Arial" w:hAnsi="Arial"/>
          <w:sz w:val="20"/>
        </w:rPr>
        <w:t xml:space="preserve">. Die </w:t>
      </w:r>
      <w:r w:rsidR="00DD042E" w:rsidRPr="00587B5B">
        <w:rPr>
          <w:rFonts w:ascii="Arial" w:hAnsi="Arial"/>
          <w:sz w:val="20"/>
        </w:rPr>
        <w:t>Kabel- und Schlauchhalte</w:t>
      </w:r>
      <w:r w:rsidR="00DD042E">
        <w:rPr>
          <w:rFonts w:ascii="Arial" w:hAnsi="Arial"/>
          <w:sz w:val="20"/>
        </w:rPr>
        <w:t xml:space="preserve">rungen an allen Modellen minimieren Stolperfallen auf der Baustelle. Bei den </w:t>
      </w:r>
      <w:r w:rsidR="00003094">
        <w:rPr>
          <w:rFonts w:ascii="Arial" w:hAnsi="Arial"/>
          <w:sz w:val="20"/>
        </w:rPr>
        <w:t>ASA</w:t>
      </w:r>
      <w:r w:rsidR="008F293B">
        <w:rPr>
          <w:rFonts w:ascii="Arial" w:hAnsi="Arial"/>
          <w:sz w:val="20"/>
        </w:rPr>
        <w:t xml:space="preserve">-Modellen gibt es zusätzlich ein Zubehör-Depot für Kabel, Schläuche und Düsen. </w:t>
      </w:r>
      <w:r w:rsidR="00263D7E">
        <w:rPr>
          <w:rFonts w:ascii="Arial" w:hAnsi="Arial"/>
          <w:sz w:val="20"/>
        </w:rPr>
        <w:t xml:space="preserve">Auch </w:t>
      </w:r>
      <w:r w:rsidR="00526E07">
        <w:rPr>
          <w:rFonts w:ascii="Arial" w:hAnsi="Arial"/>
          <w:sz w:val="20"/>
        </w:rPr>
        <w:t xml:space="preserve">die Kopplung mit den </w:t>
      </w:r>
      <w:r w:rsidR="008F293B">
        <w:rPr>
          <w:rFonts w:ascii="Arial" w:hAnsi="Arial"/>
          <w:sz w:val="20"/>
        </w:rPr>
        <w:t xml:space="preserve">Metabo </w:t>
      </w:r>
      <w:proofErr w:type="spellStart"/>
      <w:r w:rsidR="008F293B">
        <w:rPr>
          <w:rFonts w:ascii="Arial" w:hAnsi="Arial"/>
          <w:sz w:val="20"/>
        </w:rPr>
        <w:t>metaBoxen</w:t>
      </w:r>
      <w:proofErr w:type="spellEnd"/>
      <w:r w:rsidR="008F293B">
        <w:rPr>
          <w:rFonts w:ascii="Arial" w:hAnsi="Arial"/>
          <w:sz w:val="20"/>
        </w:rPr>
        <w:t xml:space="preserve"> </w:t>
      </w:r>
      <w:r w:rsidR="00526E07">
        <w:rPr>
          <w:rFonts w:ascii="Arial" w:hAnsi="Arial"/>
          <w:sz w:val="20"/>
        </w:rPr>
        <w:t xml:space="preserve">ist möglich. </w:t>
      </w:r>
      <w:r w:rsidR="008F293B">
        <w:rPr>
          <w:rFonts w:ascii="Arial" w:hAnsi="Arial"/>
          <w:sz w:val="20"/>
        </w:rPr>
        <w:t xml:space="preserve">So können </w:t>
      </w:r>
      <w:r w:rsidR="00647E90">
        <w:rPr>
          <w:rFonts w:ascii="Arial" w:hAnsi="Arial"/>
          <w:sz w:val="20"/>
        </w:rPr>
        <w:t>Handwerker</w:t>
      </w:r>
      <w:r w:rsidR="008F293B">
        <w:rPr>
          <w:rFonts w:ascii="Arial" w:hAnsi="Arial"/>
          <w:sz w:val="20"/>
        </w:rPr>
        <w:t xml:space="preserve"> Werkzeug und Sauger einhändig transportieren. Auch praktisch: Das mitgelieferte </w:t>
      </w:r>
      <w:r w:rsidR="00263D7E">
        <w:rPr>
          <w:rFonts w:ascii="Arial" w:hAnsi="Arial"/>
          <w:sz w:val="20"/>
        </w:rPr>
        <w:t>Sauger Zubehör</w:t>
      </w:r>
      <w:r w:rsidR="008F293B">
        <w:rPr>
          <w:rFonts w:ascii="Arial" w:hAnsi="Arial"/>
          <w:sz w:val="20"/>
        </w:rPr>
        <w:t xml:space="preserve"> mit Quick-System </w:t>
      </w:r>
      <w:r w:rsidR="00647E90">
        <w:rPr>
          <w:rFonts w:ascii="Arial" w:hAnsi="Arial"/>
          <w:sz w:val="20"/>
        </w:rPr>
        <w:t>beschleunigt</w:t>
      </w:r>
      <w:r w:rsidR="008F293B">
        <w:rPr>
          <w:rFonts w:ascii="Arial" w:hAnsi="Arial"/>
          <w:sz w:val="20"/>
        </w:rPr>
        <w:t xml:space="preserve"> das Umrüsten, zum Beispiel das Wechseln verschiedene</w:t>
      </w:r>
      <w:r w:rsidR="00526E07">
        <w:rPr>
          <w:rFonts w:ascii="Arial" w:hAnsi="Arial"/>
          <w:sz w:val="20"/>
        </w:rPr>
        <w:t>r</w:t>
      </w:r>
      <w:r w:rsidR="008F293B">
        <w:rPr>
          <w:rFonts w:ascii="Arial" w:hAnsi="Arial"/>
          <w:sz w:val="20"/>
        </w:rPr>
        <w:t xml:space="preserve"> Muffen. </w:t>
      </w:r>
    </w:p>
    <w:p w14:paraId="50F5CA4A" w14:textId="77777777" w:rsidR="004B6704" w:rsidRDefault="004B6704" w:rsidP="004B6704">
      <w:pPr>
        <w:spacing w:line="360" w:lineRule="auto"/>
        <w:rPr>
          <w:rFonts w:ascii="Arial" w:hAnsi="Arial"/>
          <w:b/>
          <w:sz w:val="20"/>
        </w:rPr>
      </w:pPr>
    </w:p>
    <w:p w14:paraId="40B194E0" w14:textId="597AAAB9" w:rsidR="006F05C0" w:rsidRPr="00DA00F5" w:rsidRDefault="00D7181C" w:rsidP="00D7181C">
      <w:pPr>
        <w:spacing w:line="360" w:lineRule="auto"/>
        <w:jc w:val="both"/>
        <w:rPr>
          <w:rFonts w:ascii="Arial" w:hAnsi="Arial" w:cs="Arial"/>
          <w:b/>
          <w:bCs/>
          <w:color w:val="000000"/>
          <w:sz w:val="20"/>
        </w:rPr>
      </w:pPr>
      <w:r w:rsidRPr="00DA00F5">
        <w:rPr>
          <w:rFonts w:ascii="Arial" w:hAnsi="Arial" w:cs="Arial"/>
          <w:b/>
          <w:bCs/>
          <w:color w:val="000000"/>
          <w:sz w:val="20"/>
        </w:rPr>
        <w:t>Technische Daten auf einen Blick</w:t>
      </w:r>
    </w:p>
    <w:tbl>
      <w:tblPr>
        <w:tblStyle w:val="EinfacheTabelle1"/>
        <w:tblW w:w="9918" w:type="dxa"/>
        <w:tblLook w:val="04A0" w:firstRow="1" w:lastRow="0" w:firstColumn="1" w:lastColumn="0" w:noHBand="0" w:noVBand="1"/>
      </w:tblPr>
      <w:tblGrid>
        <w:gridCol w:w="2195"/>
        <w:gridCol w:w="1383"/>
        <w:gridCol w:w="1394"/>
        <w:gridCol w:w="1425"/>
        <w:gridCol w:w="1670"/>
        <w:gridCol w:w="1851"/>
      </w:tblGrid>
      <w:tr w:rsidR="006F05C0" w:rsidRPr="00DA00F5" w14:paraId="30B6D7F0" w14:textId="55C1A775" w:rsidTr="00407C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2" w:type="dxa"/>
          </w:tcPr>
          <w:p w14:paraId="672DCDAB" w14:textId="77777777" w:rsidR="006F05C0" w:rsidRPr="00DA00F5" w:rsidRDefault="006F05C0" w:rsidP="00832CA8">
            <w:pPr>
              <w:spacing w:line="276" w:lineRule="auto"/>
              <w:jc w:val="both"/>
              <w:rPr>
                <w:rFonts w:ascii="Arial" w:hAnsi="Arial" w:cs="Arial"/>
                <w:bCs w:val="0"/>
                <w:color w:val="000000"/>
                <w:sz w:val="20"/>
              </w:rPr>
            </w:pPr>
          </w:p>
        </w:tc>
        <w:tc>
          <w:tcPr>
            <w:tcW w:w="1432" w:type="dxa"/>
          </w:tcPr>
          <w:p w14:paraId="78BAA7A2" w14:textId="486B9461" w:rsidR="006F05C0" w:rsidRPr="00DA00F5" w:rsidRDefault="006F05C0" w:rsidP="006F05C0">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lang w:val="en-US"/>
              </w:rPr>
            </w:pPr>
            <w:r w:rsidRPr="006F05C0">
              <w:rPr>
                <w:rFonts w:ascii="Arial" w:hAnsi="Arial" w:cs="Arial"/>
                <w:bCs w:val="0"/>
                <w:color w:val="000000"/>
                <w:sz w:val="20"/>
                <w:lang w:val="en-US"/>
              </w:rPr>
              <w:t>AS 20 L PC</w:t>
            </w:r>
          </w:p>
        </w:tc>
        <w:tc>
          <w:tcPr>
            <w:tcW w:w="1447" w:type="dxa"/>
          </w:tcPr>
          <w:p w14:paraId="2BBDF042" w14:textId="05FC721F" w:rsidR="006F05C0" w:rsidRPr="00DA00F5" w:rsidRDefault="006F05C0" w:rsidP="00832CA8">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lang w:val="en-US"/>
              </w:rPr>
            </w:pPr>
            <w:r w:rsidRPr="006F05C0">
              <w:rPr>
                <w:rFonts w:ascii="Arial" w:hAnsi="Arial" w:cs="Arial"/>
                <w:bCs w:val="0"/>
                <w:color w:val="000000"/>
                <w:sz w:val="20"/>
                <w:lang w:val="en-US"/>
              </w:rPr>
              <w:t>ASA 20 L PC</w:t>
            </w:r>
          </w:p>
        </w:tc>
        <w:tc>
          <w:tcPr>
            <w:tcW w:w="1489" w:type="dxa"/>
          </w:tcPr>
          <w:p w14:paraId="58726AA5" w14:textId="6A020D6B" w:rsidR="006F05C0" w:rsidRPr="006F05C0" w:rsidRDefault="006F05C0" w:rsidP="00832CA8">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lang w:val="en-US"/>
              </w:rPr>
            </w:pPr>
            <w:r w:rsidRPr="006F05C0">
              <w:rPr>
                <w:rFonts w:ascii="Arial" w:hAnsi="Arial" w:cs="Arial"/>
                <w:color w:val="000000"/>
                <w:sz w:val="20"/>
                <w:lang w:val="en-US"/>
              </w:rPr>
              <w:t>ASA 30 L PC</w:t>
            </w:r>
          </w:p>
        </w:tc>
        <w:tc>
          <w:tcPr>
            <w:tcW w:w="1825" w:type="dxa"/>
          </w:tcPr>
          <w:p w14:paraId="443C6BF4" w14:textId="162FC860" w:rsidR="006F05C0" w:rsidRPr="006F05C0" w:rsidRDefault="006F05C0" w:rsidP="00832CA8">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lang w:val="en-US"/>
              </w:rPr>
            </w:pPr>
            <w:r w:rsidRPr="006F05C0">
              <w:rPr>
                <w:rFonts w:ascii="Arial" w:hAnsi="Arial" w:cs="Arial"/>
                <w:color w:val="000000"/>
                <w:sz w:val="20"/>
                <w:lang w:val="en-US"/>
              </w:rPr>
              <w:t>ASA 30 M PC</w:t>
            </w:r>
          </w:p>
        </w:tc>
        <w:tc>
          <w:tcPr>
            <w:tcW w:w="2073" w:type="dxa"/>
          </w:tcPr>
          <w:p w14:paraId="01422A32" w14:textId="6B7A8169" w:rsidR="006F05C0" w:rsidRPr="006F05C0" w:rsidRDefault="006F05C0" w:rsidP="00832CA8">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lang w:val="en-US"/>
              </w:rPr>
            </w:pPr>
            <w:r w:rsidRPr="006F05C0">
              <w:rPr>
                <w:rFonts w:ascii="Arial" w:hAnsi="Arial" w:cs="Arial"/>
                <w:color w:val="000000"/>
                <w:sz w:val="20"/>
                <w:lang w:val="en-US"/>
              </w:rPr>
              <w:t>ASA 30 H PC</w:t>
            </w:r>
          </w:p>
        </w:tc>
      </w:tr>
      <w:tr w:rsidR="006F05C0" w:rsidRPr="00DA00F5" w14:paraId="4532C4DE" w14:textId="77777777" w:rsidTr="00407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2" w:type="dxa"/>
          </w:tcPr>
          <w:p w14:paraId="5A2FC09E" w14:textId="6C0DAC0A" w:rsidR="006F05C0" w:rsidRPr="006F05C0" w:rsidRDefault="006F05C0" w:rsidP="006F05C0">
            <w:pPr>
              <w:spacing w:line="276" w:lineRule="auto"/>
              <w:jc w:val="both"/>
              <w:rPr>
                <w:rFonts w:ascii="Arial" w:hAnsi="Arial" w:cs="Arial"/>
                <w:b w:val="0"/>
                <w:color w:val="000000"/>
                <w:sz w:val="20"/>
              </w:rPr>
            </w:pPr>
            <w:r w:rsidRPr="006F05C0">
              <w:rPr>
                <w:rFonts w:ascii="Arial" w:hAnsi="Arial" w:cs="Arial"/>
                <w:b w:val="0"/>
                <w:color w:val="000000"/>
                <w:sz w:val="20"/>
              </w:rPr>
              <w:t>Leistung</w:t>
            </w:r>
          </w:p>
        </w:tc>
        <w:tc>
          <w:tcPr>
            <w:tcW w:w="1432" w:type="dxa"/>
          </w:tcPr>
          <w:p w14:paraId="74FD655B" w14:textId="141F6270" w:rsidR="006F05C0" w:rsidRP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lang w:val="en-US"/>
              </w:rPr>
            </w:pPr>
            <w:r>
              <w:rPr>
                <w:rFonts w:ascii="Arial" w:hAnsi="Arial" w:cs="Arial"/>
                <w:color w:val="000000"/>
                <w:sz w:val="20"/>
                <w:lang w:val="en-US"/>
              </w:rPr>
              <w:t xml:space="preserve">1.200 Watt </w:t>
            </w:r>
          </w:p>
        </w:tc>
        <w:tc>
          <w:tcPr>
            <w:tcW w:w="1447" w:type="dxa"/>
          </w:tcPr>
          <w:p w14:paraId="38264CD8" w14:textId="6A36C923" w:rsidR="006F05C0" w:rsidRP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lang w:val="en-US"/>
              </w:rPr>
            </w:pPr>
            <w:r>
              <w:rPr>
                <w:rFonts w:ascii="Arial" w:hAnsi="Arial" w:cs="Arial"/>
                <w:color w:val="000000"/>
                <w:sz w:val="20"/>
                <w:lang w:val="en-US"/>
              </w:rPr>
              <w:t xml:space="preserve">1.200 Watt </w:t>
            </w:r>
          </w:p>
        </w:tc>
        <w:tc>
          <w:tcPr>
            <w:tcW w:w="1489" w:type="dxa"/>
          </w:tcPr>
          <w:p w14:paraId="305ECCD1" w14:textId="7FE73611" w:rsidR="006F05C0" w:rsidRP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lang w:val="en-US"/>
              </w:rPr>
            </w:pPr>
            <w:r>
              <w:rPr>
                <w:rFonts w:ascii="Arial" w:hAnsi="Arial" w:cs="Arial"/>
                <w:color w:val="000000"/>
                <w:sz w:val="20"/>
                <w:lang w:val="en-US"/>
              </w:rPr>
              <w:t xml:space="preserve">1.200 Watt </w:t>
            </w:r>
          </w:p>
        </w:tc>
        <w:tc>
          <w:tcPr>
            <w:tcW w:w="1825" w:type="dxa"/>
          </w:tcPr>
          <w:p w14:paraId="3FE4394E" w14:textId="5AFC5D51" w:rsidR="006F05C0" w:rsidRP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lang w:val="en-US"/>
              </w:rPr>
            </w:pPr>
            <w:r>
              <w:rPr>
                <w:rFonts w:ascii="Arial" w:hAnsi="Arial" w:cs="Arial"/>
                <w:color w:val="000000"/>
                <w:sz w:val="20"/>
                <w:lang w:val="en-US"/>
              </w:rPr>
              <w:t xml:space="preserve">1.200 Watt </w:t>
            </w:r>
          </w:p>
        </w:tc>
        <w:tc>
          <w:tcPr>
            <w:tcW w:w="2073" w:type="dxa"/>
          </w:tcPr>
          <w:p w14:paraId="317734D6" w14:textId="6BBECB40" w:rsidR="006F05C0" w:rsidRP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lang w:val="en-US"/>
              </w:rPr>
            </w:pPr>
            <w:r>
              <w:rPr>
                <w:rFonts w:ascii="Arial" w:hAnsi="Arial" w:cs="Arial"/>
                <w:color w:val="000000"/>
                <w:sz w:val="20"/>
                <w:lang w:val="en-US"/>
              </w:rPr>
              <w:t xml:space="preserve">1.200 Watt </w:t>
            </w:r>
          </w:p>
        </w:tc>
      </w:tr>
      <w:tr w:rsidR="006F05C0" w:rsidRPr="00DA00F5" w14:paraId="6EA9455E" w14:textId="77777777" w:rsidTr="00407C9D">
        <w:tc>
          <w:tcPr>
            <w:cnfStyle w:val="001000000000" w:firstRow="0" w:lastRow="0" w:firstColumn="1" w:lastColumn="0" w:oddVBand="0" w:evenVBand="0" w:oddHBand="0" w:evenHBand="0" w:firstRowFirstColumn="0" w:firstRowLastColumn="0" w:lastRowFirstColumn="0" w:lastRowLastColumn="0"/>
            <w:tcW w:w="1652" w:type="dxa"/>
          </w:tcPr>
          <w:p w14:paraId="09DB22CB" w14:textId="094A37F5" w:rsidR="006F05C0" w:rsidRPr="006F05C0" w:rsidRDefault="006F05C0" w:rsidP="006F05C0">
            <w:pPr>
              <w:spacing w:line="276" w:lineRule="auto"/>
              <w:jc w:val="both"/>
              <w:rPr>
                <w:rFonts w:ascii="Arial" w:hAnsi="Arial" w:cs="Arial"/>
                <w:b w:val="0"/>
                <w:color w:val="000000"/>
                <w:sz w:val="20"/>
              </w:rPr>
            </w:pPr>
            <w:r>
              <w:rPr>
                <w:rFonts w:ascii="Arial" w:hAnsi="Arial" w:cs="Arial"/>
                <w:b w:val="0"/>
                <w:color w:val="000000"/>
                <w:sz w:val="20"/>
              </w:rPr>
              <w:t>Luftleistung max.</w:t>
            </w:r>
          </w:p>
        </w:tc>
        <w:tc>
          <w:tcPr>
            <w:tcW w:w="1432" w:type="dxa"/>
          </w:tcPr>
          <w:p w14:paraId="36D26D89" w14:textId="25439B2F" w:rsidR="006F05C0"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lang w:val="en-US"/>
              </w:rPr>
            </w:pPr>
            <w:r>
              <w:rPr>
                <w:rFonts w:ascii="Arial" w:hAnsi="Arial" w:cs="Arial"/>
                <w:bCs/>
                <w:color w:val="000000"/>
                <w:sz w:val="20"/>
              </w:rPr>
              <w:t>4</w:t>
            </w:r>
            <w:r w:rsidRPr="00DA00F5">
              <w:rPr>
                <w:rFonts w:ascii="Arial" w:hAnsi="Arial" w:cs="Arial"/>
                <w:bCs/>
                <w:color w:val="000000"/>
                <w:sz w:val="20"/>
              </w:rPr>
              <w:t>.</w:t>
            </w:r>
            <w:r>
              <w:rPr>
                <w:rFonts w:ascii="Arial" w:hAnsi="Arial" w:cs="Arial"/>
                <w:bCs/>
                <w:color w:val="000000"/>
                <w:sz w:val="20"/>
              </w:rPr>
              <w:t>2</w:t>
            </w:r>
            <w:r w:rsidRPr="00DA00F5">
              <w:rPr>
                <w:rFonts w:ascii="Arial" w:hAnsi="Arial" w:cs="Arial"/>
                <w:bCs/>
                <w:color w:val="000000"/>
                <w:sz w:val="20"/>
              </w:rPr>
              <w:t>00 l/min</w:t>
            </w:r>
          </w:p>
        </w:tc>
        <w:tc>
          <w:tcPr>
            <w:tcW w:w="1447" w:type="dxa"/>
          </w:tcPr>
          <w:p w14:paraId="41C0E58E" w14:textId="2CCF52CD" w:rsidR="006F05C0"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lang w:val="en-US"/>
              </w:rPr>
            </w:pPr>
            <w:r>
              <w:rPr>
                <w:rFonts w:ascii="Arial" w:hAnsi="Arial" w:cs="Arial"/>
                <w:bCs/>
                <w:color w:val="000000"/>
                <w:sz w:val="20"/>
              </w:rPr>
              <w:t>4</w:t>
            </w:r>
            <w:r w:rsidRPr="00DA00F5">
              <w:rPr>
                <w:rFonts w:ascii="Arial" w:hAnsi="Arial" w:cs="Arial"/>
                <w:bCs/>
                <w:color w:val="000000"/>
                <w:sz w:val="20"/>
              </w:rPr>
              <w:t>.</w:t>
            </w:r>
            <w:r>
              <w:rPr>
                <w:rFonts w:ascii="Arial" w:hAnsi="Arial" w:cs="Arial"/>
                <w:bCs/>
                <w:color w:val="000000"/>
                <w:sz w:val="20"/>
              </w:rPr>
              <w:t>2</w:t>
            </w:r>
            <w:r w:rsidRPr="00DA00F5">
              <w:rPr>
                <w:rFonts w:ascii="Arial" w:hAnsi="Arial" w:cs="Arial"/>
                <w:bCs/>
                <w:color w:val="000000"/>
                <w:sz w:val="20"/>
              </w:rPr>
              <w:t>00 l/min</w:t>
            </w:r>
          </w:p>
        </w:tc>
        <w:tc>
          <w:tcPr>
            <w:tcW w:w="1489" w:type="dxa"/>
          </w:tcPr>
          <w:p w14:paraId="203348B0" w14:textId="4577C9B3" w:rsidR="006F05C0"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lang w:val="en-US"/>
              </w:rPr>
            </w:pPr>
            <w:r>
              <w:rPr>
                <w:rFonts w:ascii="Arial" w:hAnsi="Arial" w:cs="Arial"/>
                <w:bCs/>
                <w:color w:val="000000"/>
                <w:sz w:val="20"/>
              </w:rPr>
              <w:t>4</w:t>
            </w:r>
            <w:r w:rsidRPr="00DA00F5">
              <w:rPr>
                <w:rFonts w:ascii="Arial" w:hAnsi="Arial" w:cs="Arial"/>
                <w:bCs/>
                <w:color w:val="000000"/>
                <w:sz w:val="20"/>
              </w:rPr>
              <w:t>.</w:t>
            </w:r>
            <w:r>
              <w:rPr>
                <w:rFonts w:ascii="Arial" w:hAnsi="Arial" w:cs="Arial"/>
                <w:bCs/>
                <w:color w:val="000000"/>
                <w:sz w:val="20"/>
              </w:rPr>
              <w:t>2</w:t>
            </w:r>
            <w:r w:rsidRPr="00DA00F5">
              <w:rPr>
                <w:rFonts w:ascii="Arial" w:hAnsi="Arial" w:cs="Arial"/>
                <w:bCs/>
                <w:color w:val="000000"/>
                <w:sz w:val="20"/>
              </w:rPr>
              <w:t>00 l/min</w:t>
            </w:r>
          </w:p>
        </w:tc>
        <w:tc>
          <w:tcPr>
            <w:tcW w:w="1825" w:type="dxa"/>
          </w:tcPr>
          <w:p w14:paraId="6A784214" w14:textId="0BE37A25" w:rsidR="006F05C0"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lang w:val="en-US"/>
              </w:rPr>
            </w:pPr>
            <w:r>
              <w:rPr>
                <w:rFonts w:ascii="Arial" w:hAnsi="Arial" w:cs="Arial"/>
                <w:bCs/>
                <w:color w:val="000000"/>
                <w:sz w:val="20"/>
              </w:rPr>
              <w:t>4</w:t>
            </w:r>
            <w:r w:rsidRPr="00DA00F5">
              <w:rPr>
                <w:rFonts w:ascii="Arial" w:hAnsi="Arial" w:cs="Arial"/>
                <w:bCs/>
                <w:color w:val="000000"/>
                <w:sz w:val="20"/>
              </w:rPr>
              <w:t>.</w:t>
            </w:r>
            <w:r>
              <w:rPr>
                <w:rFonts w:ascii="Arial" w:hAnsi="Arial" w:cs="Arial"/>
                <w:bCs/>
                <w:color w:val="000000"/>
                <w:sz w:val="20"/>
              </w:rPr>
              <w:t>2</w:t>
            </w:r>
            <w:r w:rsidRPr="00DA00F5">
              <w:rPr>
                <w:rFonts w:ascii="Arial" w:hAnsi="Arial" w:cs="Arial"/>
                <w:bCs/>
                <w:color w:val="000000"/>
                <w:sz w:val="20"/>
              </w:rPr>
              <w:t>00 l/min</w:t>
            </w:r>
          </w:p>
        </w:tc>
        <w:tc>
          <w:tcPr>
            <w:tcW w:w="2073" w:type="dxa"/>
          </w:tcPr>
          <w:p w14:paraId="228BF7AC" w14:textId="604F4545" w:rsidR="006F05C0"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lang w:val="en-US"/>
              </w:rPr>
            </w:pPr>
            <w:r>
              <w:rPr>
                <w:rFonts w:ascii="Arial" w:hAnsi="Arial" w:cs="Arial"/>
                <w:bCs/>
                <w:color w:val="000000"/>
                <w:sz w:val="20"/>
              </w:rPr>
              <w:t>4</w:t>
            </w:r>
            <w:r w:rsidRPr="00DA00F5">
              <w:rPr>
                <w:rFonts w:ascii="Arial" w:hAnsi="Arial" w:cs="Arial"/>
                <w:bCs/>
                <w:color w:val="000000"/>
                <w:sz w:val="20"/>
              </w:rPr>
              <w:t>.</w:t>
            </w:r>
            <w:r>
              <w:rPr>
                <w:rFonts w:ascii="Arial" w:hAnsi="Arial" w:cs="Arial"/>
                <w:bCs/>
                <w:color w:val="000000"/>
                <w:sz w:val="20"/>
              </w:rPr>
              <w:t>2</w:t>
            </w:r>
            <w:r w:rsidRPr="00DA00F5">
              <w:rPr>
                <w:rFonts w:ascii="Arial" w:hAnsi="Arial" w:cs="Arial"/>
                <w:bCs/>
                <w:color w:val="000000"/>
                <w:sz w:val="20"/>
              </w:rPr>
              <w:t>00 l/min</w:t>
            </w:r>
          </w:p>
        </w:tc>
      </w:tr>
      <w:tr w:rsidR="006F05C0" w:rsidRPr="00DA00F5" w14:paraId="393FE84E" w14:textId="77777777" w:rsidTr="00407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2" w:type="dxa"/>
          </w:tcPr>
          <w:p w14:paraId="6249FB53" w14:textId="6D5F9B10" w:rsidR="006F05C0" w:rsidRDefault="006F05C0" w:rsidP="006F05C0">
            <w:pPr>
              <w:spacing w:line="276" w:lineRule="auto"/>
              <w:jc w:val="both"/>
              <w:rPr>
                <w:rFonts w:ascii="Arial" w:hAnsi="Arial" w:cs="Arial"/>
                <w:b w:val="0"/>
                <w:color w:val="000000"/>
                <w:sz w:val="20"/>
              </w:rPr>
            </w:pPr>
            <w:r>
              <w:rPr>
                <w:rFonts w:ascii="Arial" w:hAnsi="Arial" w:cs="Arial"/>
                <w:b w:val="0"/>
                <w:color w:val="000000"/>
                <w:sz w:val="20"/>
              </w:rPr>
              <w:t xml:space="preserve">Unterdruck </w:t>
            </w:r>
          </w:p>
        </w:tc>
        <w:tc>
          <w:tcPr>
            <w:tcW w:w="1432" w:type="dxa"/>
          </w:tcPr>
          <w:p w14:paraId="4B3B81AF" w14:textId="08AD3736" w:rsid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225 mbar </w:t>
            </w:r>
          </w:p>
        </w:tc>
        <w:tc>
          <w:tcPr>
            <w:tcW w:w="1447" w:type="dxa"/>
          </w:tcPr>
          <w:p w14:paraId="44EAEAF2" w14:textId="03BDAB2D" w:rsid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225 mbar </w:t>
            </w:r>
          </w:p>
        </w:tc>
        <w:tc>
          <w:tcPr>
            <w:tcW w:w="1489" w:type="dxa"/>
          </w:tcPr>
          <w:p w14:paraId="03440DA0" w14:textId="5E77793C" w:rsid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225 mbar </w:t>
            </w:r>
          </w:p>
        </w:tc>
        <w:tc>
          <w:tcPr>
            <w:tcW w:w="1825" w:type="dxa"/>
          </w:tcPr>
          <w:p w14:paraId="64CB6014" w14:textId="371B65FD" w:rsid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225 mbar </w:t>
            </w:r>
          </w:p>
        </w:tc>
        <w:tc>
          <w:tcPr>
            <w:tcW w:w="2073" w:type="dxa"/>
          </w:tcPr>
          <w:p w14:paraId="6931DEDE" w14:textId="0012C52C" w:rsidR="006F05C0"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225 mbar </w:t>
            </w:r>
          </w:p>
        </w:tc>
      </w:tr>
      <w:tr w:rsidR="006F05C0" w:rsidRPr="00DA00F5" w14:paraId="3BD297E9" w14:textId="625968D9" w:rsidTr="00407C9D">
        <w:tc>
          <w:tcPr>
            <w:cnfStyle w:val="001000000000" w:firstRow="0" w:lastRow="0" w:firstColumn="1" w:lastColumn="0" w:oddVBand="0" w:evenVBand="0" w:oddHBand="0" w:evenHBand="0" w:firstRowFirstColumn="0" w:firstRowLastColumn="0" w:lastRowFirstColumn="0" w:lastRowLastColumn="0"/>
            <w:tcW w:w="1652" w:type="dxa"/>
          </w:tcPr>
          <w:p w14:paraId="46BF1110" w14:textId="77777777" w:rsidR="006F05C0" w:rsidRPr="00DA00F5" w:rsidRDefault="006F05C0" w:rsidP="006F05C0">
            <w:pPr>
              <w:spacing w:line="276" w:lineRule="auto"/>
              <w:rPr>
                <w:rFonts w:ascii="Arial" w:hAnsi="Arial" w:cs="Arial"/>
                <w:b w:val="0"/>
                <w:bCs w:val="0"/>
                <w:color w:val="000000"/>
                <w:sz w:val="20"/>
              </w:rPr>
            </w:pPr>
            <w:proofErr w:type="spellStart"/>
            <w:r w:rsidRPr="00DA00F5">
              <w:rPr>
                <w:rFonts w:ascii="Arial" w:hAnsi="Arial" w:cs="Arial"/>
                <w:b w:val="0"/>
                <w:bCs w:val="0"/>
                <w:color w:val="000000"/>
                <w:sz w:val="20"/>
              </w:rPr>
              <w:t>Abreinigungsart</w:t>
            </w:r>
            <w:proofErr w:type="spellEnd"/>
          </w:p>
        </w:tc>
        <w:tc>
          <w:tcPr>
            <w:tcW w:w="1432" w:type="dxa"/>
          </w:tcPr>
          <w:p w14:paraId="2AFE5FB1" w14:textId="77777777"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proofErr w:type="spellStart"/>
            <w:r w:rsidRPr="00DA00F5">
              <w:rPr>
                <w:rFonts w:ascii="Arial" w:hAnsi="Arial" w:cs="Arial"/>
                <w:bCs/>
                <w:color w:val="000000"/>
                <w:sz w:val="20"/>
              </w:rPr>
              <w:t>PressClean</w:t>
            </w:r>
            <w:proofErr w:type="spellEnd"/>
          </w:p>
        </w:tc>
        <w:tc>
          <w:tcPr>
            <w:tcW w:w="1447" w:type="dxa"/>
          </w:tcPr>
          <w:p w14:paraId="7BA9CAB6" w14:textId="48E4FF6D"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proofErr w:type="spellStart"/>
            <w:r w:rsidRPr="00DA00F5">
              <w:rPr>
                <w:rFonts w:ascii="Arial" w:hAnsi="Arial" w:cs="Arial"/>
                <w:bCs/>
                <w:color w:val="000000"/>
                <w:sz w:val="20"/>
              </w:rPr>
              <w:t>Pres</w:t>
            </w:r>
            <w:r>
              <w:rPr>
                <w:rFonts w:ascii="Arial" w:hAnsi="Arial" w:cs="Arial"/>
                <w:bCs/>
                <w:color w:val="000000"/>
                <w:sz w:val="20"/>
              </w:rPr>
              <w:t>s</w:t>
            </w:r>
            <w:r w:rsidRPr="00DA00F5">
              <w:rPr>
                <w:rFonts w:ascii="Arial" w:hAnsi="Arial" w:cs="Arial"/>
                <w:bCs/>
                <w:color w:val="000000"/>
                <w:sz w:val="20"/>
              </w:rPr>
              <w:t>Clean</w:t>
            </w:r>
            <w:proofErr w:type="spellEnd"/>
          </w:p>
        </w:tc>
        <w:tc>
          <w:tcPr>
            <w:tcW w:w="1489" w:type="dxa"/>
          </w:tcPr>
          <w:p w14:paraId="0F2CE3A1" w14:textId="483D1053"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proofErr w:type="spellStart"/>
            <w:r w:rsidRPr="00DA00F5">
              <w:rPr>
                <w:rFonts w:ascii="Arial" w:hAnsi="Arial" w:cs="Arial"/>
                <w:bCs/>
                <w:color w:val="000000"/>
                <w:sz w:val="20"/>
              </w:rPr>
              <w:t>Pres</w:t>
            </w:r>
            <w:r>
              <w:rPr>
                <w:rFonts w:ascii="Arial" w:hAnsi="Arial" w:cs="Arial"/>
                <w:bCs/>
                <w:color w:val="000000"/>
                <w:sz w:val="20"/>
              </w:rPr>
              <w:t>s</w:t>
            </w:r>
            <w:r w:rsidRPr="00DA00F5">
              <w:rPr>
                <w:rFonts w:ascii="Arial" w:hAnsi="Arial" w:cs="Arial"/>
                <w:bCs/>
                <w:color w:val="000000"/>
                <w:sz w:val="20"/>
              </w:rPr>
              <w:t>Clean</w:t>
            </w:r>
            <w:proofErr w:type="spellEnd"/>
          </w:p>
        </w:tc>
        <w:tc>
          <w:tcPr>
            <w:tcW w:w="1825" w:type="dxa"/>
          </w:tcPr>
          <w:p w14:paraId="554944D6" w14:textId="03FC6ADD"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proofErr w:type="spellStart"/>
            <w:r w:rsidRPr="00DA00F5">
              <w:rPr>
                <w:rFonts w:ascii="Arial" w:hAnsi="Arial" w:cs="Arial"/>
                <w:bCs/>
                <w:color w:val="000000"/>
                <w:sz w:val="20"/>
              </w:rPr>
              <w:t>Pres</w:t>
            </w:r>
            <w:r>
              <w:rPr>
                <w:rFonts w:ascii="Arial" w:hAnsi="Arial" w:cs="Arial"/>
                <w:bCs/>
                <w:color w:val="000000"/>
                <w:sz w:val="20"/>
              </w:rPr>
              <w:t>s</w:t>
            </w:r>
            <w:r w:rsidRPr="00DA00F5">
              <w:rPr>
                <w:rFonts w:ascii="Arial" w:hAnsi="Arial" w:cs="Arial"/>
                <w:bCs/>
                <w:color w:val="000000"/>
                <w:sz w:val="20"/>
              </w:rPr>
              <w:t>Clean</w:t>
            </w:r>
            <w:proofErr w:type="spellEnd"/>
          </w:p>
        </w:tc>
        <w:tc>
          <w:tcPr>
            <w:tcW w:w="2073" w:type="dxa"/>
          </w:tcPr>
          <w:p w14:paraId="1B183EE0" w14:textId="3ABD5BCA"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proofErr w:type="spellStart"/>
            <w:r w:rsidRPr="00DA00F5">
              <w:rPr>
                <w:rFonts w:ascii="Arial" w:hAnsi="Arial" w:cs="Arial"/>
                <w:bCs/>
                <w:color w:val="000000"/>
                <w:sz w:val="20"/>
              </w:rPr>
              <w:t>Pres</w:t>
            </w:r>
            <w:r>
              <w:rPr>
                <w:rFonts w:ascii="Arial" w:hAnsi="Arial" w:cs="Arial"/>
                <w:bCs/>
                <w:color w:val="000000"/>
                <w:sz w:val="20"/>
              </w:rPr>
              <w:t>s</w:t>
            </w:r>
            <w:r w:rsidRPr="00DA00F5">
              <w:rPr>
                <w:rFonts w:ascii="Arial" w:hAnsi="Arial" w:cs="Arial"/>
                <w:bCs/>
                <w:color w:val="000000"/>
                <w:sz w:val="20"/>
              </w:rPr>
              <w:t>Clean</w:t>
            </w:r>
            <w:proofErr w:type="spellEnd"/>
          </w:p>
        </w:tc>
      </w:tr>
      <w:tr w:rsidR="006F05C0" w:rsidRPr="00DA00F5" w14:paraId="70B079D5" w14:textId="0C30E7DA" w:rsidTr="00407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2" w:type="dxa"/>
          </w:tcPr>
          <w:p w14:paraId="191A9FC9" w14:textId="77777777" w:rsidR="006F05C0" w:rsidRPr="00DA00F5" w:rsidRDefault="006F05C0" w:rsidP="006F05C0">
            <w:pPr>
              <w:spacing w:line="276" w:lineRule="auto"/>
              <w:rPr>
                <w:rFonts w:ascii="Arial" w:hAnsi="Arial" w:cs="Arial"/>
                <w:b w:val="0"/>
                <w:bCs w:val="0"/>
                <w:color w:val="000000"/>
                <w:sz w:val="20"/>
              </w:rPr>
            </w:pPr>
            <w:r w:rsidRPr="00DA00F5">
              <w:rPr>
                <w:rFonts w:ascii="Arial" w:hAnsi="Arial" w:cs="Arial"/>
                <w:b w:val="0"/>
                <w:bCs w:val="0"/>
                <w:color w:val="000000"/>
                <w:sz w:val="20"/>
              </w:rPr>
              <w:t>Filterklasse</w:t>
            </w:r>
          </w:p>
        </w:tc>
        <w:tc>
          <w:tcPr>
            <w:tcW w:w="1432" w:type="dxa"/>
          </w:tcPr>
          <w:p w14:paraId="2D70A934" w14:textId="77777777" w:rsidR="006F05C0" w:rsidRPr="00DA00F5"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DA00F5">
              <w:rPr>
                <w:rFonts w:ascii="Arial" w:hAnsi="Arial" w:cs="Arial"/>
                <w:bCs/>
                <w:color w:val="000000"/>
                <w:sz w:val="20"/>
              </w:rPr>
              <w:t>L</w:t>
            </w:r>
          </w:p>
        </w:tc>
        <w:tc>
          <w:tcPr>
            <w:tcW w:w="1447" w:type="dxa"/>
          </w:tcPr>
          <w:p w14:paraId="5617F8CB" w14:textId="35604AF5" w:rsidR="006F05C0" w:rsidRPr="00DA00F5"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L</w:t>
            </w:r>
          </w:p>
        </w:tc>
        <w:tc>
          <w:tcPr>
            <w:tcW w:w="1489" w:type="dxa"/>
          </w:tcPr>
          <w:p w14:paraId="59C816C1" w14:textId="4A2873AB" w:rsidR="006F05C0" w:rsidRPr="00DA00F5"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L</w:t>
            </w:r>
          </w:p>
        </w:tc>
        <w:tc>
          <w:tcPr>
            <w:tcW w:w="1825" w:type="dxa"/>
          </w:tcPr>
          <w:p w14:paraId="724703D0" w14:textId="0CEA38B9" w:rsidR="006F05C0" w:rsidRPr="00DA00F5"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M</w:t>
            </w:r>
          </w:p>
        </w:tc>
        <w:tc>
          <w:tcPr>
            <w:tcW w:w="2073" w:type="dxa"/>
          </w:tcPr>
          <w:p w14:paraId="4B3B4CD1" w14:textId="108EBD45" w:rsidR="006F05C0" w:rsidRPr="00DA00F5"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H</w:t>
            </w:r>
          </w:p>
        </w:tc>
      </w:tr>
      <w:tr w:rsidR="006F05C0" w:rsidRPr="00DA00F5" w14:paraId="54DBA429" w14:textId="3CFED7BA" w:rsidTr="00407C9D">
        <w:tc>
          <w:tcPr>
            <w:cnfStyle w:val="001000000000" w:firstRow="0" w:lastRow="0" w:firstColumn="1" w:lastColumn="0" w:oddVBand="0" w:evenVBand="0" w:oddHBand="0" w:evenHBand="0" w:firstRowFirstColumn="0" w:firstRowLastColumn="0" w:lastRowFirstColumn="0" w:lastRowLastColumn="0"/>
            <w:tcW w:w="1652" w:type="dxa"/>
          </w:tcPr>
          <w:p w14:paraId="3D3EC469" w14:textId="77777777" w:rsidR="006F05C0" w:rsidRPr="009C3107" w:rsidRDefault="006F05C0" w:rsidP="006F05C0">
            <w:pPr>
              <w:spacing w:line="276" w:lineRule="auto"/>
              <w:rPr>
                <w:rFonts w:ascii="Arial" w:hAnsi="Arial" w:cs="Arial"/>
                <w:b w:val="0"/>
                <w:bCs w:val="0"/>
                <w:color w:val="000000"/>
                <w:sz w:val="20"/>
              </w:rPr>
            </w:pPr>
            <w:r w:rsidRPr="009C3107">
              <w:rPr>
                <w:rFonts w:ascii="Arial" w:hAnsi="Arial" w:cs="Arial"/>
                <w:b w:val="0"/>
                <w:bCs w:val="0"/>
                <w:color w:val="000000"/>
                <w:sz w:val="20"/>
              </w:rPr>
              <w:t>Behältervolumen</w:t>
            </w:r>
          </w:p>
        </w:tc>
        <w:tc>
          <w:tcPr>
            <w:tcW w:w="1432" w:type="dxa"/>
          </w:tcPr>
          <w:p w14:paraId="2C01B681" w14:textId="4A5CFC60"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20 l  </w:t>
            </w:r>
          </w:p>
        </w:tc>
        <w:tc>
          <w:tcPr>
            <w:tcW w:w="1447" w:type="dxa"/>
          </w:tcPr>
          <w:p w14:paraId="58C33BD8" w14:textId="2171FD32"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20 l  </w:t>
            </w:r>
          </w:p>
        </w:tc>
        <w:tc>
          <w:tcPr>
            <w:tcW w:w="1489" w:type="dxa"/>
          </w:tcPr>
          <w:p w14:paraId="4F8B3B70" w14:textId="5162251F"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30 l  </w:t>
            </w:r>
          </w:p>
        </w:tc>
        <w:tc>
          <w:tcPr>
            <w:tcW w:w="1825" w:type="dxa"/>
          </w:tcPr>
          <w:p w14:paraId="68575B93" w14:textId="70673975"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30 l  </w:t>
            </w:r>
          </w:p>
        </w:tc>
        <w:tc>
          <w:tcPr>
            <w:tcW w:w="2073" w:type="dxa"/>
          </w:tcPr>
          <w:p w14:paraId="17A6C055" w14:textId="12292694" w:rsidR="006F05C0" w:rsidRPr="00DA00F5" w:rsidRDefault="006F05C0"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30 l  </w:t>
            </w:r>
          </w:p>
        </w:tc>
      </w:tr>
      <w:tr w:rsidR="006F05C0" w:rsidRPr="00DA00F5" w14:paraId="13D8BAC1" w14:textId="77777777" w:rsidTr="00407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2" w:type="dxa"/>
          </w:tcPr>
          <w:p w14:paraId="52DC8F1E" w14:textId="3398F245" w:rsidR="006F05C0" w:rsidRPr="009C3107" w:rsidRDefault="006F05C0" w:rsidP="006F05C0">
            <w:pPr>
              <w:spacing w:line="276" w:lineRule="auto"/>
              <w:rPr>
                <w:rFonts w:ascii="Arial" w:hAnsi="Arial" w:cs="Arial"/>
                <w:color w:val="000000"/>
                <w:sz w:val="20"/>
              </w:rPr>
            </w:pPr>
            <w:r w:rsidRPr="00591910">
              <w:rPr>
                <w:rFonts w:ascii="Arial" w:hAnsi="Arial" w:cs="Arial"/>
                <w:b w:val="0"/>
                <w:bCs w:val="0"/>
                <w:color w:val="000000"/>
                <w:sz w:val="20"/>
              </w:rPr>
              <w:t>Gewicht</w:t>
            </w:r>
          </w:p>
        </w:tc>
        <w:tc>
          <w:tcPr>
            <w:tcW w:w="1432" w:type="dxa"/>
          </w:tcPr>
          <w:p w14:paraId="726B5AB9" w14:textId="050E9C62" w:rsidR="006F05C0" w:rsidRPr="002C3E74" w:rsidRDefault="00015EC6"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rPr>
              <w:t>9,4 kg</w:t>
            </w:r>
          </w:p>
        </w:tc>
        <w:tc>
          <w:tcPr>
            <w:tcW w:w="1447" w:type="dxa"/>
          </w:tcPr>
          <w:p w14:paraId="1B846079" w14:textId="6520EF8D" w:rsidR="006F05C0" w:rsidRPr="002C3E74" w:rsidRDefault="00015EC6"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rPr>
              <w:t>10,0 kg</w:t>
            </w:r>
          </w:p>
        </w:tc>
        <w:tc>
          <w:tcPr>
            <w:tcW w:w="1489" w:type="dxa"/>
          </w:tcPr>
          <w:p w14:paraId="4075BFC6" w14:textId="01AA2105" w:rsidR="006F05C0" w:rsidRPr="002C3E74"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rPr>
              <w:t>10,8 kg</w:t>
            </w:r>
          </w:p>
        </w:tc>
        <w:tc>
          <w:tcPr>
            <w:tcW w:w="1825" w:type="dxa"/>
          </w:tcPr>
          <w:p w14:paraId="004AE327" w14:textId="5B0FD7AD" w:rsidR="006F05C0" w:rsidRPr="002C3E74"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rPr>
              <w:t>10,8 kg</w:t>
            </w:r>
          </w:p>
        </w:tc>
        <w:tc>
          <w:tcPr>
            <w:tcW w:w="2073" w:type="dxa"/>
          </w:tcPr>
          <w:p w14:paraId="53F908F0" w14:textId="37DD12B2" w:rsidR="006F05C0" w:rsidRPr="002C3E74" w:rsidRDefault="006F05C0"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rPr>
              <w:t xml:space="preserve">10,8 kg </w:t>
            </w:r>
          </w:p>
        </w:tc>
      </w:tr>
      <w:tr w:rsidR="006F05C0" w:rsidRPr="00DA00F5" w14:paraId="5D92F199" w14:textId="2D087363" w:rsidTr="00407C9D">
        <w:tc>
          <w:tcPr>
            <w:cnfStyle w:val="001000000000" w:firstRow="0" w:lastRow="0" w:firstColumn="1" w:lastColumn="0" w:oddVBand="0" w:evenVBand="0" w:oddHBand="0" w:evenHBand="0" w:firstRowFirstColumn="0" w:firstRowLastColumn="0" w:lastRowFirstColumn="0" w:lastRowLastColumn="0"/>
            <w:tcW w:w="1652" w:type="dxa"/>
          </w:tcPr>
          <w:p w14:paraId="217EE313" w14:textId="7D81F412" w:rsidR="006F05C0" w:rsidRPr="00591910" w:rsidRDefault="00627A62" w:rsidP="006F05C0">
            <w:pPr>
              <w:spacing w:line="276" w:lineRule="auto"/>
              <w:rPr>
                <w:rFonts w:ascii="Arial" w:hAnsi="Arial" w:cs="Arial"/>
                <w:b w:val="0"/>
                <w:bCs w:val="0"/>
                <w:color w:val="000000"/>
                <w:sz w:val="20"/>
              </w:rPr>
            </w:pPr>
            <w:r>
              <w:rPr>
                <w:rFonts w:ascii="Arial" w:hAnsi="Arial" w:cs="Arial"/>
                <w:b w:val="0"/>
                <w:bCs w:val="0"/>
                <w:color w:val="000000"/>
                <w:sz w:val="20"/>
              </w:rPr>
              <w:t>Schlauchlänge</w:t>
            </w:r>
          </w:p>
        </w:tc>
        <w:tc>
          <w:tcPr>
            <w:tcW w:w="1432" w:type="dxa"/>
          </w:tcPr>
          <w:p w14:paraId="1BDA087A" w14:textId="77ED87BD" w:rsidR="006F05C0"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C3E74">
              <w:rPr>
                <w:rFonts w:ascii="Arial" w:hAnsi="Arial" w:cs="Arial"/>
                <w:bCs/>
                <w:sz w:val="20"/>
              </w:rPr>
              <w:t xml:space="preserve">1,75 m </w:t>
            </w:r>
          </w:p>
        </w:tc>
        <w:tc>
          <w:tcPr>
            <w:tcW w:w="1447" w:type="dxa"/>
          </w:tcPr>
          <w:p w14:paraId="1683E91E" w14:textId="76EF2E82" w:rsidR="006F05C0"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C3E74">
              <w:rPr>
                <w:rFonts w:ascii="Arial" w:hAnsi="Arial" w:cs="Arial"/>
                <w:bCs/>
                <w:sz w:val="20"/>
              </w:rPr>
              <w:t xml:space="preserve">3,2 m </w:t>
            </w:r>
          </w:p>
        </w:tc>
        <w:tc>
          <w:tcPr>
            <w:tcW w:w="1489" w:type="dxa"/>
          </w:tcPr>
          <w:p w14:paraId="4C3C3D7C" w14:textId="190ECA5C" w:rsidR="006F05C0"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C3E74">
              <w:rPr>
                <w:rFonts w:ascii="Arial" w:hAnsi="Arial" w:cs="Arial"/>
                <w:bCs/>
                <w:sz w:val="20"/>
              </w:rPr>
              <w:t>3,2 m</w:t>
            </w:r>
          </w:p>
        </w:tc>
        <w:tc>
          <w:tcPr>
            <w:tcW w:w="1825" w:type="dxa"/>
          </w:tcPr>
          <w:p w14:paraId="136D26F4" w14:textId="41D94EF4" w:rsidR="006F05C0"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C3E74">
              <w:rPr>
                <w:rFonts w:ascii="Arial" w:hAnsi="Arial" w:cs="Arial"/>
                <w:bCs/>
                <w:sz w:val="20"/>
              </w:rPr>
              <w:t xml:space="preserve">4,0 m </w:t>
            </w:r>
          </w:p>
        </w:tc>
        <w:tc>
          <w:tcPr>
            <w:tcW w:w="2073" w:type="dxa"/>
          </w:tcPr>
          <w:p w14:paraId="383F6067" w14:textId="084E272D" w:rsidR="006F05C0"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rPr>
            </w:pPr>
            <w:r w:rsidRPr="002C3E74">
              <w:rPr>
                <w:rFonts w:ascii="Arial" w:hAnsi="Arial" w:cs="Arial"/>
                <w:bCs/>
                <w:sz w:val="20"/>
              </w:rPr>
              <w:t xml:space="preserve">4,0 m </w:t>
            </w:r>
          </w:p>
        </w:tc>
      </w:tr>
      <w:tr w:rsidR="00627A62" w:rsidRPr="00DA00F5" w14:paraId="3D0D70F0" w14:textId="77777777" w:rsidTr="00407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2" w:type="dxa"/>
          </w:tcPr>
          <w:p w14:paraId="6A70A6DE" w14:textId="448C39E1" w:rsidR="00627A62" w:rsidRDefault="00627A62" w:rsidP="006F05C0">
            <w:pPr>
              <w:spacing w:line="276" w:lineRule="auto"/>
              <w:rPr>
                <w:rFonts w:ascii="Arial" w:hAnsi="Arial" w:cs="Arial"/>
                <w:b w:val="0"/>
                <w:bCs w:val="0"/>
                <w:color w:val="000000"/>
                <w:sz w:val="20"/>
              </w:rPr>
            </w:pPr>
            <w:r>
              <w:rPr>
                <w:rFonts w:ascii="Arial" w:hAnsi="Arial" w:cs="Arial"/>
                <w:b w:val="0"/>
                <w:bCs w:val="0"/>
                <w:color w:val="000000"/>
                <w:sz w:val="20"/>
              </w:rPr>
              <w:t>Schlauchdurchmesser</w:t>
            </w:r>
          </w:p>
        </w:tc>
        <w:tc>
          <w:tcPr>
            <w:tcW w:w="1432" w:type="dxa"/>
          </w:tcPr>
          <w:p w14:paraId="7EBE8CA1" w14:textId="4109CCBC" w:rsidR="00627A62" w:rsidRPr="002C3E74" w:rsidRDefault="00627A62"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lang w:val="en-US"/>
              </w:rPr>
              <w:t>Ø 32 mm</w:t>
            </w:r>
          </w:p>
        </w:tc>
        <w:tc>
          <w:tcPr>
            <w:tcW w:w="1447" w:type="dxa"/>
          </w:tcPr>
          <w:p w14:paraId="6F25FD10" w14:textId="3000218A" w:rsidR="00627A62" w:rsidRPr="002C3E74" w:rsidRDefault="00627A62"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lang w:val="en-US"/>
              </w:rPr>
              <w:t>Ø 32 mm</w:t>
            </w:r>
          </w:p>
        </w:tc>
        <w:tc>
          <w:tcPr>
            <w:tcW w:w="1489" w:type="dxa"/>
          </w:tcPr>
          <w:p w14:paraId="1F6A4354" w14:textId="10136B6D" w:rsidR="00627A62" w:rsidRPr="002C3E74" w:rsidRDefault="00627A62"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lang w:val="en-US"/>
              </w:rPr>
              <w:t>Ø 32 mm</w:t>
            </w:r>
          </w:p>
        </w:tc>
        <w:tc>
          <w:tcPr>
            <w:tcW w:w="1825" w:type="dxa"/>
          </w:tcPr>
          <w:p w14:paraId="4AA5B260" w14:textId="540CE23A" w:rsidR="00627A62" w:rsidRPr="002C3E74" w:rsidRDefault="00627A62"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lang w:val="en-US"/>
              </w:rPr>
              <w:t>Ø 32 mm</w:t>
            </w:r>
          </w:p>
        </w:tc>
        <w:tc>
          <w:tcPr>
            <w:tcW w:w="2073" w:type="dxa"/>
          </w:tcPr>
          <w:p w14:paraId="51B8E3F1" w14:textId="0D4FBCAA" w:rsidR="00627A62" w:rsidRPr="002C3E74" w:rsidRDefault="00627A62" w:rsidP="006F05C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0"/>
              </w:rPr>
            </w:pPr>
            <w:r w:rsidRPr="002C3E74">
              <w:rPr>
                <w:rFonts w:ascii="Arial" w:hAnsi="Arial" w:cs="Arial"/>
                <w:bCs/>
                <w:sz w:val="20"/>
                <w:lang w:val="en-US"/>
              </w:rPr>
              <w:t>Ø 32 mm</w:t>
            </w:r>
          </w:p>
        </w:tc>
      </w:tr>
      <w:tr w:rsidR="00627A62" w:rsidRPr="00DA00F5" w14:paraId="382EFB0F" w14:textId="77777777" w:rsidTr="00407C9D">
        <w:tc>
          <w:tcPr>
            <w:cnfStyle w:val="001000000000" w:firstRow="0" w:lastRow="0" w:firstColumn="1" w:lastColumn="0" w:oddVBand="0" w:evenVBand="0" w:oddHBand="0" w:evenHBand="0" w:firstRowFirstColumn="0" w:firstRowLastColumn="0" w:lastRowFirstColumn="0" w:lastRowLastColumn="0"/>
            <w:tcW w:w="1652" w:type="dxa"/>
          </w:tcPr>
          <w:p w14:paraId="3D45BC25" w14:textId="73E4ED55" w:rsidR="00627A62" w:rsidRDefault="00627A62" w:rsidP="006F05C0">
            <w:pPr>
              <w:spacing w:line="276" w:lineRule="auto"/>
              <w:rPr>
                <w:rFonts w:ascii="Arial" w:hAnsi="Arial" w:cs="Arial"/>
                <w:b w:val="0"/>
                <w:bCs w:val="0"/>
                <w:color w:val="000000"/>
                <w:sz w:val="20"/>
              </w:rPr>
            </w:pPr>
            <w:r>
              <w:rPr>
                <w:rFonts w:ascii="Arial" w:hAnsi="Arial" w:cs="Arial"/>
                <w:b w:val="0"/>
                <w:bCs w:val="0"/>
                <w:color w:val="000000"/>
                <w:sz w:val="20"/>
              </w:rPr>
              <w:t xml:space="preserve">Kabellänge </w:t>
            </w:r>
          </w:p>
        </w:tc>
        <w:tc>
          <w:tcPr>
            <w:tcW w:w="1432" w:type="dxa"/>
          </w:tcPr>
          <w:p w14:paraId="374FA0F2" w14:textId="54B99961" w:rsidR="00627A62"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lang w:val="en-US"/>
              </w:rPr>
            </w:pPr>
            <w:r w:rsidRPr="002C3E74">
              <w:rPr>
                <w:rFonts w:ascii="Arial" w:hAnsi="Arial" w:cs="Arial"/>
                <w:bCs/>
                <w:sz w:val="20"/>
                <w:lang w:val="en-US"/>
              </w:rPr>
              <w:t>5</w:t>
            </w:r>
            <w:r w:rsidR="00015EC6" w:rsidRPr="002C3E74">
              <w:rPr>
                <w:rFonts w:ascii="Arial" w:hAnsi="Arial" w:cs="Arial"/>
                <w:bCs/>
                <w:sz w:val="20"/>
                <w:lang w:val="en-US"/>
              </w:rPr>
              <w:t>,5</w:t>
            </w:r>
            <w:r w:rsidRPr="002C3E74">
              <w:rPr>
                <w:rFonts w:ascii="Arial" w:hAnsi="Arial" w:cs="Arial"/>
                <w:bCs/>
                <w:sz w:val="20"/>
                <w:lang w:val="en-US"/>
              </w:rPr>
              <w:t xml:space="preserve"> m </w:t>
            </w:r>
          </w:p>
        </w:tc>
        <w:tc>
          <w:tcPr>
            <w:tcW w:w="1447" w:type="dxa"/>
          </w:tcPr>
          <w:p w14:paraId="04DE4506" w14:textId="4EB2F08C" w:rsidR="00627A62"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lang w:val="en-US"/>
              </w:rPr>
            </w:pPr>
            <w:r w:rsidRPr="002C3E74">
              <w:rPr>
                <w:rFonts w:ascii="Arial" w:hAnsi="Arial" w:cs="Arial"/>
                <w:bCs/>
                <w:sz w:val="20"/>
                <w:lang w:val="en-US"/>
              </w:rPr>
              <w:t>5</w:t>
            </w:r>
            <w:r w:rsidR="00015EC6" w:rsidRPr="002C3E74">
              <w:rPr>
                <w:rFonts w:ascii="Arial" w:hAnsi="Arial" w:cs="Arial"/>
                <w:bCs/>
                <w:sz w:val="20"/>
                <w:lang w:val="en-US"/>
              </w:rPr>
              <w:t>,5</w:t>
            </w:r>
            <w:r w:rsidRPr="002C3E74">
              <w:rPr>
                <w:rFonts w:ascii="Arial" w:hAnsi="Arial" w:cs="Arial"/>
                <w:bCs/>
                <w:sz w:val="20"/>
                <w:lang w:val="en-US"/>
              </w:rPr>
              <w:t xml:space="preserve"> m </w:t>
            </w:r>
          </w:p>
        </w:tc>
        <w:tc>
          <w:tcPr>
            <w:tcW w:w="1489" w:type="dxa"/>
          </w:tcPr>
          <w:p w14:paraId="5E0ABA3D" w14:textId="27276655" w:rsidR="00627A62"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lang w:val="en-US"/>
              </w:rPr>
            </w:pPr>
            <w:r w:rsidRPr="002C3E74">
              <w:rPr>
                <w:rFonts w:ascii="Arial" w:hAnsi="Arial" w:cs="Arial"/>
                <w:bCs/>
                <w:sz w:val="20"/>
                <w:lang w:val="en-US"/>
              </w:rPr>
              <w:t xml:space="preserve">5,5 m </w:t>
            </w:r>
          </w:p>
        </w:tc>
        <w:tc>
          <w:tcPr>
            <w:tcW w:w="1825" w:type="dxa"/>
          </w:tcPr>
          <w:p w14:paraId="5C97A5CD" w14:textId="2C3D22E6" w:rsidR="00627A62"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lang w:val="en-US"/>
              </w:rPr>
            </w:pPr>
            <w:r w:rsidRPr="002C3E74">
              <w:rPr>
                <w:rFonts w:ascii="Arial" w:hAnsi="Arial" w:cs="Arial"/>
                <w:bCs/>
                <w:sz w:val="20"/>
                <w:lang w:val="en-US"/>
              </w:rPr>
              <w:t xml:space="preserve">8 m </w:t>
            </w:r>
          </w:p>
        </w:tc>
        <w:tc>
          <w:tcPr>
            <w:tcW w:w="2073" w:type="dxa"/>
          </w:tcPr>
          <w:p w14:paraId="40C09C0A" w14:textId="0423FAF4" w:rsidR="00627A62" w:rsidRPr="002C3E74" w:rsidRDefault="00627A62" w:rsidP="006F05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lang w:val="en-US"/>
              </w:rPr>
            </w:pPr>
            <w:r w:rsidRPr="002C3E74">
              <w:rPr>
                <w:rFonts w:ascii="Arial" w:hAnsi="Arial" w:cs="Arial"/>
                <w:bCs/>
                <w:sz w:val="20"/>
                <w:lang w:val="en-US"/>
              </w:rPr>
              <w:t xml:space="preserve">8 m </w:t>
            </w:r>
          </w:p>
        </w:tc>
      </w:tr>
    </w:tbl>
    <w:p w14:paraId="2DA6014F" w14:textId="77777777" w:rsidR="008C529B" w:rsidRPr="00C1452A" w:rsidRDefault="008C529B" w:rsidP="00664746">
      <w:pPr>
        <w:spacing w:line="360" w:lineRule="auto"/>
        <w:jc w:val="both"/>
        <w:rPr>
          <w:rFonts w:ascii="Arial" w:hAnsi="Arial" w:cs="Arial"/>
          <w:bCs/>
          <w:color w:val="000000"/>
          <w:sz w:val="20"/>
        </w:rPr>
      </w:pPr>
    </w:p>
    <w:p w14:paraId="4F33F4F1" w14:textId="77777777" w:rsidR="00865C5E" w:rsidRPr="00C1452A" w:rsidRDefault="00865C5E" w:rsidP="00664746">
      <w:pPr>
        <w:spacing w:line="360" w:lineRule="auto"/>
        <w:jc w:val="center"/>
        <w:rPr>
          <w:rFonts w:ascii="Arial" w:hAnsi="Arial"/>
          <w:sz w:val="20"/>
        </w:rPr>
      </w:pPr>
      <w:r w:rsidRPr="00C1452A">
        <w:rPr>
          <w:rFonts w:ascii="Arial" w:hAnsi="Arial"/>
          <w:sz w:val="20"/>
        </w:rPr>
        <w:t>* * *</w:t>
      </w:r>
    </w:p>
    <w:p w14:paraId="11DAB5D2" w14:textId="12AE1E11" w:rsidR="00FF791B" w:rsidRPr="0057446B" w:rsidRDefault="00134105" w:rsidP="0057446B">
      <w:pPr>
        <w:spacing w:line="360" w:lineRule="auto"/>
        <w:jc w:val="center"/>
        <w:rPr>
          <w:rFonts w:ascii="Arial" w:eastAsia="Times New Roman" w:hAnsi="Arial" w:cs="Arial"/>
          <w:sz w:val="20"/>
        </w:rPr>
      </w:pPr>
      <w:r w:rsidRPr="00C1452A">
        <w:rPr>
          <w:rFonts w:ascii="Arial" w:hAnsi="Arial"/>
          <w:sz w:val="20"/>
        </w:rPr>
        <w:t>Diese Presseinformation samt Bildern finden Sie auch im Internet unter</w:t>
      </w:r>
      <w:r w:rsidR="009F0629" w:rsidRPr="00C1452A">
        <w:rPr>
          <w:rFonts w:ascii="Arial" w:hAnsi="Arial"/>
          <w:sz w:val="20"/>
        </w:rPr>
        <w:t xml:space="preserve">  </w:t>
      </w:r>
      <w:hyperlink r:id="rId8" w:history="1">
        <w:r w:rsidR="009F0629" w:rsidRPr="00C1452A">
          <w:rPr>
            <w:rStyle w:val="Hyperlink"/>
            <w:rFonts w:ascii="Arial" w:eastAsia="Times New Roman" w:hAnsi="Arial" w:cs="Arial"/>
            <w:sz w:val="20"/>
          </w:rPr>
          <w:t>www.metabo.com/de/de/info/aktuell/presse</w:t>
        </w:r>
      </w:hyperlink>
      <w:r w:rsidR="009F0629" w:rsidRPr="00C1452A">
        <w:rPr>
          <w:rFonts w:ascii="Arial" w:hAnsi="Arial"/>
          <w:sz w:val="20"/>
        </w:rPr>
        <w:t xml:space="preserve"> und</w:t>
      </w:r>
      <w:r w:rsidR="009F0629" w:rsidRPr="00C1452A">
        <w:rPr>
          <w:rFonts w:ascii="Arial" w:eastAsia="Times New Roman" w:hAnsi="Arial" w:cs="Arial"/>
          <w:sz w:val="20"/>
        </w:rPr>
        <w:t xml:space="preserve"> </w:t>
      </w:r>
      <w:r w:rsidR="009F0629" w:rsidRPr="00C1452A">
        <w:rPr>
          <w:rFonts w:ascii="Arial" w:eastAsia="Times New Roman" w:hAnsi="Arial" w:cs="Arial"/>
          <w:sz w:val="20"/>
        </w:rPr>
        <w:br/>
      </w:r>
      <w:hyperlink r:id="rId9" w:history="1">
        <w:r w:rsidR="00EF4D3E" w:rsidRPr="00C1452A">
          <w:rPr>
            <w:rStyle w:val="Hyperlink"/>
            <w:rFonts w:ascii="Arial" w:hAnsi="Arial"/>
            <w:sz w:val="20"/>
          </w:rPr>
          <w:t>www.cc-stuttgart.de/presseportal</w:t>
        </w:r>
      </w:hyperlink>
      <w:r w:rsidR="00EF4D3E" w:rsidRPr="00C1452A">
        <w:rPr>
          <w:rFonts w:ascii="Arial" w:hAnsi="Arial" w:cs="Arial"/>
          <w:color w:val="000000"/>
          <w:sz w:val="20"/>
        </w:rPr>
        <w:t xml:space="preserve"> </w:t>
      </w:r>
    </w:p>
    <w:p w14:paraId="390839B2" w14:textId="77777777" w:rsidR="00A73178" w:rsidRDefault="00A73178" w:rsidP="00183169">
      <w:pPr>
        <w:tabs>
          <w:tab w:val="right" w:pos="6379"/>
        </w:tabs>
        <w:rPr>
          <w:rFonts w:ascii="Arial" w:hAnsi="Arial"/>
          <w:sz w:val="20"/>
        </w:rPr>
      </w:pPr>
      <w:r>
        <w:rPr>
          <w:noProof/>
        </w:rPr>
        <w:lastRenderedPageBreak/>
        <w:drawing>
          <wp:inline distT="0" distB="0" distL="0" distR="0" wp14:anchorId="0C1DB108" wp14:editId="25BC53E0">
            <wp:extent cx="4519295" cy="3013710"/>
            <wp:effectExtent l="0" t="0" r="0" b="0"/>
            <wp:docPr id="915786426" name="Grafik 1" descr="Ein Bild, das Stilllebenfotografie, Softdrink, Im Hau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786426" name="Grafik 1" descr="Ein Bild, das Stilllebenfotografie, Softdrink, Im Haus, Lich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19295" cy="3013710"/>
                    </a:xfrm>
                    <a:prstGeom prst="rect">
                      <a:avLst/>
                    </a:prstGeom>
                  </pic:spPr>
                </pic:pic>
              </a:graphicData>
            </a:graphic>
          </wp:inline>
        </w:drawing>
      </w:r>
    </w:p>
    <w:p w14:paraId="1139B8D5" w14:textId="6CA4914F" w:rsidR="00ED5E93" w:rsidRPr="00A73178" w:rsidRDefault="00183169" w:rsidP="00183169">
      <w:pPr>
        <w:tabs>
          <w:tab w:val="right" w:pos="6379"/>
        </w:tabs>
        <w:rPr>
          <w:rFonts w:ascii="Arial" w:hAnsi="Arial"/>
          <w:sz w:val="20"/>
        </w:rPr>
      </w:pPr>
      <w:r w:rsidRPr="00183169">
        <w:rPr>
          <w:rFonts w:ascii="Arial" w:hAnsi="Arial" w:cs="Arial"/>
          <w:sz w:val="20"/>
        </w:rPr>
        <w:t xml:space="preserve">Metabo ergänzt seine Allersauger-Range um fünf neue </w:t>
      </w:r>
      <w:proofErr w:type="spellStart"/>
      <w:r w:rsidR="002C3E74">
        <w:rPr>
          <w:rFonts w:ascii="Arial" w:hAnsi="Arial" w:cs="Arial"/>
          <w:sz w:val="20"/>
        </w:rPr>
        <w:t>Alles</w:t>
      </w:r>
      <w:r w:rsidR="00003094">
        <w:rPr>
          <w:rFonts w:ascii="Arial" w:hAnsi="Arial" w:cs="Arial"/>
          <w:sz w:val="20"/>
        </w:rPr>
        <w:t>s</w:t>
      </w:r>
      <w:r w:rsidRPr="00183169">
        <w:rPr>
          <w:rFonts w:ascii="Arial" w:hAnsi="Arial" w:cs="Arial"/>
          <w:sz w:val="20"/>
        </w:rPr>
        <w:t>auger</w:t>
      </w:r>
      <w:proofErr w:type="spellEnd"/>
      <w:r w:rsidRPr="00183169">
        <w:rPr>
          <w:rFonts w:ascii="Arial" w:hAnsi="Arial" w:cs="Arial"/>
          <w:sz w:val="20"/>
        </w:rPr>
        <w:t xml:space="preserve"> der Staubklassen L, M und H.</w:t>
      </w:r>
      <w:r w:rsidR="00E80B29" w:rsidRPr="00183169">
        <w:rPr>
          <w:rFonts w:ascii="Arial" w:hAnsi="Arial" w:cs="Arial"/>
          <w:sz w:val="20"/>
        </w:rPr>
        <w:t xml:space="preserve"> </w:t>
      </w:r>
      <w:r w:rsidR="00AD704E" w:rsidRPr="00183169">
        <w:rPr>
          <w:rStyle w:val="Fett"/>
        </w:rPr>
        <w:t>Foto</w:t>
      </w:r>
      <w:r w:rsidR="00ED5E93" w:rsidRPr="00183169">
        <w:rPr>
          <w:rStyle w:val="Fett"/>
        </w:rPr>
        <w:t>: Metabo</w:t>
      </w:r>
    </w:p>
    <w:p w14:paraId="1841A396" w14:textId="119A562A" w:rsidR="00362AF6" w:rsidRDefault="00362AF6" w:rsidP="00291E34">
      <w:pPr>
        <w:tabs>
          <w:tab w:val="right" w:pos="6379"/>
        </w:tabs>
        <w:spacing w:line="360" w:lineRule="auto"/>
        <w:rPr>
          <w:noProof/>
        </w:rPr>
      </w:pPr>
    </w:p>
    <w:p w14:paraId="7795CCD0" w14:textId="6F30586D" w:rsidR="00C84050" w:rsidRDefault="00AD4CE8" w:rsidP="00291E34">
      <w:pPr>
        <w:tabs>
          <w:tab w:val="right" w:pos="6379"/>
        </w:tabs>
        <w:spacing w:line="360" w:lineRule="auto"/>
        <w:rPr>
          <w:noProof/>
        </w:rPr>
      </w:pPr>
      <w:r>
        <w:rPr>
          <w:noProof/>
        </w:rPr>
        <w:drawing>
          <wp:inline distT="0" distB="0" distL="0" distR="0" wp14:anchorId="33086412" wp14:editId="2126F922">
            <wp:extent cx="4519295" cy="3359785"/>
            <wp:effectExtent l="0" t="0" r="0" b="0"/>
            <wp:docPr id="209347494" name="Grafik 5" descr="Ein Bild, das Rüssel Kofferraum, Au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47494" name="Grafik 5" descr="Ein Bild, das Rüssel Kofferraum, Auto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9295" cy="3359785"/>
                    </a:xfrm>
                    <a:prstGeom prst="rect">
                      <a:avLst/>
                    </a:prstGeom>
                    <a:noFill/>
                    <a:ln>
                      <a:noFill/>
                    </a:ln>
                  </pic:spPr>
                </pic:pic>
              </a:graphicData>
            </a:graphic>
          </wp:inline>
        </w:drawing>
      </w:r>
    </w:p>
    <w:p w14:paraId="0CA2AFAB" w14:textId="0B9A2C5F" w:rsidR="001A3DFD" w:rsidRPr="004B6704" w:rsidRDefault="00CB4D29" w:rsidP="004B6704">
      <w:pPr>
        <w:jc w:val="both"/>
        <w:rPr>
          <w:rStyle w:val="Fett"/>
          <w:rFonts w:cs="Times New Roman"/>
          <w:b w:val="0"/>
          <w:color w:val="000000" w:themeColor="text1"/>
        </w:rPr>
      </w:pPr>
      <w:r w:rsidRPr="00CB4D29">
        <w:rPr>
          <w:rFonts w:ascii="Arial" w:hAnsi="Arial"/>
          <w:sz w:val="20"/>
        </w:rPr>
        <w:t>Saubere Sache</w:t>
      </w:r>
      <w:r w:rsidR="004B6704">
        <w:rPr>
          <w:rFonts w:ascii="Arial" w:hAnsi="Arial"/>
          <w:sz w:val="20"/>
        </w:rPr>
        <w:t xml:space="preserve">: </w:t>
      </w:r>
      <w:r w:rsidR="00AD4CE8" w:rsidRPr="00197407">
        <w:rPr>
          <w:rFonts w:ascii="Arial" w:hAnsi="Arial"/>
          <w:bCs/>
          <w:color w:val="000000" w:themeColor="text1"/>
          <w:sz w:val="20"/>
        </w:rPr>
        <w:t xml:space="preserve">Alle </w:t>
      </w:r>
      <w:r w:rsidR="00AD4CE8" w:rsidRPr="00197407">
        <w:rPr>
          <w:rFonts w:ascii="Arial" w:hAnsi="Arial" w:cs="Arial"/>
          <w:bCs/>
          <w:color w:val="000000" w:themeColor="text1"/>
          <w:sz w:val="20"/>
        </w:rPr>
        <w:t>Nass- und Trockensauger</w:t>
      </w:r>
      <w:r w:rsidR="00AD4CE8" w:rsidRPr="00197407">
        <w:rPr>
          <w:rFonts w:ascii="Arial" w:hAnsi="Arial"/>
          <w:bCs/>
          <w:color w:val="000000" w:themeColor="text1"/>
          <w:sz w:val="20"/>
        </w:rPr>
        <w:t xml:space="preserve"> haben die integrierte </w:t>
      </w:r>
      <w:proofErr w:type="spellStart"/>
      <w:r w:rsidR="00AD4CE8" w:rsidRPr="00197407">
        <w:rPr>
          <w:rFonts w:ascii="Arial" w:hAnsi="Arial"/>
          <w:bCs/>
          <w:color w:val="000000" w:themeColor="text1"/>
          <w:sz w:val="20"/>
        </w:rPr>
        <w:t>PressClean</w:t>
      </w:r>
      <w:proofErr w:type="spellEnd"/>
      <w:r w:rsidR="00AD4CE8" w:rsidRPr="00197407">
        <w:rPr>
          <w:rFonts w:ascii="Arial" w:hAnsi="Arial"/>
          <w:bCs/>
          <w:color w:val="000000" w:themeColor="text1"/>
          <w:sz w:val="20"/>
        </w:rPr>
        <w:t xml:space="preserve"> Filterabreinigung</w:t>
      </w:r>
      <w:r w:rsidR="004B6704">
        <w:rPr>
          <w:rFonts w:ascii="Arial" w:hAnsi="Arial"/>
          <w:bCs/>
          <w:color w:val="000000" w:themeColor="text1"/>
          <w:sz w:val="20"/>
        </w:rPr>
        <w:t xml:space="preserve"> – </w:t>
      </w:r>
      <w:r w:rsidR="00AD4CE8" w:rsidRPr="00197407">
        <w:rPr>
          <w:rFonts w:ascii="Arial" w:hAnsi="Arial"/>
          <w:bCs/>
          <w:color w:val="000000" w:themeColor="text1"/>
          <w:sz w:val="20"/>
        </w:rPr>
        <w:t>Setzt sich der Filter nach längerem Arbeiten mit Staub zu, dann kann dieser ganz einfach auf Knopfdruck gereinigt werden.</w:t>
      </w:r>
      <w:r w:rsidR="00E624E1">
        <w:rPr>
          <w:rFonts w:ascii="Arial" w:hAnsi="Arial"/>
          <w:bCs/>
          <w:color w:val="000000" w:themeColor="text1"/>
          <w:sz w:val="20"/>
        </w:rPr>
        <w:t xml:space="preserve"> </w:t>
      </w:r>
      <w:r w:rsidR="004B6704">
        <w:rPr>
          <w:rFonts w:ascii="Arial" w:hAnsi="Arial"/>
          <w:bCs/>
          <w:color w:val="000000" w:themeColor="text1"/>
          <w:sz w:val="20"/>
        </w:rPr>
        <w:t>Die Gerätesteckdose mit Ein- und Ausschaltautomatik so</w:t>
      </w:r>
      <w:r w:rsidR="002C3E74">
        <w:rPr>
          <w:rFonts w:ascii="Arial" w:hAnsi="Arial"/>
          <w:bCs/>
          <w:color w:val="000000" w:themeColor="text1"/>
          <w:sz w:val="20"/>
        </w:rPr>
        <w:t>rgt</w:t>
      </w:r>
      <w:r w:rsidR="004B6704">
        <w:rPr>
          <w:rFonts w:ascii="Arial" w:hAnsi="Arial"/>
          <w:bCs/>
          <w:color w:val="000000" w:themeColor="text1"/>
          <w:sz w:val="20"/>
        </w:rPr>
        <w:t xml:space="preserve"> dafür, dass </w:t>
      </w:r>
      <w:r w:rsidR="002C3E74">
        <w:rPr>
          <w:rFonts w:ascii="Arial" w:hAnsi="Arial"/>
          <w:bCs/>
          <w:color w:val="000000" w:themeColor="text1"/>
          <w:sz w:val="20"/>
        </w:rPr>
        <w:t>d</w:t>
      </w:r>
      <w:r w:rsidR="002C3E74" w:rsidRPr="002C3E74">
        <w:rPr>
          <w:rFonts w:ascii="Arial" w:hAnsi="Arial"/>
          <w:bCs/>
          <w:color w:val="000000" w:themeColor="text1"/>
          <w:sz w:val="20"/>
        </w:rPr>
        <w:t>er Staubsauger beim Betätigen des angeschlossenen Elektrowerkzeugs automatisch einschaltet und Staub und</w:t>
      </w:r>
      <w:r w:rsidR="00647E90">
        <w:rPr>
          <w:rFonts w:ascii="Arial" w:hAnsi="Arial"/>
          <w:bCs/>
          <w:color w:val="000000" w:themeColor="text1"/>
          <w:sz w:val="20"/>
        </w:rPr>
        <w:t xml:space="preserve"> </w:t>
      </w:r>
      <w:r w:rsidR="004B6704">
        <w:rPr>
          <w:rFonts w:ascii="Arial" w:hAnsi="Arial"/>
          <w:bCs/>
          <w:color w:val="000000" w:themeColor="text1"/>
          <w:sz w:val="20"/>
        </w:rPr>
        <w:t xml:space="preserve">Späne gleich nach dem Entstehen im Saugschlauch verschwinden. </w:t>
      </w:r>
      <w:r w:rsidR="00DC4AB6" w:rsidRPr="00C1452A">
        <w:rPr>
          <w:rStyle w:val="Fett"/>
        </w:rPr>
        <w:t>Foto: Metabo</w:t>
      </w:r>
    </w:p>
    <w:p w14:paraId="1A9B3432" w14:textId="77777777" w:rsidR="00293DAA" w:rsidRDefault="00293DAA" w:rsidP="0057446B">
      <w:pPr>
        <w:spacing w:line="360" w:lineRule="auto"/>
        <w:jc w:val="both"/>
        <w:rPr>
          <w:rStyle w:val="Fett"/>
        </w:rPr>
      </w:pPr>
    </w:p>
    <w:p w14:paraId="3A1D16EB" w14:textId="49F75AF4" w:rsidR="00293DAA" w:rsidRPr="00881979" w:rsidRDefault="00293DAA" w:rsidP="0057446B">
      <w:pPr>
        <w:spacing w:line="360" w:lineRule="auto"/>
        <w:jc w:val="both"/>
        <w:rPr>
          <w:rStyle w:val="Fett"/>
          <w:rFonts w:cs="Times New Roman"/>
          <w:b w:val="0"/>
          <w:bCs w:val="0"/>
        </w:rPr>
      </w:pPr>
      <w:r>
        <w:rPr>
          <w:noProof/>
        </w:rPr>
        <w:lastRenderedPageBreak/>
        <w:drawing>
          <wp:inline distT="0" distB="0" distL="0" distR="0" wp14:anchorId="004B6DE6" wp14:editId="25BB819D">
            <wp:extent cx="1958981" cy="2371036"/>
            <wp:effectExtent l="0" t="0" r="3175" b="0"/>
            <wp:docPr id="1122991673" name="Grafik 1" descr="Ein Bild, das Maschine, Werkzeug,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91673" name="Grafik 1" descr="Ein Bild, das Maschine, Werkzeug, ro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080" cy="2385680"/>
                    </a:xfrm>
                    <a:prstGeom prst="rect">
                      <a:avLst/>
                    </a:prstGeom>
                    <a:noFill/>
                    <a:ln>
                      <a:noFill/>
                    </a:ln>
                  </pic:spPr>
                </pic:pic>
              </a:graphicData>
            </a:graphic>
          </wp:inline>
        </w:drawing>
      </w:r>
      <w:r w:rsidR="002B50D4" w:rsidRPr="002B50D4">
        <w:t xml:space="preserve"> </w:t>
      </w:r>
      <w:r w:rsidR="002B50D4">
        <w:rPr>
          <w:noProof/>
        </w:rPr>
        <w:drawing>
          <wp:inline distT="0" distB="0" distL="0" distR="0" wp14:anchorId="1EDB20E7" wp14:editId="5213DCEF">
            <wp:extent cx="2380072" cy="2447290"/>
            <wp:effectExtent l="0" t="0" r="1270" b="0"/>
            <wp:docPr id="1483995942" name="Grafik 4" descr="Ein Bild, das rot, Vakuum, Auto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995942" name="Grafik 4" descr="Ein Bild, das rot, Vakuum, Auto enthält.&#10;&#10;Automatisch generierte Beschreibung mit mittlerer Zuverlässigkei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0795" cy="2468598"/>
                    </a:xfrm>
                    <a:prstGeom prst="rect">
                      <a:avLst/>
                    </a:prstGeom>
                    <a:noFill/>
                    <a:ln>
                      <a:noFill/>
                    </a:ln>
                  </pic:spPr>
                </pic:pic>
              </a:graphicData>
            </a:graphic>
          </wp:inline>
        </w:drawing>
      </w:r>
    </w:p>
    <w:p w14:paraId="3FC45E51" w14:textId="34A4EFA9" w:rsidR="00543BC2" w:rsidRPr="00183169" w:rsidRDefault="00293DAA" w:rsidP="00183169">
      <w:pPr>
        <w:jc w:val="both"/>
        <w:rPr>
          <w:rFonts w:ascii="Arial" w:hAnsi="Arial"/>
          <w:bCs/>
          <w:sz w:val="20"/>
        </w:rPr>
      </w:pPr>
      <w:r>
        <w:rPr>
          <w:rFonts w:ascii="Arial" w:hAnsi="Arial"/>
          <w:sz w:val="20"/>
        </w:rPr>
        <w:t xml:space="preserve">Die </w:t>
      </w:r>
      <w:proofErr w:type="spellStart"/>
      <w:r>
        <w:rPr>
          <w:rFonts w:ascii="Arial" w:hAnsi="Arial"/>
          <w:sz w:val="20"/>
        </w:rPr>
        <w:t>Allessauger</w:t>
      </w:r>
      <w:proofErr w:type="spellEnd"/>
      <w:r>
        <w:rPr>
          <w:rFonts w:ascii="Arial" w:hAnsi="Arial"/>
          <w:sz w:val="20"/>
        </w:rPr>
        <w:t xml:space="preserve">-Range verfügt über praktische Transportlösungen wie </w:t>
      </w:r>
      <w:r w:rsidR="0002031F">
        <w:rPr>
          <w:rFonts w:ascii="Arial" w:hAnsi="Arial"/>
          <w:sz w:val="20"/>
        </w:rPr>
        <w:t xml:space="preserve">ein Zubehörfach, </w:t>
      </w:r>
      <w:r w:rsidRPr="00587B5B">
        <w:rPr>
          <w:rFonts w:ascii="Arial" w:hAnsi="Arial"/>
          <w:sz w:val="20"/>
        </w:rPr>
        <w:t>Kabel- und Schlauchhalte</w:t>
      </w:r>
      <w:r>
        <w:rPr>
          <w:rFonts w:ascii="Arial" w:hAnsi="Arial"/>
          <w:sz w:val="20"/>
        </w:rPr>
        <w:t>rungen</w:t>
      </w:r>
      <w:r w:rsidR="0002031F">
        <w:rPr>
          <w:rFonts w:ascii="Arial" w:hAnsi="Arial"/>
          <w:sz w:val="20"/>
        </w:rPr>
        <w:t xml:space="preserve">. Bei den </w:t>
      </w:r>
      <w:r>
        <w:rPr>
          <w:rFonts w:ascii="Arial" w:hAnsi="Arial"/>
          <w:sz w:val="20"/>
        </w:rPr>
        <w:t xml:space="preserve">ASA-Modellen </w:t>
      </w:r>
      <w:r w:rsidR="00AD4CE8">
        <w:rPr>
          <w:rFonts w:ascii="Arial" w:hAnsi="Arial"/>
          <w:sz w:val="20"/>
        </w:rPr>
        <w:t xml:space="preserve">gibt es </w:t>
      </w:r>
      <w:r>
        <w:rPr>
          <w:rFonts w:ascii="Arial" w:hAnsi="Arial"/>
          <w:sz w:val="20"/>
        </w:rPr>
        <w:t xml:space="preserve">zusätzlich ein Zubehör-Depot für Kabel, Schlauch und Düsen sowie eine </w:t>
      </w:r>
      <w:proofErr w:type="spellStart"/>
      <w:r>
        <w:rPr>
          <w:rFonts w:ascii="Arial" w:hAnsi="Arial"/>
          <w:sz w:val="20"/>
        </w:rPr>
        <w:t>metaBox</w:t>
      </w:r>
      <w:proofErr w:type="spellEnd"/>
      <w:r>
        <w:rPr>
          <w:rFonts w:ascii="Arial" w:hAnsi="Arial"/>
          <w:sz w:val="20"/>
        </w:rPr>
        <w:t xml:space="preserve"> Kopplung</w:t>
      </w:r>
      <w:r w:rsidR="00B51EC8">
        <w:rPr>
          <w:rFonts w:ascii="Arial" w:hAnsi="Arial"/>
          <w:sz w:val="20"/>
        </w:rPr>
        <w:t xml:space="preserve">. </w:t>
      </w:r>
      <w:r w:rsidR="002D4F46" w:rsidRPr="002D4F46">
        <w:rPr>
          <w:rFonts w:ascii="Arial" w:hAnsi="Arial"/>
          <w:b/>
          <w:sz w:val="20"/>
        </w:rPr>
        <w:t>Foto: Metabo</w:t>
      </w:r>
    </w:p>
    <w:p w14:paraId="69C752A5" w14:textId="77777777" w:rsidR="00543BC2" w:rsidRDefault="00543BC2" w:rsidP="00664746">
      <w:pPr>
        <w:tabs>
          <w:tab w:val="right" w:pos="6379"/>
        </w:tabs>
        <w:spacing w:line="360" w:lineRule="auto"/>
        <w:rPr>
          <w:rStyle w:val="IntensiveHervorhebung"/>
        </w:rPr>
      </w:pPr>
    </w:p>
    <w:p w14:paraId="20091618" w14:textId="77777777" w:rsidR="00543BC2" w:rsidRDefault="00543BC2" w:rsidP="00664746">
      <w:pPr>
        <w:tabs>
          <w:tab w:val="right" w:pos="6379"/>
        </w:tabs>
        <w:spacing w:line="360" w:lineRule="auto"/>
        <w:rPr>
          <w:rStyle w:val="IntensiveHervorhebung"/>
        </w:rPr>
      </w:pPr>
    </w:p>
    <w:p w14:paraId="079B633B" w14:textId="06F27F44" w:rsidR="00AD704E" w:rsidRPr="00C1452A" w:rsidRDefault="00AD704E" w:rsidP="00664746">
      <w:pPr>
        <w:tabs>
          <w:tab w:val="right" w:pos="6379"/>
        </w:tabs>
        <w:spacing w:line="360" w:lineRule="auto"/>
        <w:rPr>
          <w:rStyle w:val="IntensiveHervorhebung"/>
        </w:rPr>
      </w:pPr>
      <w:r w:rsidRPr="00C1452A">
        <w:rPr>
          <w:rStyle w:val="IntensiveHervorhebung"/>
        </w:rPr>
        <w:t>Alle Fotos zur journalis</w:t>
      </w:r>
      <w:r w:rsidR="00664746" w:rsidRPr="00C1452A">
        <w:rPr>
          <w:rStyle w:val="IntensiveHervorhebung"/>
        </w:rPr>
        <w:t>tischen Nutzung mit Nennung</w:t>
      </w:r>
      <w:r w:rsidR="00664746" w:rsidRPr="00C1452A">
        <w:rPr>
          <w:rStyle w:val="IntensiveHervorhebung"/>
        </w:rPr>
        <w:br/>
        <w:t xml:space="preserve">der </w:t>
      </w:r>
      <w:r w:rsidRPr="00C1452A">
        <w:rPr>
          <w:rStyle w:val="IntensiveHervorhebung"/>
        </w:rPr>
        <w:t>Quellenan</w:t>
      </w:r>
      <w:r w:rsidRPr="00C1452A">
        <w:rPr>
          <w:rStyle w:val="IntensiveHervorhebung"/>
        </w:rPr>
        <w:softHyphen/>
        <w:t>gabe zum Abdruck frei.</w:t>
      </w:r>
    </w:p>
    <w:p w14:paraId="29225643" w14:textId="25541BE3" w:rsidR="00F5476B" w:rsidRDefault="00F5476B" w:rsidP="00664746">
      <w:pPr>
        <w:tabs>
          <w:tab w:val="right" w:pos="6379"/>
        </w:tabs>
        <w:spacing w:line="360" w:lineRule="auto"/>
        <w:rPr>
          <w:rStyle w:val="IntensiveHervorhebung"/>
          <w:i w:val="0"/>
          <w:iCs/>
        </w:rPr>
      </w:pPr>
    </w:p>
    <w:p w14:paraId="6C675D0E" w14:textId="77777777" w:rsidR="00CF39BC" w:rsidRDefault="00CF39BC" w:rsidP="001C06A9">
      <w:pPr>
        <w:pStyle w:val="Zitat"/>
        <w:rPr>
          <w:rFonts w:cs="Arial"/>
        </w:rPr>
      </w:pPr>
      <w:bookmarkStart w:id="1" w:name="_Hlk133486119"/>
    </w:p>
    <w:p w14:paraId="32FE14A9" w14:textId="0EEB1A94" w:rsidR="001C06A9" w:rsidRPr="00C1452A" w:rsidRDefault="001C06A9" w:rsidP="001C06A9">
      <w:pPr>
        <w:pStyle w:val="Zitat"/>
        <w:rPr>
          <w:rFonts w:cs="Arial"/>
        </w:rPr>
      </w:pPr>
      <w:r w:rsidRPr="00C1452A">
        <w:rPr>
          <w:rFonts w:cs="Arial"/>
        </w:rPr>
        <w:t>Über Metabo</w:t>
      </w:r>
    </w:p>
    <w:p w14:paraId="2D9BD431" w14:textId="49276CA5" w:rsidR="001C06A9" w:rsidRDefault="001C06A9" w:rsidP="008F293B">
      <w:pPr>
        <w:spacing w:line="360" w:lineRule="auto"/>
        <w:rPr>
          <w:rStyle w:val="Hyperlink"/>
          <w:rFonts w:ascii="Arial" w:hAnsi="Arial" w:cs="Arial"/>
          <w:sz w:val="18"/>
          <w:szCs w:val="18"/>
        </w:rPr>
      </w:pPr>
      <w:r w:rsidRPr="00C1452A">
        <w:rPr>
          <w:rFonts w:ascii="Arial" w:hAnsi="Arial" w:cs="Arial"/>
          <w:color w:val="000000"/>
          <w:sz w:val="18"/>
          <w:szCs w:val="18"/>
        </w:rPr>
        <w:t xml:space="preserve">Die </w:t>
      </w:r>
      <w:proofErr w:type="spellStart"/>
      <w:r w:rsidRPr="00C1452A">
        <w:rPr>
          <w:rFonts w:ascii="Arial" w:hAnsi="Arial" w:cs="Arial"/>
          <w:color w:val="000000"/>
          <w:sz w:val="18"/>
          <w:szCs w:val="18"/>
        </w:rPr>
        <w:t>Metabowerke</w:t>
      </w:r>
      <w:proofErr w:type="spellEnd"/>
      <w:r w:rsidRPr="00C1452A">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C1452A">
        <w:rPr>
          <w:rFonts w:ascii="Arial" w:hAnsi="Arial" w:cs="Arial"/>
          <w:color w:val="000000"/>
          <w:sz w:val="18"/>
          <w:szCs w:val="18"/>
        </w:rPr>
        <w:t>LiHD</w:t>
      </w:r>
      <w:proofErr w:type="spellEnd"/>
      <w:r w:rsidRPr="00C1452A">
        <w:rPr>
          <w:rFonts w:ascii="Arial" w:hAnsi="Arial" w:cs="Arial"/>
          <w:color w:val="000000"/>
          <w:sz w:val="18"/>
          <w:szCs w:val="18"/>
        </w:rPr>
        <w:t xml:space="preserve">-Technologie führender Anbieter im Akkusegment. So hat Metabo seine Vision der Kabelfreien Baustelle zur Wirklichkeit gemacht. Die </w:t>
      </w:r>
      <w:proofErr w:type="spellStart"/>
      <w:r w:rsidRPr="00C1452A">
        <w:rPr>
          <w:rFonts w:ascii="Arial" w:hAnsi="Arial" w:cs="Arial"/>
          <w:color w:val="000000"/>
          <w:sz w:val="18"/>
          <w:szCs w:val="18"/>
        </w:rPr>
        <w:t>LiHD</w:t>
      </w:r>
      <w:proofErr w:type="spellEnd"/>
      <w:r w:rsidRPr="00C1452A">
        <w:rPr>
          <w:rFonts w:ascii="Arial" w:hAnsi="Arial" w:cs="Arial"/>
          <w:color w:val="000000"/>
          <w:sz w:val="18"/>
          <w:szCs w:val="18"/>
        </w:rPr>
        <w:t>-Technologie ist zudem die Basis des Akku-Systems CAS (</w:t>
      </w:r>
      <w:proofErr w:type="spellStart"/>
      <w:r w:rsidRPr="00C1452A">
        <w:rPr>
          <w:rFonts w:ascii="Arial" w:hAnsi="Arial" w:cs="Arial"/>
          <w:color w:val="000000"/>
          <w:sz w:val="18"/>
          <w:szCs w:val="18"/>
        </w:rPr>
        <w:t>Cordless</w:t>
      </w:r>
      <w:proofErr w:type="spellEnd"/>
      <w:r w:rsidRPr="00C1452A">
        <w:rPr>
          <w:rFonts w:ascii="Arial" w:hAnsi="Arial" w:cs="Arial"/>
          <w:color w:val="000000"/>
          <w:sz w:val="18"/>
          <w:szCs w:val="18"/>
        </w:rPr>
        <w:t xml:space="preserve"> Alliance System), das Maschinen und Elektrowerkzeuge verschiedener, branchenspezifischer Hersteller umfasst.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w:t>
      </w:r>
      <w:r w:rsidR="00085AAB" w:rsidRPr="00C1452A">
        <w:rPr>
          <w:rFonts w:ascii="Arial" w:hAnsi="Arial" w:cs="Arial"/>
          <w:color w:val="000000"/>
          <w:sz w:val="18"/>
          <w:szCs w:val="18"/>
        </w:rPr>
        <w:t>Sie haben im Ges</w:t>
      </w:r>
      <w:r w:rsidR="003E67D7" w:rsidRPr="00C1452A">
        <w:rPr>
          <w:rFonts w:ascii="Arial" w:hAnsi="Arial" w:cs="Arial"/>
          <w:color w:val="000000"/>
          <w:sz w:val="18"/>
          <w:szCs w:val="18"/>
        </w:rPr>
        <w:t>chäftsjahr 202</w:t>
      </w:r>
      <w:r w:rsidR="003E1E11">
        <w:rPr>
          <w:rFonts w:ascii="Arial" w:hAnsi="Arial" w:cs="Arial"/>
          <w:color w:val="000000"/>
          <w:sz w:val="18"/>
          <w:szCs w:val="18"/>
        </w:rPr>
        <w:t>1</w:t>
      </w:r>
      <w:r w:rsidR="003E67D7" w:rsidRPr="00C1452A">
        <w:rPr>
          <w:rFonts w:ascii="Arial" w:hAnsi="Arial" w:cs="Arial"/>
          <w:color w:val="000000"/>
          <w:sz w:val="18"/>
          <w:szCs w:val="18"/>
        </w:rPr>
        <w:t>/202</w:t>
      </w:r>
      <w:r w:rsidR="003E1E11">
        <w:rPr>
          <w:rFonts w:ascii="Arial" w:hAnsi="Arial" w:cs="Arial"/>
          <w:color w:val="000000"/>
          <w:sz w:val="18"/>
          <w:szCs w:val="18"/>
        </w:rPr>
        <w:t>2</w:t>
      </w:r>
      <w:r w:rsidR="003E67D7" w:rsidRPr="00C1452A">
        <w:rPr>
          <w:rFonts w:ascii="Arial" w:hAnsi="Arial" w:cs="Arial"/>
          <w:color w:val="000000"/>
          <w:sz w:val="18"/>
          <w:szCs w:val="18"/>
        </w:rPr>
        <w:t xml:space="preserve"> (April 202</w:t>
      </w:r>
      <w:r w:rsidR="003E1E11">
        <w:rPr>
          <w:rFonts w:ascii="Arial" w:hAnsi="Arial" w:cs="Arial"/>
          <w:color w:val="000000"/>
          <w:sz w:val="18"/>
          <w:szCs w:val="18"/>
        </w:rPr>
        <w:t>1</w:t>
      </w:r>
      <w:r w:rsidR="00085AAB" w:rsidRPr="00C1452A">
        <w:rPr>
          <w:rFonts w:ascii="Arial" w:hAnsi="Arial" w:cs="Arial"/>
          <w:color w:val="000000"/>
          <w:sz w:val="18"/>
          <w:szCs w:val="18"/>
        </w:rPr>
        <w:t xml:space="preserve"> bis März 2</w:t>
      </w:r>
      <w:r w:rsidR="003E67D7" w:rsidRPr="00C1452A">
        <w:rPr>
          <w:rFonts w:ascii="Arial" w:hAnsi="Arial" w:cs="Arial"/>
          <w:color w:val="000000"/>
          <w:sz w:val="18"/>
          <w:szCs w:val="18"/>
        </w:rPr>
        <w:t>02</w:t>
      </w:r>
      <w:r w:rsidR="003E1E11">
        <w:rPr>
          <w:rFonts w:ascii="Arial" w:hAnsi="Arial" w:cs="Arial"/>
          <w:color w:val="000000"/>
          <w:sz w:val="18"/>
          <w:szCs w:val="18"/>
        </w:rPr>
        <w:t>2</w:t>
      </w:r>
      <w:r w:rsidR="004A3E06" w:rsidRPr="00C1452A">
        <w:rPr>
          <w:rFonts w:ascii="Arial" w:hAnsi="Arial" w:cs="Arial"/>
          <w:color w:val="000000"/>
          <w:sz w:val="18"/>
          <w:szCs w:val="18"/>
        </w:rPr>
        <w:t xml:space="preserve">) einen Umsatz von </w:t>
      </w:r>
      <w:r w:rsidR="003E1E11">
        <w:rPr>
          <w:rFonts w:ascii="Arial" w:hAnsi="Arial" w:cs="Arial"/>
          <w:color w:val="000000"/>
          <w:sz w:val="18"/>
          <w:szCs w:val="18"/>
        </w:rPr>
        <w:t>638</w:t>
      </w:r>
      <w:r w:rsidR="00085AAB" w:rsidRPr="00C1452A">
        <w:rPr>
          <w:rFonts w:ascii="Arial" w:hAnsi="Arial" w:cs="Arial"/>
          <w:color w:val="000000"/>
          <w:sz w:val="18"/>
          <w:szCs w:val="18"/>
        </w:rPr>
        <w:t xml:space="preserve"> Millionen Euro </w:t>
      </w:r>
      <w:r w:rsidR="00085AAB" w:rsidRPr="00C1452A">
        <w:rPr>
          <w:rFonts w:ascii="Arial" w:hAnsi="Arial" w:cs="Arial"/>
          <w:color w:val="000000"/>
          <w:sz w:val="18"/>
          <w:szCs w:val="18"/>
        </w:rPr>
        <w:lastRenderedPageBreak/>
        <w:t xml:space="preserve">erwirtschaftet. </w:t>
      </w:r>
      <w:r w:rsidRPr="00C1452A">
        <w:rPr>
          <w:rFonts w:ascii="Arial" w:hAnsi="Arial" w:cs="Arial"/>
          <w:color w:val="000000"/>
          <w:sz w:val="18"/>
          <w:szCs w:val="18"/>
        </w:rPr>
        <w:t xml:space="preserve">Mehr über das Unternehmen Metabo und seine Produkte unter </w:t>
      </w:r>
      <w:hyperlink r:id="rId14" w:history="1">
        <w:r w:rsidRPr="00C1452A">
          <w:rPr>
            <w:rStyle w:val="Hyperlink"/>
            <w:rFonts w:ascii="Arial" w:hAnsi="Arial" w:cs="Arial"/>
            <w:sz w:val="18"/>
            <w:szCs w:val="18"/>
          </w:rPr>
          <w:t>www.metabo.com</w:t>
        </w:r>
      </w:hyperlink>
      <w:r w:rsidRPr="00C1452A">
        <w:rPr>
          <w:rStyle w:val="Hyperlink"/>
          <w:rFonts w:ascii="Arial" w:hAnsi="Arial" w:cs="Arial"/>
          <w:sz w:val="18"/>
          <w:szCs w:val="18"/>
        </w:rPr>
        <w:t xml:space="preserve">. </w:t>
      </w:r>
      <w:bookmarkEnd w:id="1"/>
    </w:p>
    <w:p w14:paraId="156582AD" w14:textId="77777777" w:rsidR="008F293B" w:rsidRPr="008F293B" w:rsidRDefault="008F293B" w:rsidP="008F293B">
      <w:pPr>
        <w:spacing w:line="360" w:lineRule="auto"/>
        <w:rPr>
          <w:rFonts w:ascii="Arial" w:hAnsi="Arial" w:cs="Arial"/>
          <w:color w:val="666666"/>
          <w:sz w:val="18"/>
          <w:szCs w:val="18"/>
          <w:u w:val="single"/>
        </w:rPr>
      </w:pPr>
    </w:p>
    <w:p w14:paraId="4E2839FC" w14:textId="77777777" w:rsidR="001C06A9" w:rsidRPr="00C1452A" w:rsidRDefault="001C06A9" w:rsidP="001C06A9">
      <w:pPr>
        <w:rPr>
          <w:rFonts w:ascii="Arial" w:hAnsi="Arial" w:cs="Arial"/>
          <w:sz w:val="18"/>
          <w:szCs w:val="18"/>
        </w:rPr>
      </w:pPr>
    </w:p>
    <w:p w14:paraId="2DBFD137" w14:textId="77777777" w:rsidR="00DE7AD4" w:rsidRPr="00C1452A" w:rsidRDefault="00DE7AD4" w:rsidP="001C06A9">
      <w:pPr>
        <w:pStyle w:val="Zitat"/>
        <w:rPr>
          <w:rFonts w:cs="Arial"/>
        </w:rPr>
      </w:pPr>
    </w:p>
    <w:p w14:paraId="78455EBF" w14:textId="052D165E" w:rsidR="001C06A9" w:rsidRPr="00C1452A" w:rsidRDefault="001C06A9" w:rsidP="001C06A9">
      <w:pPr>
        <w:pStyle w:val="Zitat"/>
        <w:rPr>
          <w:rFonts w:cs="Arial"/>
        </w:rPr>
      </w:pPr>
      <w:r w:rsidRPr="00C1452A">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C06A9" w:rsidRPr="00C1452A" w14:paraId="52B44D83" w14:textId="77777777" w:rsidTr="003B1E66">
        <w:trPr>
          <w:trHeight w:val="1350"/>
        </w:trPr>
        <w:tc>
          <w:tcPr>
            <w:tcW w:w="3085" w:type="dxa"/>
            <w:hideMark/>
          </w:tcPr>
          <w:p w14:paraId="1850BC4D"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Karin Lang</w:t>
            </w:r>
          </w:p>
          <w:p w14:paraId="6C5493A3"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proofErr w:type="spellStart"/>
            <w:r w:rsidRPr="00C1452A">
              <w:rPr>
                <w:rStyle w:val="SchwacherVerweis"/>
              </w:rPr>
              <w:t>Metabowerke</w:t>
            </w:r>
            <w:proofErr w:type="spellEnd"/>
            <w:r w:rsidRPr="00C1452A">
              <w:rPr>
                <w:rStyle w:val="SchwacherVerweis"/>
              </w:rPr>
              <w:t xml:space="preserve"> GmbH</w:t>
            </w:r>
          </w:p>
          <w:p w14:paraId="03B0C0DD"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Metabo-Allee 1</w:t>
            </w:r>
          </w:p>
          <w:p w14:paraId="2EE3A073"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72622 Nürtingen</w:t>
            </w:r>
          </w:p>
          <w:p w14:paraId="6D8F1E29"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Telefon: +49 (7022) 72-24 97</w:t>
            </w:r>
          </w:p>
          <w:p w14:paraId="2685088D"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Telefax: +49 (7022) 72-28 24</w:t>
            </w:r>
          </w:p>
          <w:p w14:paraId="58A5D43A" w14:textId="77777777" w:rsidR="001C06A9" w:rsidRPr="00C1452A" w:rsidRDefault="003749D8" w:rsidP="003B1E66">
            <w:pPr>
              <w:pStyle w:val="Kopfzeile"/>
              <w:tabs>
                <w:tab w:val="clear" w:pos="4536"/>
                <w:tab w:val="left" w:pos="2977"/>
                <w:tab w:val="left" w:pos="6974"/>
                <w:tab w:val="right" w:pos="7230"/>
              </w:tabs>
              <w:ind w:left="-105" w:right="27"/>
              <w:rPr>
                <w:rFonts w:ascii="Arial" w:hAnsi="Arial" w:cs="Arial"/>
                <w:sz w:val="18"/>
                <w:szCs w:val="18"/>
              </w:rPr>
            </w:pPr>
            <w:hyperlink r:id="rId15" w:history="1">
              <w:r w:rsidR="001C06A9" w:rsidRPr="00C1452A">
                <w:rPr>
                  <w:rStyle w:val="Hyperlink"/>
                  <w:rFonts w:ascii="Arial" w:hAnsi="Arial" w:cs="Arial"/>
                  <w:sz w:val="18"/>
                  <w:szCs w:val="18"/>
                </w:rPr>
                <w:t>klang@metabo.de</w:t>
              </w:r>
            </w:hyperlink>
          </w:p>
          <w:p w14:paraId="6CCB8817"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p>
        </w:tc>
        <w:tc>
          <w:tcPr>
            <w:tcW w:w="4172" w:type="dxa"/>
            <w:hideMark/>
          </w:tcPr>
          <w:p w14:paraId="5730BE15" w14:textId="4B736111" w:rsidR="001C06A9" w:rsidRPr="008270F7" w:rsidRDefault="001C06A9" w:rsidP="003B1E66">
            <w:pPr>
              <w:pStyle w:val="Kopfzeile"/>
              <w:tabs>
                <w:tab w:val="clear" w:pos="4536"/>
                <w:tab w:val="left" w:pos="2977"/>
                <w:tab w:val="left" w:pos="6974"/>
                <w:tab w:val="right" w:pos="7230"/>
              </w:tabs>
              <w:ind w:left="-105" w:right="27"/>
              <w:rPr>
                <w:rStyle w:val="SchwacherVerweis"/>
                <w:lang w:val="en-US"/>
              </w:rPr>
            </w:pPr>
            <w:r w:rsidRPr="008270F7">
              <w:rPr>
                <w:rStyle w:val="SchwacherVerweis"/>
                <w:lang w:val="en-US"/>
              </w:rPr>
              <w:t xml:space="preserve">Hubert Heinz </w:t>
            </w:r>
            <w:r w:rsidR="00D5324B" w:rsidRPr="008270F7">
              <w:rPr>
                <w:rStyle w:val="SchwacherVerweis"/>
                <w:lang w:val="en-US"/>
              </w:rPr>
              <w:t xml:space="preserve">/ Freya Jahn </w:t>
            </w:r>
          </w:p>
          <w:p w14:paraId="03F922D8" w14:textId="77777777" w:rsidR="001C06A9" w:rsidRPr="008270F7" w:rsidRDefault="001C06A9" w:rsidP="003B1E66">
            <w:pPr>
              <w:pStyle w:val="Kopfzeile"/>
              <w:tabs>
                <w:tab w:val="clear" w:pos="4536"/>
                <w:tab w:val="left" w:pos="2977"/>
                <w:tab w:val="left" w:pos="6974"/>
                <w:tab w:val="right" w:pos="7230"/>
              </w:tabs>
              <w:ind w:left="-105" w:right="27"/>
              <w:rPr>
                <w:rStyle w:val="SchwacherVerweis"/>
                <w:lang w:val="en-US"/>
              </w:rPr>
            </w:pPr>
            <w:r w:rsidRPr="008270F7">
              <w:rPr>
                <w:rStyle w:val="SchwacherVerweis"/>
                <w:lang w:val="en-US"/>
              </w:rPr>
              <w:t>Communication Consultants</w:t>
            </w:r>
          </w:p>
          <w:p w14:paraId="07BA6B93"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Breitwiesenstr. 17</w:t>
            </w:r>
          </w:p>
          <w:p w14:paraId="15BD953C"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70565 Stuttgart</w:t>
            </w:r>
          </w:p>
          <w:p w14:paraId="2512E66E" w14:textId="77777777"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 xml:space="preserve">Telefon: +49 (711) 9 78 93-21 </w:t>
            </w:r>
          </w:p>
          <w:p w14:paraId="611ED650" w14:textId="7EC304B6" w:rsidR="001C06A9" w:rsidRPr="00C1452A" w:rsidRDefault="001C06A9" w:rsidP="003B1E66">
            <w:pPr>
              <w:pStyle w:val="Kopfzeile"/>
              <w:tabs>
                <w:tab w:val="clear" w:pos="4536"/>
                <w:tab w:val="left" w:pos="2977"/>
                <w:tab w:val="left" w:pos="6974"/>
                <w:tab w:val="right" w:pos="7230"/>
              </w:tabs>
              <w:ind w:left="-105" w:right="27"/>
              <w:rPr>
                <w:rStyle w:val="SchwacherVerweis"/>
              </w:rPr>
            </w:pPr>
            <w:r w:rsidRPr="00C1452A">
              <w:rPr>
                <w:rStyle w:val="SchwacherVerweis"/>
              </w:rPr>
              <w:t>Telefax: +49 (711) 9 78 93-</w:t>
            </w:r>
            <w:r w:rsidR="008270F7">
              <w:rPr>
                <w:rStyle w:val="SchwacherVerweis"/>
              </w:rPr>
              <w:t>34</w:t>
            </w:r>
            <w:r w:rsidRPr="00C1452A">
              <w:rPr>
                <w:rStyle w:val="SchwacherVerweis"/>
              </w:rPr>
              <w:t xml:space="preserve"> </w:t>
            </w:r>
          </w:p>
          <w:p w14:paraId="7710986C" w14:textId="77777777" w:rsidR="001C06A9" w:rsidRPr="00C1452A" w:rsidRDefault="003749D8" w:rsidP="003B1E66">
            <w:pPr>
              <w:pStyle w:val="Kopfzeile"/>
              <w:tabs>
                <w:tab w:val="clear" w:pos="4536"/>
                <w:tab w:val="left" w:pos="2977"/>
                <w:tab w:val="left" w:pos="6974"/>
                <w:tab w:val="right" w:pos="7230"/>
              </w:tabs>
              <w:ind w:left="-105" w:right="27"/>
              <w:rPr>
                <w:rStyle w:val="SchwacherVerweis"/>
                <w:color w:val="666666"/>
                <w:u w:val="single"/>
              </w:rPr>
            </w:pPr>
            <w:hyperlink r:id="rId16" w:history="1">
              <w:r w:rsidR="001C06A9" w:rsidRPr="00C1452A">
                <w:rPr>
                  <w:rStyle w:val="Hyperlink"/>
                  <w:rFonts w:ascii="Arial" w:hAnsi="Arial" w:cs="Arial"/>
                  <w:sz w:val="18"/>
                  <w:szCs w:val="18"/>
                </w:rPr>
                <w:t>metabo@cc-stuttgart.de</w:t>
              </w:r>
            </w:hyperlink>
            <w:r w:rsidR="001C06A9" w:rsidRPr="00C1452A">
              <w:rPr>
                <w:rStyle w:val="SchwacherVerweis"/>
              </w:rPr>
              <w:t xml:space="preserve"> </w:t>
            </w:r>
          </w:p>
        </w:tc>
      </w:tr>
    </w:tbl>
    <w:p w14:paraId="6A0E722E" w14:textId="77777777" w:rsidR="001C06A9" w:rsidRPr="00C1452A" w:rsidRDefault="001C06A9" w:rsidP="001C06A9"/>
    <w:p w14:paraId="473F3583" w14:textId="77777777" w:rsidR="001C06A9" w:rsidRPr="00C1452A" w:rsidRDefault="001C06A9" w:rsidP="001C06A9"/>
    <w:p w14:paraId="5EF4C485" w14:textId="77777777" w:rsidR="001C06A9" w:rsidRPr="00C1452A" w:rsidRDefault="001C06A9" w:rsidP="001C06A9"/>
    <w:p w14:paraId="6F240BAA" w14:textId="77777777" w:rsidR="009A61CC" w:rsidRPr="00C1452A" w:rsidRDefault="009A61CC" w:rsidP="001C06A9">
      <w:pPr>
        <w:tabs>
          <w:tab w:val="right" w:pos="6379"/>
        </w:tabs>
        <w:spacing w:line="360" w:lineRule="auto"/>
        <w:rPr>
          <w:rFonts w:ascii="Arial" w:hAnsi="Arial" w:cs="Arial"/>
          <w:sz w:val="18"/>
          <w:szCs w:val="18"/>
        </w:rPr>
      </w:pPr>
    </w:p>
    <w:sectPr w:rsidR="009A61CC" w:rsidRPr="00C1452A" w:rsidSect="00306DF0">
      <w:headerReference w:type="default" r:id="rId17"/>
      <w:footerReference w:type="default" r:id="rId18"/>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81D2" w14:textId="77777777" w:rsidR="00C1686A" w:rsidRDefault="00C1686A">
      <w:r>
        <w:separator/>
      </w:r>
    </w:p>
  </w:endnote>
  <w:endnote w:type="continuationSeparator" w:id="0">
    <w:p w14:paraId="637CC2F2" w14:textId="77777777" w:rsidR="00C1686A" w:rsidRDefault="00C1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7916" w14:textId="19B36EAF" w:rsidR="00543BC2" w:rsidRPr="0001400F" w:rsidRDefault="00543BC2"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661C44">
      <w:rPr>
        <w:rStyle w:val="IntensiverVerweis"/>
        <w:noProof/>
      </w:rPr>
      <w:t>4</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661C44">
      <w:rPr>
        <w:rStyle w:val="IntensiverVerweis"/>
        <w:noProof/>
      </w:rPr>
      <w:t>7</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F7EDB" w14:textId="77777777" w:rsidR="00C1686A" w:rsidRDefault="00C1686A">
      <w:r>
        <w:separator/>
      </w:r>
    </w:p>
  </w:footnote>
  <w:footnote w:type="continuationSeparator" w:id="0">
    <w:p w14:paraId="7EA91528" w14:textId="77777777" w:rsidR="00C1686A" w:rsidRDefault="00C16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773C" w14:textId="77777777" w:rsidR="00543BC2" w:rsidRPr="00C37B3C" w:rsidRDefault="00543BC2"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B984A61" wp14:editId="5C6A373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CDA5230"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D430993" w14:textId="77777777" w:rsidR="00543BC2" w:rsidRDefault="00543BC2"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94D70"/>
    <w:multiLevelType w:val="hybridMultilevel"/>
    <w:tmpl w:val="E6F4E5A0"/>
    <w:lvl w:ilvl="0" w:tplc="C05AE55E">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ED1F03"/>
    <w:multiLevelType w:val="hybridMultilevel"/>
    <w:tmpl w:val="20F82060"/>
    <w:lvl w:ilvl="0" w:tplc="68E0C20E">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14F2F77"/>
    <w:multiLevelType w:val="hybridMultilevel"/>
    <w:tmpl w:val="0AEA0A3E"/>
    <w:lvl w:ilvl="0" w:tplc="A0E86278">
      <w:numFmt w:val="bullet"/>
      <w:lvlText w:val=""/>
      <w:lvlJc w:val="left"/>
      <w:pPr>
        <w:ind w:left="720" w:hanging="360"/>
      </w:pPr>
      <w:rPr>
        <w:rFonts w:ascii="Wingdings" w:eastAsia="Calibri" w:hAnsi="Wingding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7C21279"/>
    <w:multiLevelType w:val="hybridMultilevel"/>
    <w:tmpl w:val="E6B8BAF2"/>
    <w:lvl w:ilvl="0" w:tplc="BBAEB10E">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4A3E7A3C"/>
    <w:multiLevelType w:val="hybridMultilevel"/>
    <w:tmpl w:val="C5D0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8C54063"/>
    <w:multiLevelType w:val="hybridMultilevel"/>
    <w:tmpl w:val="BD363F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CA04206"/>
    <w:multiLevelType w:val="hybridMultilevel"/>
    <w:tmpl w:val="3446DF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8E1B71"/>
    <w:multiLevelType w:val="hybridMultilevel"/>
    <w:tmpl w:val="3B92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850621F"/>
    <w:multiLevelType w:val="hybridMultilevel"/>
    <w:tmpl w:val="51382AE4"/>
    <w:lvl w:ilvl="0" w:tplc="0D1EBB5C">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248004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21246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6748771">
    <w:abstractNumId w:val="8"/>
  </w:num>
  <w:num w:numId="4" w16cid:durableId="1058164545">
    <w:abstractNumId w:val="7"/>
  </w:num>
  <w:num w:numId="5" w16cid:durableId="327245239">
    <w:abstractNumId w:val="5"/>
  </w:num>
  <w:num w:numId="6" w16cid:durableId="1343431913">
    <w:abstractNumId w:val="0"/>
  </w:num>
  <w:num w:numId="7" w16cid:durableId="372728761">
    <w:abstractNumId w:val="4"/>
  </w:num>
  <w:num w:numId="8" w16cid:durableId="1567450790">
    <w:abstractNumId w:val="3"/>
  </w:num>
  <w:num w:numId="9" w16cid:durableId="2013027490">
    <w:abstractNumId w:val="10"/>
  </w:num>
  <w:num w:numId="10" w16cid:durableId="763451782">
    <w:abstractNumId w:val="1"/>
  </w:num>
  <w:num w:numId="11" w16cid:durableId="924837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46"/>
    <w:rsid w:val="0000082B"/>
    <w:rsid w:val="000014F4"/>
    <w:rsid w:val="00001B53"/>
    <w:rsid w:val="00003094"/>
    <w:rsid w:val="00003989"/>
    <w:rsid w:val="0000552A"/>
    <w:rsid w:val="00007518"/>
    <w:rsid w:val="0000762C"/>
    <w:rsid w:val="00007772"/>
    <w:rsid w:val="00007828"/>
    <w:rsid w:val="000111D3"/>
    <w:rsid w:val="0001400F"/>
    <w:rsid w:val="00015EC6"/>
    <w:rsid w:val="0002031F"/>
    <w:rsid w:val="00023748"/>
    <w:rsid w:val="00024169"/>
    <w:rsid w:val="000260F3"/>
    <w:rsid w:val="00026A4E"/>
    <w:rsid w:val="00027132"/>
    <w:rsid w:val="00027A98"/>
    <w:rsid w:val="00033052"/>
    <w:rsid w:val="0003329C"/>
    <w:rsid w:val="00033869"/>
    <w:rsid w:val="000343DD"/>
    <w:rsid w:val="00037C68"/>
    <w:rsid w:val="00042202"/>
    <w:rsid w:val="00043695"/>
    <w:rsid w:val="00043CDE"/>
    <w:rsid w:val="00044D6F"/>
    <w:rsid w:val="00044E05"/>
    <w:rsid w:val="0004574A"/>
    <w:rsid w:val="00047DC6"/>
    <w:rsid w:val="00047ECB"/>
    <w:rsid w:val="0005064B"/>
    <w:rsid w:val="00050E69"/>
    <w:rsid w:val="000510CB"/>
    <w:rsid w:val="00053D2D"/>
    <w:rsid w:val="00054080"/>
    <w:rsid w:val="00055B79"/>
    <w:rsid w:val="000576FD"/>
    <w:rsid w:val="00057E14"/>
    <w:rsid w:val="000621A3"/>
    <w:rsid w:val="00064597"/>
    <w:rsid w:val="00065796"/>
    <w:rsid w:val="000734CD"/>
    <w:rsid w:val="000748AA"/>
    <w:rsid w:val="0007511E"/>
    <w:rsid w:val="00076855"/>
    <w:rsid w:val="00080DEE"/>
    <w:rsid w:val="0008144A"/>
    <w:rsid w:val="00082AC7"/>
    <w:rsid w:val="0008325B"/>
    <w:rsid w:val="000850E9"/>
    <w:rsid w:val="00085AAB"/>
    <w:rsid w:val="00091634"/>
    <w:rsid w:val="00092381"/>
    <w:rsid w:val="00095893"/>
    <w:rsid w:val="00095E81"/>
    <w:rsid w:val="00096ED0"/>
    <w:rsid w:val="00097331"/>
    <w:rsid w:val="000A11B4"/>
    <w:rsid w:val="000A4B5D"/>
    <w:rsid w:val="000A698C"/>
    <w:rsid w:val="000B1CD3"/>
    <w:rsid w:val="000B21C7"/>
    <w:rsid w:val="000B2C9F"/>
    <w:rsid w:val="000C46AC"/>
    <w:rsid w:val="000C6DB8"/>
    <w:rsid w:val="000D090E"/>
    <w:rsid w:val="000D2292"/>
    <w:rsid w:val="000D54E2"/>
    <w:rsid w:val="000D5B22"/>
    <w:rsid w:val="000D719A"/>
    <w:rsid w:val="000E3888"/>
    <w:rsid w:val="000E627D"/>
    <w:rsid w:val="000E6B24"/>
    <w:rsid w:val="000F0024"/>
    <w:rsid w:val="000F506B"/>
    <w:rsid w:val="00102759"/>
    <w:rsid w:val="001068F4"/>
    <w:rsid w:val="00112B1B"/>
    <w:rsid w:val="00113F30"/>
    <w:rsid w:val="00114278"/>
    <w:rsid w:val="00123FF7"/>
    <w:rsid w:val="00125AF0"/>
    <w:rsid w:val="001260BB"/>
    <w:rsid w:val="00126F18"/>
    <w:rsid w:val="00127189"/>
    <w:rsid w:val="00134105"/>
    <w:rsid w:val="00134439"/>
    <w:rsid w:val="001365CF"/>
    <w:rsid w:val="00137368"/>
    <w:rsid w:val="001435DF"/>
    <w:rsid w:val="001533CB"/>
    <w:rsid w:val="0015429E"/>
    <w:rsid w:val="00157EDF"/>
    <w:rsid w:val="0016033E"/>
    <w:rsid w:val="00167257"/>
    <w:rsid w:val="00167FFD"/>
    <w:rsid w:val="001705AB"/>
    <w:rsid w:val="00171AD2"/>
    <w:rsid w:val="001720DA"/>
    <w:rsid w:val="001721DD"/>
    <w:rsid w:val="00175BC2"/>
    <w:rsid w:val="0018245A"/>
    <w:rsid w:val="00183169"/>
    <w:rsid w:val="001878BA"/>
    <w:rsid w:val="001906DC"/>
    <w:rsid w:val="00196C6E"/>
    <w:rsid w:val="00196FBF"/>
    <w:rsid w:val="00197407"/>
    <w:rsid w:val="00197ABC"/>
    <w:rsid w:val="001A1747"/>
    <w:rsid w:val="001A2958"/>
    <w:rsid w:val="001A3DFD"/>
    <w:rsid w:val="001B1901"/>
    <w:rsid w:val="001B1C08"/>
    <w:rsid w:val="001B5A45"/>
    <w:rsid w:val="001B62E2"/>
    <w:rsid w:val="001C06A9"/>
    <w:rsid w:val="001D1AC3"/>
    <w:rsid w:val="001D2DD5"/>
    <w:rsid w:val="001D3996"/>
    <w:rsid w:val="001D45F1"/>
    <w:rsid w:val="001E02F6"/>
    <w:rsid w:val="001E0F69"/>
    <w:rsid w:val="001F21A4"/>
    <w:rsid w:val="001F2660"/>
    <w:rsid w:val="001F420E"/>
    <w:rsid w:val="001F685C"/>
    <w:rsid w:val="001F7379"/>
    <w:rsid w:val="00200AFE"/>
    <w:rsid w:val="00201C2A"/>
    <w:rsid w:val="00201EE0"/>
    <w:rsid w:val="00205EE5"/>
    <w:rsid w:val="0020606F"/>
    <w:rsid w:val="002070D8"/>
    <w:rsid w:val="00213159"/>
    <w:rsid w:val="00215C3E"/>
    <w:rsid w:val="002165F9"/>
    <w:rsid w:val="002205E1"/>
    <w:rsid w:val="00221957"/>
    <w:rsid w:val="00222990"/>
    <w:rsid w:val="00222D1C"/>
    <w:rsid w:val="002268C3"/>
    <w:rsid w:val="00227DD8"/>
    <w:rsid w:val="00230C53"/>
    <w:rsid w:val="00230D00"/>
    <w:rsid w:val="00236B79"/>
    <w:rsid w:val="002378B2"/>
    <w:rsid w:val="0024157C"/>
    <w:rsid w:val="00242546"/>
    <w:rsid w:val="00242FAB"/>
    <w:rsid w:val="00244500"/>
    <w:rsid w:val="00244FB5"/>
    <w:rsid w:val="002454E3"/>
    <w:rsid w:val="00246201"/>
    <w:rsid w:val="00252017"/>
    <w:rsid w:val="00257462"/>
    <w:rsid w:val="0026171C"/>
    <w:rsid w:val="00261A16"/>
    <w:rsid w:val="002625E3"/>
    <w:rsid w:val="002631A5"/>
    <w:rsid w:val="0026349C"/>
    <w:rsid w:val="00263D7E"/>
    <w:rsid w:val="002646F1"/>
    <w:rsid w:val="00264C45"/>
    <w:rsid w:val="00267F48"/>
    <w:rsid w:val="00276A1F"/>
    <w:rsid w:val="00276C80"/>
    <w:rsid w:val="0027749C"/>
    <w:rsid w:val="00280AB2"/>
    <w:rsid w:val="0028490F"/>
    <w:rsid w:val="00285564"/>
    <w:rsid w:val="002869A1"/>
    <w:rsid w:val="00286C9F"/>
    <w:rsid w:val="00287AEC"/>
    <w:rsid w:val="00291C35"/>
    <w:rsid w:val="00291E34"/>
    <w:rsid w:val="00291FF1"/>
    <w:rsid w:val="00291FFA"/>
    <w:rsid w:val="00292CF5"/>
    <w:rsid w:val="00293CCD"/>
    <w:rsid w:val="00293DAA"/>
    <w:rsid w:val="00294D47"/>
    <w:rsid w:val="00295497"/>
    <w:rsid w:val="0029716F"/>
    <w:rsid w:val="002A01D1"/>
    <w:rsid w:val="002A115E"/>
    <w:rsid w:val="002A135C"/>
    <w:rsid w:val="002A4637"/>
    <w:rsid w:val="002A5441"/>
    <w:rsid w:val="002B221F"/>
    <w:rsid w:val="002B3E28"/>
    <w:rsid w:val="002B4BCD"/>
    <w:rsid w:val="002B4C08"/>
    <w:rsid w:val="002B50D4"/>
    <w:rsid w:val="002B6769"/>
    <w:rsid w:val="002C012D"/>
    <w:rsid w:val="002C3E74"/>
    <w:rsid w:val="002C5958"/>
    <w:rsid w:val="002C5B76"/>
    <w:rsid w:val="002C6C5B"/>
    <w:rsid w:val="002C6FEE"/>
    <w:rsid w:val="002C724D"/>
    <w:rsid w:val="002C78AD"/>
    <w:rsid w:val="002D1839"/>
    <w:rsid w:val="002D1C5D"/>
    <w:rsid w:val="002D2D27"/>
    <w:rsid w:val="002D33A8"/>
    <w:rsid w:val="002D4F46"/>
    <w:rsid w:val="002E16D9"/>
    <w:rsid w:val="002E1F21"/>
    <w:rsid w:val="002E3BE8"/>
    <w:rsid w:val="002E3F41"/>
    <w:rsid w:val="002E60D5"/>
    <w:rsid w:val="002F568B"/>
    <w:rsid w:val="002F7DE7"/>
    <w:rsid w:val="00301980"/>
    <w:rsid w:val="00306DF0"/>
    <w:rsid w:val="00310186"/>
    <w:rsid w:val="00312D2F"/>
    <w:rsid w:val="00313378"/>
    <w:rsid w:val="00313A16"/>
    <w:rsid w:val="00313FA9"/>
    <w:rsid w:val="00315CE4"/>
    <w:rsid w:val="00316445"/>
    <w:rsid w:val="003164F3"/>
    <w:rsid w:val="003247CD"/>
    <w:rsid w:val="00326D6A"/>
    <w:rsid w:val="003324B3"/>
    <w:rsid w:val="00340513"/>
    <w:rsid w:val="00342D2A"/>
    <w:rsid w:val="00343085"/>
    <w:rsid w:val="00345315"/>
    <w:rsid w:val="00347B74"/>
    <w:rsid w:val="003513F8"/>
    <w:rsid w:val="00353765"/>
    <w:rsid w:val="00353A23"/>
    <w:rsid w:val="00356871"/>
    <w:rsid w:val="00356FAF"/>
    <w:rsid w:val="0036021B"/>
    <w:rsid w:val="003628CC"/>
    <w:rsid w:val="00362AF6"/>
    <w:rsid w:val="003641B7"/>
    <w:rsid w:val="00364540"/>
    <w:rsid w:val="00365B86"/>
    <w:rsid w:val="00370E30"/>
    <w:rsid w:val="00371084"/>
    <w:rsid w:val="0037442C"/>
    <w:rsid w:val="003749D8"/>
    <w:rsid w:val="00377071"/>
    <w:rsid w:val="00377282"/>
    <w:rsid w:val="00377295"/>
    <w:rsid w:val="0038268B"/>
    <w:rsid w:val="003826DC"/>
    <w:rsid w:val="00384C08"/>
    <w:rsid w:val="00386104"/>
    <w:rsid w:val="00391409"/>
    <w:rsid w:val="00392B91"/>
    <w:rsid w:val="00396006"/>
    <w:rsid w:val="003975BC"/>
    <w:rsid w:val="003A0BA4"/>
    <w:rsid w:val="003A2159"/>
    <w:rsid w:val="003A3860"/>
    <w:rsid w:val="003A6468"/>
    <w:rsid w:val="003B109B"/>
    <w:rsid w:val="003B1E66"/>
    <w:rsid w:val="003B60CC"/>
    <w:rsid w:val="003B68BF"/>
    <w:rsid w:val="003B7167"/>
    <w:rsid w:val="003B7E6F"/>
    <w:rsid w:val="003C032C"/>
    <w:rsid w:val="003C070E"/>
    <w:rsid w:val="003C0CD0"/>
    <w:rsid w:val="003C24AC"/>
    <w:rsid w:val="003C61AD"/>
    <w:rsid w:val="003D2F03"/>
    <w:rsid w:val="003D3A7F"/>
    <w:rsid w:val="003D4D99"/>
    <w:rsid w:val="003D579D"/>
    <w:rsid w:val="003D6420"/>
    <w:rsid w:val="003E0CFC"/>
    <w:rsid w:val="003E1E11"/>
    <w:rsid w:val="003E2606"/>
    <w:rsid w:val="003E6106"/>
    <w:rsid w:val="003E67D7"/>
    <w:rsid w:val="003E6F25"/>
    <w:rsid w:val="003F27E1"/>
    <w:rsid w:val="003F38B8"/>
    <w:rsid w:val="003F46B9"/>
    <w:rsid w:val="003F4911"/>
    <w:rsid w:val="003F591B"/>
    <w:rsid w:val="003F6BEE"/>
    <w:rsid w:val="0040130F"/>
    <w:rsid w:val="00401947"/>
    <w:rsid w:val="00403AE9"/>
    <w:rsid w:val="00404D46"/>
    <w:rsid w:val="00405104"/>
    <w:rsid w:val="004057B4"/>
    <w:rsid w:val="0040594B"/>
    <w:rsid w:val="004069A3"/>
    <w:rsid w:val="00407C9D"/>
    <w:rsid w:val="00412DF6"/>
    <w:rsid w:val="004131D3"/>
    <w:rsid w:val="0042013A"/>
    <w:rsid w:val="0042058B"/>
    <w:rsid w:val="004219E8"/>
    <w:rsid w:val="00425F56"/>
    <w:rsid w:val="004260D1"/>
    <w:rsid w:val="00426FA2"/>
    <w:rsid w:val="00431DFE"/>
    <w:rsid w:val="004326DA"/>
    <w:rsid w:val="0043331F"/>
    <w:rsid w:val="004337B3"/>
    <w:rsid w:val="0043640D"/>
    <w:rsid w:val="00437D9F"/>
    <w:rsid w:val="004432F0"/>
    <w:rsid w:val="00443616"/>
    <w:rsid w:val="004460C3"/>
    <w:rsid w:val="00446768"/>
    <w:rsid w:val="00450695"/>
    <w:rsid w:val="00451EFB"/>
    <w:rsid w:val="00452FB6"/>
    <w:rsid w:val="00456B68"/>
    <w:rsid w:val="00456F7A"/>
    <w:rsid w:val="00460EFE"/>
    <w:rsid w:val="0046107A"/>
    <w:rsid w:val="0046141E"/>
    <w:rsid w:val="00462C93"/>
    <w:rsid w:val="004635A8"/>
    <w:rsid w:val="00463C1F"/>
    <w:rsid w:val="004641CB"/>
    <w:rsid w:val="00466B56"/>
    <w:rsid w:val="00472026"/>
    <w:rsid w:val="0047605E"/>
    <w:rsid w:val="00476497"/>
    <w:rsid w:val="00476DF2"/>
    <w:rsid w:val="0048084D"/>
    <w:rsid w:val="004828E6"/>
    <w:rsid w:val="004829E5"/>
    <w:rsid w:val="0048760E"/>
    <w:rsid w:val="004877B8"/>
    <w:rsid w:val="00490D73"/>
    <w:rsid w:val="0049152A"/>
    <w:rsid w:val="004930CE"/>
    <w:rsid w:val="00493A93"/>
    <w:rsid w:val="00494065"/>
    <w:rsid w:val="004946D0"/>
    <w:rsid w:val="00494E1E"/>
    <w:rsid w:val="0049781C"/>
    <w:rsid w:val="004A3BBD"/>
    <w:rsid w:val="004A3E06"/>
    <w:rsid w:val="004A58B9"/>
    <w:rsid w:val="004A6550"/>
    <w:rsid w:val="004B1671"/>
    <w:rsid w:val="004B3D92"/>
    <w:rsid w:val="004B48B4"/>
    <w:rsid w:val="004B499F"/>
    <w:rsid w:val="004B5193"/>
    <w:rsid w:val="004B6704"/>
    <w:rsid w:val="004B7823"/>
    <w:rsid w:val="004C0CB8"/>
    <w:rsid w:val="004C4150"/>
    <w:rsid w:val="004C4D4D"/>
    <w:rsid w:val="004C5627"/>
    <w:rsid w:val="004C758E"/>
    <w:rsid w:val="004D11CD"/>
    <w:rsid w:val="004D1492"/>
    <w:rsid w:val="004D5BB3"/>
    <w:rsid w:val="004D5C49"/>
    <w:rsid w:val="004E1EBD"/>
    <w:rsid w:val="004E3E46"/>
    <w:rsid w:val="004E6B4D"/>
    <w:rsid w:val="004E764E"/>
    <w:rsid w:val="004F055B"/>
    <w:rsid w:val="004F1CA5"/>
    <w:rsid w:val="004F2AE3"/>
    <w:rsid w:val="004F2BA9"/>
    <w:rsid w:val="004F494D"/>
    <w:rsid w:val="004F49EA"/>
    <w:rsid w:val="004F776F"/>
    <w:rsid w:val="00501F6C"/>
    <w:rsid w:val="00505315"/>
    <w:rsid w:val="00505A25"/>
    <w:rsid w:val="00506596"/>
    <w:rsid w:val="00506C8E"/>
    <w:rsid w:val="00507133"/>
    <w:rsid w:val="0051155F"/>
    <w:rsid w:val="0051171F"/>
    <w:rsid w:val="00511885"/>
    <w:rsid w:val="00511895"/>
    <w:rsid w:val="005158F0"/>
    <w:rsid w:val="00516482"/>
    <w:rsid w:val="00525A93"/>
    <w:rsid w:val="00526E07"/>
    <w:rsid w:val="00527E2E"/>
    <w:rsid w:val="00541027"/>
    <w:rsid w:val="00541299"/>
    <w:rsid w:val="00541824"/>
    <w:rsid w:val="00543BC2"/>
    <w:rsid w:val="00552D8C"/>
    <w:rsid w:val="00552EEE"/>
    <w:rsid w:val="00552F73"/>
    <w:rsid w:val="005536ED"/>
    <w:rsid w:val="005537E9"/>
    <w:rsid w:val="00557239"/>
    <w:rsid w:val="00557E3E"/>
    <w:rsid w:val="00564BB0"/>
    <w:rsid w:val="005661E7"/>
    <w:rsid w:val="00566737"/>
    <w:rsid w:val="00566C00"/>
    <w:rsid w:val="005710AD"/>
    <w:rsid w:val="00571DFB"/>
    <w:rsid w:val="005725E3"/>
    <w:rsid w:val="0057398B"/>
    <w:rsid w:val="0057446B"/>
    <w:rsid w:val="005757CC"/>
    <w:rsid w:val="00581F69"/>
    <w:rsid w:val="0058254F"/>
    <w:rsid w:val="00587B5B"/>
    <w:rsid w:val="00587EB2"/>
    <w:rsid w:val="00596E34"/>
    <w:rsid w:val="005A1B37"/>
    <w:rsid w:val="005A1BD3"/>
    <w:rsid w:val="005A2223"/>
    <w:rsid w:val="005A53E3"/>
    <w:rsid w:val="005B1DF8"/>
    <w:rsid w:val="005B3716"/>
    <w:rsid w:val="005B41CF"/>
    <w:rsid w:val="005B5077"/>
    <w:rsid w:val="005B5C4E"/>
    <w:rsid w:val="005B6FFF"/>
    <w:rsid w:val="005C13F7"/>
    <w:rsid w:val="005C39E3"/>
    <w:rsid w:val="005C4B3F"/>
    <w:rsid w:val="005C57F7"/>
    <w:rsid w:val="005C7F09"/>
    <w:rsid w:val="005C7F58"/>
    <w:rsid w:val="005D0B6C"/>
    <w:rsid w:val="005D1A99"/>
    <w:rsid w:val="005D1E40"/>
    <w:rsid w:val="005D2188"/>
    <w:rsid w:val="005D227F"/>
    <w:rsid w:val="005D5A11"/>
    <w:rsid w:val="005E1773"/>
    <w:rsid w:val="005E1BAA"/>
    <w:rsid w:val="005E3F69"/>
    <w:rsid w:val="005E52F9"/>
    <w:rsid w:val="005E63BD"/>
    <w:rsid w:val="005E6635"/>
    <w:rsid w:val="005E74A7"/>
    <w:rsid w:val="005F2756"/>
    <w:rsid w:val="005F472E"/>
    <w:rsid w:val="005F4AB6"/>
    <w:rsid w:val="005F4DE5"/>
    <w:rsid w:val="005F4FB3"/>
    <w:rsid w:val="005F624E"/>
    <w:rsid w:val="005F7563"/>
    <w:rsid w:val="0060056D"/>
    <w:rsid w:val="006045BE"/>
    <w:rsid w:val="00606A5A"/>
    <w:rsid w:val="00610241"/>
    <w:rsid w:val="0061093B"/>
    <w:rsid w:val="00614B87"/>
    <w:rsid w:val="00620B19"/>
    <w:rsid w:val="00623F5D"/>
    <w:rsid w:val="00624876"/>
    <w:rsid w:val="00626437"/>
    <w:rsid w:val="006264F2"/>
    <w:rsid w:val="00627A62"/>
    <w:rsid w:val="00635AAE"/>
    <w:rsid w:val="006363A5"/>
    <w:rsid w:val="00637BB8"/>
    <w:rsid w:val="00640B38"/>
    <w:rsid w:val="00641FC9"/>
    <w:rsid w:val="00646334"/>
    <w:rsid w:val="00647E90"/>
    <w:rsid w:val="00647F74"/>
    <w:rsid w:val="006502A5"/>
    <w:rsid w:val="0065328A"/>
    <w:rsid w:val="0065426D"/>
    <w:rsid w:val="00654283"/>
    <w:rsid w:val="00655224"/>
    <w:rsid w:val="00657CFE"/>
    <w:rsid w:val="0066008D"/>
    <w:rsid w:val="00661C44"/>
    <w:rsid w:val="00662E07"/>
    <w:rsid w:val="006644DB"/>
    <w:rsid w:val="00664746"/>
    <w:rsid w:val="00665EB5"/>
    <w:rsid w:val="00666A29"/>
    <w:rsid w:val="0066786D"/>
    <w:rsid w:val="00670CB4"/>
    <w:rsid w:val="006714FD"/>
    <w:rsid w:val="006721C5"/>
    <w:rsid w:val="00673CA1"/>
    <w:rsid w:val="00674964"/>
    <w:rsid w:val="00676E30"/>
    <w:rsid w:val="006819A0"/>
    <w:rsid w:val="0068225C"/>
    <w:rsid w:val="00682B86"/>
    <w:rsid w:val="006940FE"/>
    <w:rsid w:val="006943F9"/>
    <w:rsid w:val="006945CD"/>
    <w:rsid w:val="006961A8"/>
    <w:rsid w:val="00696B20"/>
    <w:rsid w:val="006977CA"/>
    <w:rsid w:val="006A08C7"/>
    <w:rsid w:val="006A2B85"/>
    <w:rsid w:val="006A4360"/>
    <w:rsid w:val="006A731B"/>
    <w:rsid w:val="006A73EC"/>
    <w:rsid w:val="006B1430"/>
    <w:rsid w:val="006B269D"/>
    <w:rsid w:val="006B3EF8"/>
    <w:rsid w:val="006B55EC"/>
    <w:rsid w:val="006B65AA"/>
    <w:rsid w:val="006C620F"/>
    <w:rsid w:val="006C6FC7"/>
    <w:rsid w:val="006D118B"/>
    <w:rsid w:val="006D158A"/>
    <w:rsid w:val="006E21CF"/>
    <w:rsid w:val="006E33B3"/>
    <w:rsid w:val="006E7510"/>
    <w:rsid w:val="006F05C0"/>
    <w:rsid w:val="006F0C69"/>
    <w:rsid w:val="006F3014"/>
    <w:rsid w:val="006F3EAA"/>
    <w:rsid w:val="006F7071"/>
    <w:rsid w:val="00700043"/>
    <w:rsid w:val="00700A85"/>
    <w:rsid w:val="00702F98"/>
    <w:rsid w:val="007042AB"/>
    <w:rsid w:val="00706F41"/>
    <w:rsid w:val="007104FB"/>
    <w:rsid w:val="00714BB3"/>
    <w:rsid w:val="00715EE9"/>
    <w:rsid w:val="00727C77"/>
    <w:rsid w:val="007349DC"/>
    <w:rsid w:val="007353ED"/>
    <w:rsid w:val="007434D7"/>
    <w:rsid w:val="00743A13"/>
    <w:rsid w:val="0074574E"/>
    <w:rsid w:val="00745815"/>
    <w:rsid w:val="007474AC"/>
    <w:rsid w:val="007515BB"/>
    <w:rsid w:val="007520E5"/>
    <w:rsid w:val="00752BDA"/>
    <w:rsid w:val="007547B9"/>
    <w:rsid w:val="007554A4"/>
    <w:rsid w:val="00755B49"/>
    <w:rsid w:val="00761983"/>
    <w:rsid w:val="00766BEA"/>
    <w:rsid w:val="00770FB8"/>
    <w:rsid w:val="00780B43"/>
    <w:rsid w:val="00782382"/>
    <w:rsid w:val="00782F79"/>
    <w:rsid w:val="0078359A"/>
    <w:rsid w:val="00784B97"/>
    <w:rsid w:val="00793E8D"/>
    <w:rsid w:val="00795A16"/>
    <w:rsid w:val="0079678A"/>
    <w:rsid w:val="007A164E"/>
    <w:rsid w:val="007A208D"/>
    <w:rsid w:val="007A2AFD"/>
    <w:rsid w:val="007A2F8C"/>
    <w:rsid w:val="007A3B58"/>
    <w:rsid w:val="007A5CBA"/>
    <w:rsid w:val="007B24BF"/>
    <w:rsid w:val="007B5237"/>
    <w:rsid w:val="007B5B00"/>
    <w:rsid w:val="007B7381"/>
    <w:rsid w:val="007C08EB"/>
    <w:rsid w:val="007C5CB2"/>
    <w:rsid w:val="007C65D8"/>
    <w:rsid w:val="007C65E8"/>
    <w:rsid w:val="007D00A0"/>
    <w:rsid w:val="007D0344"/>
    <w:rsid w:val="007D3334"/>
    <w:rsid w:val="007D342B"/>
    <w:rsid w:val="007D482A"/>
    <w:rsid w:val="007D6C0A"/>
    <w:rsid w:val="007F1FD3"/>
    <w:rsid w:val="007F55BC"/>
    <w:rsid w:val="007F595E"/>
    <w:rsid w:val="00801F4D"/>
    <w:rsid w:val="00811A64"/>
    <w:rsid w:val="00812897"/>
    <w:rsid w:val="008172E7"/>
    <w:rsid w:val="00822A0C"/>
    <w:rsid w:val="00824DC8"/>
    <w:rsid w:val="008270F7"/>
    <w:rsid w:val="00831722"/>
    <w:rsid w:val="00831EC2"/>
    <w:rsid w:val="00833E77"/>
    <w:rsid w:val="00835832"/>
    <w:rsid w:val="00836E32"/>
    <w:rsid w:val="008376F5"/>
    <w:rsid w:val="0084050F"/>
    <w:rsid w:val="00840750"/>
    <w:rsid w:val="0084671C"/>
    <w:rsid w:val="00846823"/>
    <w:rsid w:val="00847E6A"/>
    <w:rsid w:val="00853BA9"/>
    <w:rsid w:val="008543D5"/>
    <w:rsid w:val="008560C1"/>
    <w:rsid w:val="00856C55"/>
    <w:rsid w:val="008610A3"/>
    <w:rsid w:val="00863848"/>
    <w:rsid w:val="00865437"/>
    <w:rsid w:val="00865C5E"/>
    <w:rsid w:val="008661F6"/>
    <w:rsid w:val="00866517"/>
    <w:rsid w:val="00867920"/>
    <w:rsid w:val="00867B92"/>
    <w:rsid w:val="00872145"/>
    <w:rsid w:val="008733EE"/>
    <w:rsid w:val="008737A4"/>
    <w:rsid w:val="008751F9"/>
    <w:rsid w:val="0087621B"/>
    <w:rsid w:val="00876287"/>
    <w:rsid w:val="00876462"/>
    <w:rsid w:val="00881979"/>
    <w:rsid w:val="008825E8"/>
    <w:rsid w:val="00883398"/>
    <w:rsid w:val="00884D39"/>
    <w:rsid w:val="00885B52"/>
    <w:rsid w:val="008917B3"/>
    <w:rsid w:val="008937FA"/>
    <w:rsid w:val="00893C25"/>
    <w:rsid w:val="008960DD"/>
    <w:rsid w:val="00896BD8"/>
    <w:rsid w:val="008A5DD5"/>
    <w:rsid w:val="008A74D2"/>
    <w:rsid w:val="008B13A0"/>
    <w:rsid w:val="008B27B1"/>
    <w:rsid w:val="008B54EA"/>
    <w:rsid w:val="008C0C17"/>
    <w:rsid w:val="008C2354"/>
    <w:rsid w:val="008C4C40"/>
    <w:rsid w:val="008C529B"/>
    <w:rsid w:val="008C6B45"/>
    <w:rsid w:val="008D0F7B"/>
    <w:rsid w:val="008D192D"/>
    <w:rsid w:val="008D3082"/>
    <w:rsid w:val="008D4B32"/>
    <w:rsid w:val="008D59F9"/>
    <w:rsid w:val="008D6DD2"/>
    <w:rsid w:val="008E4BBD"/>
    <w:rsid w:val="008E4F13"/>
    <w:rsid w:val="008E69F1"/>
    <w:rsid w:val="008F293B"/>
    <w:rsid w:val="008F3DCC"/>
    <w:rsid w:val="008F5085"/>
    <w:rsid w:val="008F6B51"/>
    <w:rsid w:val="008F7693"/>
    <w:rsid w:val="0090187F"/>
    <w:rsid w:val="00911A8D"/>
    <w:rsid w:val="009132B2"/>
    <w:rsid w:val="00914C4A"/>
    <w:rsid w:val="009164D1"/>
    <w:rsid w:val="00917082"/>
    <w:rsid w:val="00921331"/>
    <w:rsid w:val="009215C7"/>
    <w:rsid w:val="00921ADD"/>
    <w:rsid w:val="00927305"/>
    <w:rsid w:val="009307EE"/>
    <w:rsid w:val="00932F71"/>
    <w:rsid w:val="009331BB"/>
    <w:rsid w:val="009376FF"/>
    <w:rsid w:val="0094422B"/>
    <w:rsid w:val="009451B5"/>
    <w:rsid w:val="00945D5B"/>
    <w:rsid w:val="0095035C"/>
    <w:rsid w:val="00952629"/>
    <w:rsid w:val="00955374"/>
    <w:rsid w:val="009556E5"/>
    <w:rsid w:val="00961CB8"/>
    <w:rsid w:val="00964129"/>
    <w:rsid w:val="009666C1"/>
    <w:rsid w:val="009702BE"/>
    <w:rsid w:val="009703CB"/>
    <w:rsid w:val="0097265B"/>
    <w:rsid w:val="0097720A"/>
    <w:rsid w:val="00982644"/>
    <w:rsid w:val="00984704"/>
    <w:rsid w:val="00990305"/>
    <w:rsid w:val="009914BB"/>
    <w:rsid w:val="00994DFD"/>
    <w:rsid w:val="0099511E"/>
    <w:rsid w:val="00996D4B"/>
    <w:rsid w:val="00997B32"/>
    <w:rsid w:val="009A0721"/>
    <w:rsid w:val="009A1306"/>
    <w:rsid w:val="009A4D5D"/>
    <w:rsid w:val="009A50CF"/>
    <w:rsid w:val="009A61CC"/>
    <w:rsid w:val="009B0C86"/>
    <w:rsid w:val="009B7C66"/>
    <w:rsid w:val="009C1349"/>
    <w:rsid w:val="009C5CA9"/>
    <w:rsid w:val="009C6DA1"/>
    <w:rsid w:val="009C6F65"/>
    <w:rsid w:val="009D1275"/>
    <w:rsid w:val="009D240E"/>
    <w:rsid w:val="009D4C18"/>
    <w:rsid w:val="009D7BE9"/>
    <w:rsid w:val="009E1B3C"/>
    <w:rsid w:val="009E7F75"/>
    <w:rsid w:val="009F0629"/>
    <w:rsid w:val="009F1C0A"/>
    <w:rsid w:val="009F1EDA"/>
    <w:rsid w:val="00A04D04"/>
    <w:rsid w:val="00A1010C"/>
    <w:rsid w:val="00A1086E"/>
    <w:rsid w:val="00A135A5"/>
    <w:rsid w:val="00A23777"/>
    <w:rsid w:val="00A25CC2"/>
    <w:rsid w:val="00A3766B"/>
    <w:rsid w:val="00A41549"/>
    <w:rsid w:val="00A41DC1"/>
    <w:rsid w:val="00A43148"/>
    <w:rsid w:val="00A43611"/>
    <w:rsid w:val="00A45AE6"/>
    <w:rsid w:val="00A47C68"/>
    <w:rsid w:val="00A50152"/>
    <w:rsid w:val="00A5180C"/>
    <w:rsid w:val="00A534E0"/>
    <w:rsid w:val="00A600DC"/>
    <w:rsid w:val="00A62A07"/>
    <w:rsid w:val="00A63223"/>
    <w:rsid w:val="00A6595E"/>
    <w:rsid w:val="00A67647"/>
    <w:rsid w:val="00A70139"/>
    <w:rsid w:val="00A7118B"/>
    <w:rsid w:val="00A71290"/>
    <w:rsid w:val="00A71D8E"/>
    <w:rsid w:val="00A73178"/>
    <w:rsid w:val="00A76F3D"/>
    <w:rsid w:val="00A806EA"/>
    <w:rsid w:val="00A8483D"/>
    <w:rsid w:val="00A859E1"/>
    <w:rsid w:val="00A8616D"/>
    <w:rsid w:val="00A92D51"/>
    <w:rsid w:val="00A941A4"/>
    <w:rsid w:val="00A95E81"/>
    <w:rsid w:val="00A97852"/>
    <w:rsid w:val="00AA0BE8"/>
    <w:rsid w:val="00AA3007"/>
    <w:rsid w:val="00AA3961"/>
    <w:rsid w:val="00AA3A32"/>
    <w:rsid w:val="00AA42F1"/>
    <w:rsid w:val="00AA58CF"/>
    <w:rsid w:val="00AB3118"/>
    <w:rsid w:val="00AB405E"/>
    <w:rsid w:val="00AB62CE"/>
    <w:rsid w:val="00AC490D"/>
    <w:rsid w:val="00AC5167"/>
    <w:rsid w:val="00AC7DDE"/>
    <w:rsid w:val="00AD051E"/>
    <w:rsid w:val="00AD2466"/>
    <w:rsid w:val="00AD3E06"/>
    <w:rsid w:val="00AD4283"/>
    <w:rsid w:val="00AD4CE8"/>
    <w:rsid w:val="00AD6D47"/>
    <w:rsid w:val="00AD704E"/>
    <w:rsid w:val="00AD7940"/>
    <w:rsid w:val="00AE0DC8"/>
    <w:rsid w:val="00AE2A3B"/>
    <w:rsid w:val="00AE4016"/>
    <w:rsid w:val="00AE5F08"/>
    <w:rsid w:val="00AE7562"/>
    <w:rsid w:val="00AF0587"/>
    <w:rsid w:val="00AF0D61"/>
    <w:rsid w:val="00AF78EC"/>
    <w:rsid w:val="00B008BC"/>
    <w:rsid w:val="00B009D5"/>
    <w:rsid w:val="00B01248"/>
    <w:rsid w:val="00B02BEA"/>
    <w:rsid w:val="00B02C33"/>
    <w:rsid w:val="00B02F2D"/>
    <w:rsid w:val="00B05944"/>
    <w:rsid w:val="00B05BEF"/>
    <w:rsid w:val="00B06549"/>
    <w:rsid w:val="00B066AA"/>
    <w:rsid w:val="00B06D53"/>
    <w:rsid w:val="00B11618"/>
    <w:rsid w:val="00B127F6"/>
    <w:rsid w:val="00B131CE"/>
    <w:rsid w:val="00B22E0E"/>
    <w:rsid w:val="00B23546"/>
    <w:rsid w:val="00B3225F"/>
    <w:rsid w:val="00B3307E"/>
    <w:rsid w:val="00B33D2E"/>
    <w:rsid w:val="00B35452"/>
    <w:rsid w:val="00B359A4"/>
    <w:rsid w:val="00B36538"/>
    <w:rsid w:val="00B40033"/>
    <w:rsid w:val="00B40EB9"/>
    <w:rsid w:val="00B427CA"/>
    <w:rsid w:val="00B4301E"/>
    <w:rsid w:val="00B444C3"/>
    <w:rsid w:val="00B448CA"/>
    <w:rsid w:val="00B45529"/>
    <w:rsid w:val="00B455D9"/>
    <w:rsid w:val="00B459AF"/>
    <w:rsid w:val="00B47217"/>
    <w:rsid w:val="00B47C92"/>
    <w:rsid w:val="00B50D5B"/>
    <w:rsid w:val="00B512E3"/>
    <w:rsid w:val="00B5151F"/>
    <w:rsid w:val="00B51857"/>
    <w:rsid w:val="00B51EC8"/>
    <w:rsid w:val="00B52994"/>
    <w:rsid w:val="00B53763"/>
    <w:rsid w:val="00B54277"/>
    <w:rsid w:val="00B54AF4"/>
    <w:rsid w:val="00B61262"/>
    <w:rsid w:val="00B61732"/>
    <w:rsid w:val="00B61929"/>
    <w:rsid w:val="00B622FC"/>
    <w:rsid w:val="00B62A60"/>
    <w:rsid w:val="00B62EAC"/>
    <w:rsid w:val="00B6385B"/>
    <w:rsid w:val="00B65A50"/>
    <w:rsid w:val="00B7284F"/>
    <w:rsid w:val="00B775FF"/>
    <w:rsid w:val="00B8157B"/>
    <w:rsid w:val="00B81F86"/>
    <w:rsid w:val="00B8331C"/>
    <w:rsid w:val="00B906A0"/>
    <w:rsid w:val="00B955E4"/>
    <w:rsid w:val="00B96529"/>
    <w:rsid w:val="00BA5C7E"/>
    <w:rsid w:val="00BA60B7"/>
    <w:rsid w:val="00BA6281"/>
    <w:rsid w:val="00BB2446"/>
    <w:rsid w:val="00BB30DC"/>
    <w:rsid w:val="00BB3E72"/>
    <w:rsid w:val="00BB4E0C"/>
    <w:rsid w:val="00BB549F"/>
    <w:rsid w:val="00BB568B"/>
    <w:rsid w:val="00BC0584"/>
    <w:rsid w:val="00BC0B82"/>
    <w:rsid w:val="00BC379C"/>
    <w:rsid w:val="00BC5868"/>
    <w:rsid w:val="00BC61BF"/>
    <w:rsid w:val="00BD0851"/>
    <w:rsid w:val="00BD6A7C"/>
    <w:rsid w:val="00BE11C7"/>
    <w:rsid w:val="00BE2B48"/>
    <w:rsid w:val="00BE3C2A"/>
    <w:rsid w:val="00BE3D8E"/>
    <w:rsid w:val="00BF317D"/>
    <w:rsid w:val="00BF421B"/>
    <w:rsid w:val="00BF43E3"/>
    <w:rsid w:val="00BF631B"/>
    <w:rsid w:val="00BF6A64"/>
    <w:rsid w:val="00C004F1"/>
    <w:rsid w:val="00C00933"/>
    <w:rsid w:val="00C02C41"/>
    <w:rsid w:val="00C05521"/>
    <w:rsid w:val="00C070D8"/>
    <w:rsid w:val="00C1063C"/>
    <w:rsid w:val="00C11A96"/>
    <w:rsid w:val="00C12ED4"/>
    <w:rsid w:val="00C14320"/>
    <w:rsid w:val="00C1452A"/>
    <w:rsid w:val="00C1686A"/>
    <w:rsid w:val="00C168EE"/>
    <w:rsid w:val="00C17B18"/>
    <w:rsid w:val="00C20E6C"/>
    <w:rsid w:val="00C21BD1"/>
    <w:rsid w:val="00C22756"/>
    <w:rsid w:val="00C250B5"/>
    <w:rsid w:val="00C37B3C"/>
    <w:rsid w:val="00C37B92"/>
    <w:rsid w:val="00C40392"/>
    <w:rsid w:val="00C40B4F"/>
    <w:rsid w:val="00C41568"/>
    <w:rsid w:val="00C42004"/>
    <w:rsid w:val="00C43869"/>
    <w:rsid w:val="00C44246"/>
    <w:rsid w:val="00C44CC5"/>
    <w:rsid w:val="00C46AA9"/>
    <w:rsid w:val="00C46CE8"/>
    <w:rsid w:val="00C478B6"/>
    <w:rsid w:val="00C50C1D"/>
    <w:rsid w:val="00C52436"/>
    <w:rsid w:val="00C53155"/>
    <w:rsid w:val="00C538A0"/>
    <w:rsid w:val="00C53FE6"/>
    <w:rsid w:val="00C555DF"/>
    <w:rsid w:val="00C5653A"/>
    <w:rsid w:val="00C60698"/>
    <w:rsid w:val="00C7381C"/>
    <w:rsid w:val="00C762F7"/>
    <w:rsid w:val="00C77360"/>
    <w:rsid w:val="00C8348D"/>
    <w:rsid w:val="00C84050"/>
    <w:rsid w:val="00C841C2"/>
    <w:rsid w:val="00C84B05"/>
    <w:rsid w:val="00C855C5"/>
    <w:rsid w:val="00C86DA2"/>
    <w:rsid w:val="00C9234E"/>
    <w:rsid w:val="00C93102"/>
    <w:rsid w:val="00C9354D"/>
    <w:rsid w:val="00C93B25"/>
    <w:rsid w:val="00C9479A"/>
    <w:rsid w:val="00C95B23"/>
    <w:rsid w:val="00CA0973"/>
    <w:rsid w:val="00CA3540"/>
    <w:rsid w:val="00CA556B"/>
    <w:rsid w:val="00CA6798"/>
    <w:rsid w:val="00CA681A"/>
    <w:rsid w:val="00CA6CEE"/>
    <w:rsid w:val="00CA7D36"/>
    <w:rsid w:val="00CB0951"/>
    <w:rsid w:val="00CB0C43"/>
    <w:rsid w:val="00CB129A"/>
    <w:rsid w:val="00CB1FFD"/>
    <w:rsid w:val="00CB494E"/>
    <w:rsid w:val="00CB4D29"/>
    <w:rsid w:val="00CB7DFC"/>
    <w:rsid w:val="00CC280D"/>
    <w:rsid w:val="00CC4631"/>
    <w:rsid w:val="00CD21A2"/>
    <w:rsid w:val="00CD2E6D"/>
    <w:rsid w:val="00CD33BE"/>
    <w:rsid w:val="00CD6E3F"/>
    <w:rsid w:val="00CD731C"/>
    <w:rsid w:val="00CD7404"/>
    <w:rsid w:val="00CE1AC3"/>
    <w:rsid w:val="00CE22B2"/>
    <w:rsid w:val="00CF39BC"/>
    <w:rsid w:val="00CF5575"/>
    <w:rsid w:val="00CF5B98"/>
    <w:rsid w:val="00CF79AD"/>
    <w:rsid w:val="00D01744"/>
    <w:rsid w:val="00D01CD1"/>
    <w:rsid w:val="00D050E3"/>
    <w:rsid w:val="00D154C3"/>
    <w:rsid w:val="00D16A3C"/>
    <w:rsid w:val="00D2019E"/>
    <w:rsid w:val="00D23444"/>
    <w:rsid w:val="00D26505"/>
    <w:rsid w:val="00D2779B"/>
    <w:rsid w:val="00D27A47"/>
    <w:rsid w:val="00D305A7"/>
    <w:rsid w:val="00D32319"/>
    <w:rsid w:val="00D33CEA"/>
    <w:rsid w:val="00D34390"/>
    <w:rsid w:val="00D34F83"/>
    <w:rsid w:val="00D40310"/>
    <w:rsid w:val="00D403CF"/>
    <w:rsid w:val="00D4091D"/>
    <w:rsid w:val="00D418FB"/>
    <w:rsid w:val="00D420B8"/>
    <w:rsid w:val="00D43A78"/>
    <w:rsid w:val="00D469B9"/>
    <w:rsid w:val="00D47187"/>
    <w:rsid w:val="00D508CB"/>
    <w:rsid w:val="00D52B4C"/>
    <w:rsid w:val="00D5324B"/>
    <w:rsid w:val="00D575A8"/>
    <w:rsid w:val="00D62F22"/>
    <w:rsid w:val="00D648E0"/>
    <w:rsid w:val="00D66503"/>
    <w:rsid w:val="00D66F2A"/>
    <w:rsid w:val="00D7181C"/>
    <w:rsid w:val="00D73415"/>
    <w:rsid w:val="00D73B46"/>
    <w:rsid w:val="00D7558B"/>
    <w:rsid w:val="00D77047"/>
    <w:rsid w:val="00D7744F"/>
    <w:rsid w:val="00D77C33"/>
    <w:rsid w:val="00D803E2"/>
    <w:rsid w:val="00D82667"/>
    <w:rsid w:val="00D846B2"/>
    <w:rsid w:val="00D84CDC"/>
    <w:rsid w:val="00D85254"/>
    <w:rsid w:val="00D904A1"/>
    <w:rsid w:val="00D9276E"/>
    <w:rsid w:val="00D972A9"/>
    <w:rsid w:val="00DA1E6C"/>
    <w:rsid w:val="00DA436F"/>
    <w:rsid w:val="00DA5DD1"/>
    <w:rsid w:val="00DA6A94"/>
    <w:rsid w:val="00DB01BD"/>
    <w:rsid w:val="00DB2F75"/>
    <w:rsid w:val="00DB3B62"/>
    <w:rsid w:val="00DB6D72"/>
    <w:rsid w:val="00DB7CDD"/>
    <w:rsid w:val="00DC0060"/>
    <w:rsid w:val="00DC2645"/>
    <w:rsid w:val="00DC2C03"/>
    <w:rsid w:val="00DC4AB6"/>
    <w:rsid w:val="00DC5A47"/>
    <w:rsid w:val="00DC5EB6"/>
    <w:rsid w:val="00DC6038"/>
    <w:rsid w:val="00DC669E"/>
    <w:rsid w:val="00DC6F1A"/>
    <w:rsid w:val="00DC6F52"/>
    <w:rsid w:val="00DD042E"/>
    <w:rsid w:val="00DD05A9"/>
    <w:rsid w:val="00DD29D8"/>
    <w:rsid w:val="00DD329F"/>
    <w:rsid w:val="00DD4603"/>
    <w:rsid w:val="00DD5525"/>
    <w:rsid w:val="00DD5893"/>
    <w:rsid w:val="00DE1A52"/>
    <w:rsid w:val="00DE72B6"/>
    <w:rsid w:val="00DE7664"/>
    <w:rsid w:val="00DE7AD4"/>
    <w:rsid w:val="00DF177A"/>
    <w:rsid w:val="00DF1AC8"/>
    <w:rsid w:val="00DF2560"/>
    <w:rsid w:val="00DF2DF2"/>
    <w:rsid w:val="00DF7F49"/>
    <w:rsid w:val="00E0085D"/>
    <w:rsid w:val="00E00E60"/>
    <w:rsid w:val="00E01247"/>
    <w:rsid w:val="00E04655"/>
    <w:rsid w:val="00E0615A"/>
    <w:rsid w:val="00E06788"/>
    <w:rsid w:val="00E0775A"/>
    <w:rsid w:val="00E11C3A"/>
    <w:rsid w:val="00E11F49"/>
    <w:rsid w:val="00E13963"/>
    <w:rsid w:val="00E143EB"/>
    <w:rsid w:val="00E16E8D"/>
    <w:rsid w:val="00E20128"/>
    <w:rsid w:val="00E203F7"/>
    <w:rsid w:val="00E21AEA"/>
    <w:rsid w:val="00E232E1"/>
    <w:rsid w:val="00E2338E"/>
    <w:rsid w:val="00E25D28"/>
    <w:rsid w:val="00E2605D"/>
    <w:rsid w:val="00E26BFD"/>
    <w:rsid w:val="00E26F7F"/>
    <w:rsid w:val="00E273A6"/>
    <w:rsid w:val="00E327CE"/>
    <w:rsid w:val="00E336FA"/>
    <w:rsid w:val="00E34B5A"/>
    <w:rsid w:val="00E34B75"/>
    <w:rsid w:val="00E361E1"/>
    <w:rsid w:val="00E406CE"/>
    <w:rsid w:val="00E4226C"/>
    <w:rsid w:val="00E4348B"/>
    <w:rsid w:val="00E4442A"/>
    <w:rsid w:val="00E44FA3"/>
    <w:rsid w:val="00E46A82"/>
    <w:rsid w:val="00E47C19"/>
    <w:rsid w:val="00E504CF"/>
    <w:rsid w:val="00E567B6"/>
    <w:rsid w:val="00E56D00"/>
    <w:rsid w:val="00E57063"/>
    <w:rsid w:val="00E57DCE"/>
    <w:rsid w:val="00E624E1"/>
    <w:rsid w:val="00E63270"/>
    <w:rsid w:val="00E6389C"/>
    <w:rsid w:val="00E64239"/>
    <w:rsid w:val="00E6463D"/>
    <w:rsid w:val="00E67E12"/>
    <w:rsid w:val="00E7072F"/>
    <w:rsid w:val="00E80B29"/>
    <w:rsid w:val="00E818CE"/>
    <w:rsid w:val="00E91EB9"/>
    <w:rsid w:val="00E94D70"/>
    <w:rsid w:val="00EA19BB"/>
    <w:rsid w:val="00EA4053"/>
    <w:rsid w:val="00EA4600"/>
    <w:rsid w:val="00EA7531"/>
    <w:rsid w:val="00EB058E"/>
    <w:rsid w:val="00EB1EFF"/>
    <w:rsid w:val="00EB3166"/>
    <w:rsid w:val="00EB4FDC"/>
    <w:rsid w:val="00EB5BB5"/>
    <w:rsid w:val="00EB687A"/>
    <w:rsid w:val="00EC078B"/>
    <w:rsid w:val="00EC0E11"/>
    <w:rsid w:val="00EC17FA"/>
    <w:rsid w:val="00EC2D1F"/>
    <w:rsid w:val="00ED5376"/>
    <w:rsid w:val="00ED5E93"/>
    <w:rsid w:val="00ED623B"/>
    <w:rsid w:val="00ED7168"/>
    <w:rsid w:val="00EE06B7"/>
    <w:rsid w:val="00EE0A22"/>
    <w:rsid w:val="00EE128B"/>
    <w:rsid w:val="00EE1475"/>
    <w:rsid w:val="00EE1C46"/>
    <w:rsid w:val="00EE24CA"/>
    <w:rsid w:val="00EE2D58"/>
    <w:rsid w:val="00EE35DC"/>
    <w:rsid w:val="00EF3568"/>
    <w:rsid w:val="00EF4D3E"/>
    <w:rsid w:val="00EF6282"/>
    <w:rsid w:val="00EF6426"/>
    <w:rsid w:val="00F02132"/>
    <w:rsid w:val="00F051E2"/>
    <w:rsid w:val="00F0630F"/>
    <w:rsid w:val="00F063F7"/>
    <w:rsid w:val="00F0795B"/>
    <w:rsid w:val="00F11278"/>
    <w:rsid w:val="00F11F9D"/>
    <w:rsid w:val="00F1208C"/>
    <w:rsid w:val="00F1666B"/>
    <w:rsid w:val="00F16A3E"/>
    <w:rsid w:val="00F174FF"/>
    <w:rsid w:val="00F20634"/>
    <w:rsid w:val="00F237ED"/>
    <w:rsid w:val="00F23DCD"/>
    <w:rsid w:val="00F261BF"/>
    <w:rsid w:val="00F2668A"/>
    <w:rsid w:val="00F269EA"/>
    <w:rsid w:val="00F26ECF"/>
    <w:rsid w:val="00F311A2"/>
    <w:rsid w:val="00F31B60"/>
    <w:rsid w:val="00F3234D"/>
    <w:rsid w:val="00F34059"/>
    <w:rsid w:val="00F419B6"/>
    <w:rsid w:val="00F43F13"/>
    <w:rsid w:val="00F44284"/>
    <w:rsid w:val="00F444F8"/>
    <w:rsid w:val="00F51A9F"/>
    <w:rsid w:val="00F5476B"/>
    <w:rsid w:val="00F558F2"/>
    <w:rsid w:val="00F56F85"/>
    <w:rsid w:val="00F6656E"/>
    <w:rsid w:val="00F70E4C"/>
    <w:rsid w:val="00F73EB8"/>
    <w:rsid w:val="00F7515D"/>
    <w:rsid w:val="00F75334"/>
    <w:rsid w:val="00F807FC"/>
    <w:rsid w:val="00F80CBC"/>
    <w:rsid w:val="00F852B1"/>
    <w:rsid w:val="00F91FBD"/>
    <w:rsid w:val="00F95EC0"/>
    <w:rsid w:val="00F96C5D"/>
    <w:rsid w:val="00FA289B"/>
    <w:rsid w:val="00FA2A53"/>
    <w:rsid w:val="00FA2DB2"/>
    <w:rsid w:val="00FA367D"/>
    <w:rsid w:val="00FB013C"/>
    <w:rsid w:val="00FB130F"/>
    <w:rsid w:val="00FB3CC6"/>
    <w:rsid w:val="00FB467A"/>
    <w:rsid w:val="00FB5200"/>
    <w:rsid w:val="00FB52FC"/>
    <w:rsid w:val="00FB5662"/>
    <w:rsid w:val="00FB5AD3"/>
    <w:rsid w:val="00FC0DCE"/>
    <w:rsid w:val="00FC1CDF"/>
    <w:rsid w:val="00FC7EDF"/>
    <w:rsid w:val="00FD04CE"/>
    <w:rsid w:val="00FD19A0"/>
    <w:rsid w:val="00FD1C86"/>
    <w:rsid w:val="00FD1F19"/>
    <w:rsid w:val="00FD21D5"/>
    <w:rsid w:val="00FD2438"/>
    <w:rsid w:val="00FD3B28"/>
    <w:rsid w:val="00FD5C7E"/>
    <w:rsid w:val="00FD641D"/>
    <w:rsid w:val="00FD7685"/>
    <w:rsid w:val="00FE0306"/>
    <w:rsid w:val="00FE0FD1"/>
    <w:rsid w:val="00FE4465"/>
    <w:rsid w:val="00FF156C"/>
    <w:rsid w:val="00FF5A5F"/>
    <w:rsid w:val="00FF79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80E0B5D"/>
  <w15:docId w15:val="{58FCEE25-3179-4B8E-B43E-E5B3E67F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qFormat/>
    <w:rsid w:val="00884D39"/>
    <w:pPr>
      <w:ind w:left="720"/>
      <w:contextualSpacing/>
    </w:pPr>
  </w:style>
  <w:style w:type="table" w:styleId="EinfacheTabelle1">
    <w:name w:val="Plain Table 1"/>
    <w:basedOn w:val="NormaleTabelle"/>
    <w:uiPriority w:val="41"/>
    <w:rsid w:val="00B81F8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782F79"/>
    <w:rPr>
      <w:rFonts w:ascii="Helvetica" w:eastAsia="Times" w:hAnsi="Helvetica"/>
      <w:sz w:val="22"/>
    </w:rPr>
  </w:style>
  <w:style w:type="paragraph" w:styleId="StandardWeb">
    <w:name w:val="Normal (Web)"/>
    <w:basedOn w:val="Standard"/>
    <w:uiPriority w:val="99"/>
    <w:unhideWhenUsed/>
    <w:rsid w:val="00CB494E"/>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9193">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960258040">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D2F34-D140-4D58-A91B-D0CC33B0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Template>
  <TotalTime>0</TotalTime>
  <Pages>5</Pages>
  <Words>871</Words>
  <Characters>5836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6694</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Caroline Ganzert</dc:creator>
  <cp:lastModifiedBy>Lang, Karin</cp:lastModifiedBy>
  <cp:revision>5</cp:revision>
  <cp:lastPrinted>2023-07-18T16:42:00Z</cp:lastPrinted>
  <dcterms:created xsi:type="dcterms:W3CDTF">2023-07-19T07:53:00Z</dcterms:created>
  <dcterms:modified xsi:type="dcterms:W3CDTF">2023-07-21T13:25:00Z</dcterms:modified>
</cp:coreProperties>
</file>