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16A5E" w14:textId="0C0F75A0"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54E0616F" wp14:editId="5B3FD655">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519DC" w14:textId="3A5822C2" w:rsidR="000F7E5C" w:rsidRPr="00306DF0" w:rsidRDefault="000F7E5C" w:rsidP="00306DF0">
                            <w:pPr>
                              <w:spacing w:line="276" w:lineRule="auto"/>
                              <w:rPr>
                                <w:rStyle w:val="SchwacheHervorhebung"/>
                                <w:b/>
                                <w:noProof/>
                                <w:lang w:eastAsia="en-US"/>
                              </w:rPr>
                            </w:pPr>
                            <w:r>
                              <w:rPr>
                                <w:rStyle w:val="SchwacheHervorhebung"/>
                              </w:rPr>
                              <w:t>Neuer Akku-Schlagschrauber</w:t>
                            </w:r>
                          </w:p>
                          <w:p w14:paraId="174E07CF" w14:textId="77777777" w:rsidR="000F7E5C" w:rsidRPr="00AB065A" w:rsidRDefault="000F7E5C" w:rsidP="00306DF0">
                            <w:pPr>
                              <w:spacing w:line="276" w:lineRule="auto"/>
                              <w:rPr>
                                <w:rStyle w:val="SchwacheHervorhebung"/>
                              </w:rPr>
                            </w:pPr>
                          </w:p>
                          <w:p w14:paraId="01C02377" w14:textId="47AA4E7F" w:rsidR="000F7E5C" w:rsidRPr="00AB065A" w:rsidRDefault="000F7E5C" w:rsidP="00306DF0">
                            <w:pPr>
                              <w:spacing w:line="276" w:lineRule="auto"/>
                              <w:rPr>
                                <w:rStyle w:val="SchwacheHervorhebung"/>
                              </w:rPr>
                            </w:pPr>
                            <w:r>
                              <w:rPr>
                                <w:rStyle w:val="SchwacheHervorhebung"/>
                              </w:rPr>
                              <w:t>SSW 18 LTX 1750 BL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E0616F"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" stroked="f">
                <v:textbox style="mso-fit-shape-to-text:t">
                  <w:txbxContent>
                    <w:p w14:paraId="71D519DC" w14:textId="3A5822C2" w:rsidR="000F7E5C" w:rsidRPr="00306DF0" w:rsidRDefault="000F7E5C" w:rsidP="00306DF0">
                      <w:pPr>
                        <w:spacing w:line="276" w:lineRule="auto"/>
                        <w:rPr>
                          <w:rStyle w:val="SchwacheHervorhebung"/>
                          <w:b/>
                          <w:noProof/>
                          <w:lang w:eastAsia="en-US"/>
                        </w:rPr>
                      </w:pPr>
                      <w:r>
                        <w:rPr>
                          <w:rStyle w:val="SchwacheHervorhebung"/>
                        </w:rPr>
                        <w:t>Neuer Akku-Schlagschrauber</w:t>
                      </w:r>
                    </w:p>
                    <w:p w14:paraId="174E07CF" w14:textId="77777777" w:rsidR="000F7E5C" w:rsidRPr="00AB065A" w:rsidRDefault="000F7E5C" w:rsidP="00306DF0">
                      <w:pPr>
                        <w:spacing w:line="276" w:lineRule="auto"/>
                        <w:rPr>
                          <w:rStyle w:val="SchwacheHervorhebung"/>
                        </w:rPr>
                      </w:pPr>
                    </w:p>
                    <w:p w14:paraId="01C02377" w14:textId="47AA4E7F" w:rsidR="000F7E5C" w:rsidRPr="00AB065A" w:rsidRDefault="000F7E5C" w:rsidP="00306DF0">
                      <w:pPr>
                        <w:spacing w:line="276" w:lineRule="auto"/>
                        <w:rPr>
                          <w:rStyle w:val="SchwacheHervorhebung"/>
                        </w:rPr>
                      </w:pPr>
                      <w:r>
                        <w:rPr>
                          <w:rStyle w:val="SchwacheHervorhebung"/>
                        </w:rPr>
                        <w:t>SSW 18 LTX 1750 BL</w:t>
                      </w:r>
                    </w:p>
                  </w:txbxContent>
                </v:textbox>
              </v:shape>
            </w:pict>
          </mc:Fallback>
        </mc:AlternateContent>
      </w:r>
      <w:r w:rsidR="009B3949">
        <w:rPr>
          <w:lang w:eastAsia="de-DE"/>
        </w:rPr>
        <w:t>Vielseitiges Kraftpaket</w:t>
      </w:r>
      <w:r w:rsidR="0048547A">
        <w:t xml:space="preserve">: </w:t>
      </w:r>
      <w:r w:rsidR="00E618E9">
        <w:t>Neuer</w:t>
      </w:r>
      <w:r w:rsidR="00807D73">
        <w:t xml:space="preserve"> Akku-Schlagschrauber </w:t>
      </w:r>
      <w:r w:rsidR="00E618E9">
        <w:t>von Metabo</w:t>
      </w:r>
      <w:r w:rsidR="00807D73">
        <w:t xml:space="preserve"> </w:t>
      </w:r>
    </w:p>
    <w:p w14:paraId="32AA5930" w14:textId="77777777" w:rsidR="008960DD" w:rsidRPr="00A23777" w:rsidRDefault="008960DD" w:rsidP="00664746">
      <w:pPr>
        <w:spacing w:line="360" w:lineRule="auto"/>
        <w:ind w:right="21"/>
        <w:rPr>
          <w:rFonts w:ascii="Arial" w:hAnsi="Arial" w:cs="Arial"/>
          <w:sz w:val="20"/>
        </w:rPr>
      </w:pPr>
    </w:p>
    <w:p w14:paraId="47068CC7" w14:textId="1B052B7E" w:rsidR="00884D39" w:rsidRDefault="009B3949" w:rsidP="00884D39">
      <w:pPr>
        <w:pStyle w:val="Untertitel"/>
        <w:numPr>
          <w:ilvl w:val="0"/>
          <w:numId w:val="4"/>
        </w:numPr>
      </w:pPr>
      <w:r w:rsidRPr="009B3949">
        <w:t xml:space="preserve">Extrem leistungsstark </w:t>
      </w:r>
      <w:r w:rsidR="00806C24">
        <w:t>für schwerste</w:t>
      </w:r>
      <w:r w:rsidR="00C4486F">
        <w:t xml:space="preserve"> Schraubanwendungen </w:t>
      </w:r>
    </w:p>
    <w:p w14:paraId="37C12D2B" w14:textId="4F323FCF" w:rsidR="00884D39" w:rsidRDefault="004F42C9" w:rsidP="00884D39">
      <w:pPr>
        <w:pStyle w:val="Untertitel"/>
        <w:numPr>
          <w:ilvl w:val="0"/>
          <w:numId w:val="4"/>
        </w:numPr>
      </w:pPr>
      <w:r>
        <w:t>Automatic-Power-Shift</w:t>
      </w:r>
      <w:r w:rsidR="00A00D93">
        <w:t xml:space="preserve">: Unterstützung beim Lösen von Muttern und Schrauben </w:t>
      </w:r>
    </w:p>
    <w:p w14:paraId="58579384" w14:textId="0E2527AC" w:rsidR="00884D39" w:rsidRPr="00884D39" w:rsidRDefault="00BE060B" w:rsidP="00884D39">
      <w:pPr>
        <w:pStyle w:val="Listenabsatz"/>
        <w:numPr>
          <w:ilvl w:val="0"/>
          <w:numId w:val="4"/>
        </w:numPr>
        <w:rPr>
          <w:rFonts w:ascii="Arial" w:hAnsi="Arial" w:cs="Arial"/>
          <w:b/>
          <w:bCs/>
          <w:sz w:val="20"/>
          <w:szCs w:val="18"/>
        </w:rPr>
      </w:pPr>
      <w:r>
        <w:rPr>
          <w:rFonts w:ascii="Arial" w:hAnsi="Arial" w:cs="Arial"/>
          <w:b/>
          <w:bCs/>
          <w:sz w:val="20"/>
          <w:szCs w:val="18"/>
        </w:rPr>
        <w:t>Zwölf</w:t>
      </w:r>
      <w:r w:rsidR="00A00D93">
        <w:rPr>
          <w:rFonts w:ascii="Arial" w:hAnsi="Arial" w:cs="Arial"/>
          <w:b/>
          <w:bCs/>
          <w:sz w:val="20"/>
          <w:szCs w:val="18"/>
        </w:rPr>
        <w:t xml:space="preserve"> Drehzahl- und Drehmomentstufen für ein breites Anwendungsspektrum</w:t>
      </w:r>
    </w:p>
    <w:p w14:paraId="79E59945" w14:textId="77777777" w:rsidR="00884D39" w:rsidRPr="00884D39" w:rsidRDefault="00884D39" w:rsidP="00884D39"/>
    <w:p w14:paraId="5B87EBB5" w14:textId="77777777" w:rsidR="005F472E" w:rsidRPr="00456B68" w:rsidRDefault="005F472E" w:rsidP="00664746">
      <w:pPr>
        <w:spacing w:line="360" w:lineRule="auto"/>
        <w:ind w:right="23"/>
        <w:jc w:val="both"/>
        <w:rPr>
          <w:rFonts w:ascii="Arial" w:hAnsi="Arial" w:cs="Arial"/>
          <w:b/>
          <w:sz w:val="20"/>
        </w:rPr>
      </w:pPr>
    </w:p>
    <w:p w14:paraId="53E812B9" w14:textId="3372A60D" w:rsidR="00FE6D95" w:rsidRDefault="008960DD" w:rsidP="007E0F17">
      <w:pPr>
        <w:spacing w:line="360" w:lineRule="auto"/>
        <w:jc w:val="both"/>
        <w:rPr>
          <w:rFonts w:ascii="Arial" w:hAnsi="Arial" w:cs="Arial"/>
          <w:bCs/>
          <w:color w:val="000000"/>
          <w:sz w:val="20"/>
        </w:rPr>
      </w:pPr>
      <w:r w:rsidRPr="00456B68">
        <w:rPr>
          <w:rStyle w:val="Fett"/>
        </w:rPr>
        <w:t xml:space="preserve">Nürtingen, </w:t>
      </w:r>
      <w:r w:rsidR="005536D7">
        <w:rPr>
          <w:rStyle w:val="Fett"/>
        </w:rPr>
        <w:t>Januar 2023</w:t>
      </w:r>
      <w:r w:rsidR="004E3E46" w:rsidRPr="00456B68">
        <w:rPr>
          <w:rStyle w:val="Fett"/>
        </w:rPr>
        <w:t>:</w:t>
      </w:r>
      <w:r w:rsidR="004E3E46" w:rsidRPr="00456B68">
        <w:rPr>
          <w:rFonts w:ascii="Arial" w:hAnsi="Arial"/>
          <w:b/>
          <w:sz w:val="20"/>
        </w:rPr>
        <w:t xml:space="preserve"> </w:t>
      </w:r>
      <w:r w:rsidR="00212A49">
        <w:rPr>
          <w:rFonts w:ascii="Arial" w:hAnsi="Arial" w:cs="Arial"/>
          <w:bCs/>
          <w:color w:val="000000"/>
          <w:sz w:val="20"/>
        </w:rPr>
        <w:t xml:space="preserve">Dem neuen Akku-Schlagschrauber SSW 18 LTX 1750 BL </w:t>
      </w:r>
      <w:r w:rsidR="00DB57B5">
        <w:rPr>
          <w:rFonts w:ascii="Arial" w:hAnsi="Arial" w:cs="Arial"/>
          <w:bCs/>
          <w:color w:val="000000"/>
          <w:sz w:val="20"/>
        </w:rPr>
        <w:t xml:space="preserve">von Metabo </w:t>
      </w:r>
      <w:r w:rsidR="00212A49">
        <w:rPr>
          <w:rFonts w:ascii="Arial" w:hAnsi="Arial" w:cs="Arial"/>
          <w:bCs/>
          <w:color w:val="000000"/>
          <w:sz w:val="20"/>
        </w:rPr>
        <w:t xml:space="preserve">macht in Sachen Leistungsstärke so schnell keiner etwas vor: Der Akku-Schlagschrauber mit </w:t>
      </w:r>
      <w:r w:rsidR="00DB57B5">
        <w:rPr>
          <w:rFonts w:ascii="Arial" w:hAnsi="Arial" w:cs="Arial"/>
          <w:bCs/>
          <w:color w:val="000000"/>
          <w:sz w:val="20"/>
        </w:rPr>
        <w:t>¾“-Spindel schafft bis zu 1</w:t>
      </w:r>
      <w:r w:rsidR="009A72A7">
        <w:rPr>
          <w:rFonts w:ascii="Arial" w:hAnsi="Arial" w:cs="Arial"/>
          <w:bCs/>
          <w:color w:val="000000"/>
          <w:sz w:val="20"/>
        </w:rPr>
        <w:t>.</w:t>
      </w:r>
      <w:r w:rsidR="00DB57B5">
        <w:rPr>
          <w:rFonts w:ascii="Arial" w:hAnsi="Arial" w:cs="Arial"/>
          <w:bCs/>
          <w:color w:val="000000"/>
          <w:sz w:val="20"/>
        </w:rPr>
        <w:t xml:space="preserve">750 Newtonmeter </w:t>
      </w:r>
      <w:r w:rsidR="009A72A7">
        <w:rPr>
          <w:rFonts w:ascii="Arial" w:hAnsi="Arial" w:cs="Arial"/>
          <w:bCs/>
          <w:color w:val="000000"/>
          <w:sz w:val="20"/>
        </w:rPr>
        <w:t xml:space="preserve">beim Anziehen und bis zu 2.100 Newtonmeter beim Lösen von Schrauben </w:t>
      </w:r>
      <w:r w:rsidR="00690AAD">
        <w:rPr>
          <w:rFonts w:ascii="Arial" w:hAnsi="Arial" w:cs="Arial"/>
          <w:bCs/>
          <w:color w:val="000000"/>
          <w:sz w:val="20"/>
        </w:rPr>
        <w:t xml:space="preserve">– mit </w:t>
      </w:r>
      <w:r w:rsidR="009A72A7">
        <w:rPr>
          <w:rFonts w:ascii="Arial" w:hAnsi="Arial" w:cs="Arial"/>
          <w:bCs/>
          <w:color w:val="000000"/>
          <w:sz w:val="20"/>
        </w:rPr>
        <w:t xml:space="preserve">diesem </w:t>
      </w:r>
      <w:proofErr w:type="gramStart"/>
      <w:r w:rsidR="00690AAD">
        <w:rPr>
          <w:rFonts w:ascii="Arial" w:hAnsi="Arial" w:cs="Arial"/>
          <w:bCs/>
          <w:color w:val="000000"/>
          <w:sz w:val="20"/>
        </w:rPr>
        <w:t>extrem hohen</w:t>
      </w:r>
      <w:proofErr w:type="gramEnd"/>
      <w:r w:rsidR="00690AAD">
        <w:rPr>
          <w:rFonts w:ascii="Arial" w:hAnsi="Arial" w:cs="Arial"/>
          <w:bCs/>
          <w:color w:val="000000"/>
          <w:sz w:val="20"/>
        </w:rPr>
        <w:t xml:space="preserve"> Drehmoment ist er besonders leistungsstark</w:t>
      </w:r>
      <w:r w:rsidR="00DB57B5">
        <w:rPr>
          <w:rFonts w:ascii="Arial" w:hAnsi="Arial" w:cs="Arial"/>
          <w:bCs/>
          <w:color w:val="000000"/>
          <w:sz w:val="20"/>
        </w:rPr>
        <w:t xml:space="preserve">. „Unser neuer Schlagschrauber ist einer der stärksten seiner Klasse. </w:t>
      </w:r>
      <w:r w:rsidR="007E0F17">
        <w:rPr>
          <w:rFonts w:ascii="Arial" w:hAnsi="Arial" w:cs="Arial"/>
          <w:bCs/>
          <w:color w:val="000000"/>
          <w:sz w:val="20"/>
        </w:rPr>
        <w:t xml:space="preserve">Professionelle Anwender können ihn </w:t>
      </w:r>
      <w:r w:rsidR="00B95341">
        <w:rPr>
          <w:rFonts w:ascii="Arial" w:hAnsi="Arial" w:cs="Arial"/>
          <w:bCs/>
          <w:color w:val="000000"/>
          <w:sz w:val="20"/>
        </w:rPr>
        <w:t>verschiedenfach</w:t>
      </w:r>
      <w:r w:rsidR="007E0F17">
        <w:rPr>
          <w:rFonts w:ascii="Arial" w:hAnsi="Arial" w:cs="Arial"/>
          <w:bCs/>
          <w:color w:val="000000"/>
          <w:sz w:val="20"/>
        </w:rPr>
        <w:t xml:space="preserve"> einsetzen – im </w:t>
      </w:r>
      <w:r w:rsidR="00B95341">
        <w:rPr>
          <w:rFonts w:ascii="Arial" w:hAnsi="Arial" w:cs="Arial"/>
          <w:bCs/>
          <w:color w:val="000000"/>
          <w:sz w:val="20"/>
        </w:rPr>
        <w:t>Prinzip für</w:t>
      </w:r>
      <w:r w:rsidR="007E0F17">
        <w:rPr>
          <w:rFonts w:ascii="Arial" w:hAnsi="Arial" w:cs="Arial"/>
          <w:bCs/>
          <w:color w:val="000000"/>
          <w:sz w:val="20"/>
        </w:rPr>
        <w:t xml:space="preserve"> sämtliche Anwendungen, bei denen es auf ein </w:t>
      </w:r>
      <w:proofErr w:type="gramStart"/>
      <w:r w:rsidR="007E0F17">
        <w:rPr>
          <w:rFonts w:ascii="Arial" w:hAnsi="Arial" w:cs="Arial"/>
          <w:bCs/>
          <w:color w:val="000000"/>
          <w:sz w:val="20"/>
        </w:rPr>
        <w:t>extrem hohes</w:t>
      </w:r>
      <w:proofErr w:type="gramEnd"/>
      <w:r w:rsidR="007E0F17">
        <w:rPr>
          <w:rFonts w:ascii="Arial" w:hAnsi="Arial" w:cs="Arial"/>
          <w:bCs/>
          <w:color w:val="000000"/>
          <w:sz w:val="20"/>
        </w:rPr>
        <w:t xml:space="preserve"> Drehmoment ankommt, zum Beispiel im Stahl- und Brückenbau oder für die Instandhaltung und Wartung von Bau- und Nutzfahrzeugen. Damit ist der Schlagschrauber die optimale Maschine für schwerste Schraubanwendungen aller Art</w:t>
      </w:r>
      <w:r w:rsidR="00B95341">
        <w:rPr>
          <w:rFonts w:ascii="Arial" w:hAnsi="Arial" w:cs="Arial"/>
          <w:bCs/>
          <w:color w:val="000000"/>
          <w:sz w:val="20"/>
        </w:rPr>
        <w:t xml:space="preserve">“, </w:t>
      </w:r>
      <w:r w:rsidR="00A70E62">
        <w:rPr>
          <w:rFonts w:ascii="Arial" w:hAnsi="Arial" w:cs="Arial"/>
          <w:bCs/>
          <w:color w:val="000000"/>
          <w:sz w:val="20"/>
        </w:rPr>
        <w:t xml:space="preserve">erklärt Metabo Produktmanager Felix Kaiser. </w:t>
      </w:r>
    </w:p>
    <w:p w14:paraId="5E30AECF" w14:textId="57F65BDC" w:rsidR="00116833" w:rsidRDefault="00116833" w:rsidP="00E03839">
      <w:pPr>
        <w:spacing w:line="360" w:lineRule="auto"/>
        <w:jc w:val="both"/>
        <w:rPr>
          <w:rFonts w:ascii="Arial" w:hAnsi="Arial" w:cs="Arial"/>
          <w:bCs/>
          <w:color w:val="000000"/>
          <w:sz w:val="20"/>
        </w:rPr>
      </w:pPr>
    </w:p>
    <w:p w14:paraId="212EE017" w14:textId="22C5AB9C" w:rsidR="00E87042" w:rsidRPr="00E87042" w:rsidRDefault="00E87042" w:rsidP="00E03839">
      <w:pPr>
        <w:spacing w:line="360" w:lineRule="auto"/>
        <w:jc w:val="both"/>
        <w:rPr>
          <w:rFonts w:ascii="Arial" w:hAnsi="Arial" w:cs="Arial"/>
          <w:b/>
          <w:color w:val="000000"/>
          <w:sz w:val="20"/>
        </w:rPr>
      </w:pPr>
      <w:r w:rsidRPr="00E87042">
        <w:rPr>
          <w:rFonts w:ascii="Arial" w:hAnsi="Arial" w:cs="Arial"/>
          <w:b/>
          <w:color w:val="000000"/>
          <w:sz w:val="20"/>
        </w:rPr>
        <w:t>Leistungsstark und effizient</w:t>
      </w:r>
    </w:p>
    <w:p w14:paraId="36A3F154" w14:textId="4D5DF97A" w:rsidR="00116833" w:rsidRDefault="00116833" w:rsidP="00E03839">
      <w:pPr>
        <w:spacing w:line="360" w:lineRule="auto"/>
        <w:jc w:val="both"/>
        <w:rPr>
          <w:rFonts w:ascii="Arial" w:hAnsi="Arial" w:cs="Arial"/>
          <w:bCs/>
          <w:color w:val="000000"/>
          <w:sz w:val="20"/>
        </w:rPr>
      </w:pPr>
      <w:r>
        <w:rPr>
          <w:rFonts w:ascii="Arial" w:hAnsi="Arial" w:cs="Arial"/>
          <w:bCs/>
          <w:color w:val="000000"/>
          <w:sz w:val="20"/>
        </w:rPr>
        <w:t xml:space="preserve">Der neue Akku-Schlagschrauber ist ein echtes Kraftpaket </w:t>
      </w:r>
      <w:r w:rsidR="00A21ABB">
        <w:rPr>
          <w:rFonts w:ascii="Arial" w:hAnsi="Arial" w:cs="Arial"/>
          <w:bCs/>
          <w:color w:val="000000"/>
          <w:sz w:val="20"/>
        </w:rPr>
        <w:t>und hat</w:t>
      </w:r>
      <w:r w:rsidR="00627C33">
        <w:rPr>
          <w:rFonts w:ascii="Arial" w:hAnsi="Arial" w:cs="Arial"/>
          <w:bCs/>
          <w:color w:val="000000"/>
          <w:sz w:val="20"/>
        </w:rPr>
        <w:t xml:space="preserve"> einen</w:t>
      </w:r>
      <w:r w:rsidR="00BE060B">
        <w:rPr>
          <w:rFonts w:ascii="Arial" w:hAnsi="Arial" w:cs="Arial"/>
          <w:bCs/>
          <w:color w:val="000000"/>
          <w:sz w:val="20"/>
        </w:rPr>
        <w:t xml:space="preserve"> </w:t>
      </w:r>
      <w:r>
        <w:rPr>
          <w:rFonts w:ascii="Arial" w:hAnsi="Arial" w:cs="Arial"/>
          <w:bCs/>
          <w:color w:val="000000"/>
          <w:sz w:val="20"/>
        </w:rPr>
        <w:t>bürstenlose</w:t>
      </w:r>
      <w:r w:rsidR="00BE060B">
        <w:rPr>
          <w:rFonts w:ascii="Arial" w:hAnsi="Arial" w:cs="Arial"/>
          <w:bCs/>
          <w:color w:val="000000"/>
          <w:sz w:val="20"/>
        </w:rPr>
        <w:t>n</w:t>
      </w:r>
      <w:r>
        <w:rPr>
          <w:rFonts w:ascii="Arial" w:hAnsi="Arial" w:cs="Arial"/>
          <w:bCs/>
          <w:color w:val="000000"/>
          <w:sz w:val="20"/>
        </w:rPr>
        <w:t xml:space="preserve"> Motor</w:t>
      </w:r>
      <w:r w:rsidR="00BE060B">
        <w:rPr>
          <w:rFonts w:ascii="Arial" w:hAnsi="Arial" w:cs="Arial"/>
          <w:bCs/>
          <w:color w:val="000000"/>
          <w:sz w:val="20"/>
        </w:rPr>
        <w:t>, der</w:t>
      </w:r>
      <w:r>
        <w:rPr>
          <w:rFonts w:ascii="Arial" w:hAnsi="Arial" w:cs="Arial"/>
          <w:bCs/>
          <w:color w:val="000000"/>
          <w:sz w:val="20"/>
        </w:rPr>
        <w:t xml:space="preserve"> </w:t>
      </w:r>
      <w:r w:rsidR="00BE060B">
        <w:rPr>
          <w:rFonts w:ascii="Arial" w:hAnsi="Arial" w:cs="Arial"/>
          <w:bCs/>
          <w:color w:val="000000"/>
          <w:sz w:val="20"/>
        </w:rPr>
        <w:t xml:space="preserve">für </w:t>
      </w:r>
      <w:r>
        <w:rPr>
          <w:rFonts w:ascii="Arial" w:hAnsi="Arial" w:cs="Arial"/>
          <w:bCs/>
          <w:color w:val="000000"/>
          <w:sz w:val="20"/>
        </w:rPr>
        <w:t>schnellen Arbeitsfortschritt und höchste Effizienz bei jedem Einsatz</w:t>
      </w:r>
      <w:r w:rsidR="00BE060B" w:rsidRPr="00BE060B">
        <w:rPr>
          <w:rFonts w:ascii="Arial" w:hAnsi="Arial" w:cs="Arial"/>
          <w:bCs/>
          <w:color w:val="000000"/>
          <w:sz w:val="20"/>
        </w:rPr>
        <w:t xml:space="preserve"> </w:t>
      </w:r>
      <w:r w:rsidR="00BE060B">
        <w:rPr>
          <w:rFonts w:ascii="Arial" w:hAnsi="Arial" w:cs="Arial"/>
          <w:bCs/>
          <w:color w:val="000000"/>
          <w:sz w:val="20"/>
        </w:rPr>
        <w:t>sorgt</w:t>
      </w:r>
      <w:r>
        <w:rPr>
          <w:rFonts w:ascii="Arial" w:hAnsi="Arial" w:cs="Arial"/>
          <w:bCs/>
          <w:color w:val="000000"/>
          <w:sz w:val="20"/>
        </w:rPr>
        <w:t>. „</w:t>
      </w:r>
      <w:r w:rsidR="00D96786">
        <w:rPr>
          <w:rFonts w:ascii="Arial" w:hAnsi="Arial" w:cs="Arial"/>
          <w:bCs/>
          <w:color w:val="000000"/>
          <w:sz w:val="20"/>
        </w:rPr>
        <w:t>Ob</w:t>
      </w:r>
      <w:r w:rsidR="00374F18">
        <w:rPr>
          <w:rFonts w:ascii="Arial" w:hAnsi="Arial" w:cs="Arial"/>
          <w:bCs/>
          <w:color w:val="000000"/>
          <w:sz w:val="20"/>
        </w:rPr>
        <w:t xml:space="preserve"> beim Warten von großen </w:t>
      </w:r>
      <w:r w:rsidR="007C4922">
        <w:rPr>
          <w:rFonts w:ascii="Arial" w:hAnsi="Arial" w:cs="Arial"/>
          <w:bCs/>
          <w:color w:val="000000"/>
          <w:sz w:val="20"/>
        </w:rPr>
        <w:t>Radladern</w:t>
      </w:r>
      <w:r w:rsidR="00374F18">
        <w:rPr>
          <w:rFonts w:ascii="Arial" w:hAnsi="Arial" w:cs="Arial"/>
          <w:bCs/>
          <w:color w:val="000000"/>
          <w:sz w:val="20"/>
        </w:rPr>
        <w:t>, bei Reparaturen von landwirtschaft</w:t>
      </w:r>
      <w:r w:rsidR="00374F18" w:rsidRPr="003D0C54">
        <w:rPr>
          <w:rFonts w:ascii="Arial" w:hAnsi="Arial" w:cs="Arial"/>
          <w:bCs/>
          <w:color w:val="000000"/>
          <w:sz w:val="20"/>
        </w:rPr>
        <w:t xml:space="preserve">lichen Maschinen oder bei Instandhaltungsarbeiten </w:t>
      </w:r>
      <w:r w:rsidR="003D0C54" w:rsidRPr="003D0C54">
        <w:rPr>
          <w:rFonts w:ascii="Arial" w:hAnsi="Arial" w:cs="Arial"/>
          <w:bCs/>
          <w:color w:val="000000"/>
          <w:sz w:val="20"/>
        </w:rPr>
        <w:t>in de</w:t>
      </w:r>
      <w:r w:rsidR="003D0C54">
        <w:rPr>
          <w:rFonts w:ascii="Arial" w:hAnsi="Arial" w:cs="Arial"/>
          <w:bCs/>
          <w:color w:val="000000"/>
          <w:sz w:val="20"/>
        </w:rPr>
        <w:t>r</w:t>
      </w:r>
      <w:r w:rsidR="003D0C54" w:rsidRPr="003D0C54">
        <w:rPr>
          <w:rFonts w:ascii="Arial" w:hAnsi="Arial" w:cs="Arial"/>
          <w:bCs/>
          <w:color w:val="000000"/>
          <w:sz w:val="20"/>
        </w:rPr>
        <w:t xml:space="preserve"> Industrie</w:t>
      </w:r>
      <w:r w:rsidR="00374F18" w:rsidRPr="003D0C54">
        <w:rPr>
          <w:rFonts w:ascii="Arial" w:hAnsi="Arial" w:cs="Arial"/>
          <w:bCs/>
          <w:color w:val="000000"/>
          <w:sz w:val="20"/>
        </w:rPr>
        <w:t xml:space="preserve"> – unser neuer</w:t>
      </w:r>
      <w:r w:rsidR="00374F18">
        <w:rPr>
          <w:rFonts w:ascii="Arial" w:hAnsi="Arial" w:cs="Arial"/>
          <w:bCs/>
          <w:color w:val="000000"/>
          <w:sz w:val="20"/>
        </w:rPr>
        <w:t xml:space="preserve"> Schlagschrauber hält, was er </w:t>
      </w:r>
      <w:proofErr w:type="gramStart"/>
      <w:r w:rsidR="00374F18">
        <w:rPr>
          <w:rFonts w:ascii="Arial" w:hAnsi="Arial" w:cs="Arial"/>
          <w:bCs/>
          <w:color w:val="000000"/>
          <w:sz w:val="20"/>
        </w:rPr>
        <w:t>verspricht</w:t>
      </w:r>
      <w:proofErr w:type="gramEnd"/>
      <w:r w:rsidR="00374F18">
        <w:rPr>
          <w:rFonts w:ascii="Arial" w:hAnsi="Arial" w:cs="Arial"/>
          <w:bCs/>
          <w:color w:val="000000"/>
          <w:sz w:val="20"/>
        </w:rPr>
        <w:t xml:space="preserve"> und schafft metrische Schrauben bis M33“, erklärt Kaiser. </w:t>
      </w:r>
      <w:r w:rsidR="00352A64">
        <w:rPr>
          <w:rFonts w:ascii="Arial" w:hAnsi="Arial" w:cs="Arial"/>
          <w:bCs/>
          <w:color w:val="000000"/>
          <w:sz w:val="20"/>
        </w:rPr>
        <w:t xml:space="preserve">Wird der APS-Modus </w:t>
      </w:r>
      <w:r w:rsidR="008979AC">
        <w:rPr>
          <w:rFonts w:ascii="Arial" w:hAnsi="Arial" w:cs="Arial"/>
          <w:bCs/>
          <w:color w:val="000000"/>
          <w:sz w:val="20"/>
        </w:rPr>
        <w:t xml:space="preserve">(Automatic Power Shift) </w:t>
      </w:r>
      <w:r w:rsidR="00352A64">
        <w:rPr>
          <w:rFonts w:ascii="Arial" w:hAnsi="Arial" w:cs="Arial"/>
          <w:bCs/>
          <w:color w:val="000000"/>
          <w:sz w:val="20"/>
        </w:rPr>
        <w:t>eingestellt, reduziert die automatische Kraftumschaltung APS die Drehzahl, sobald sich die Schraube oder Mutter löst</w:t>
      </w:r>
      <w:r w:rsidR="009B3949">
        <w:rPr>
          <w:rFonts w:ascii="Arial" w:hAnsi="Arial" w:cs="Arial"/>
          <w:bCs/>
          <w:color w:val="000000"/>
          <w:sz w:val="20"/>
        </w:rPr>
        <w:t xml:space="preserve"> – </w:t>
      </w:r>
      <w:r w:rsidR="003D0C54">
        <w:rPr>
          <w:rFonts w:ascii="Arial" w:hAnsi="Arial" w:cs="Arial"/>
          <w:bCs/>
          <w:color w:val="000000"/>
          <w:sz w:val="20"/>
        </w:rPr>
        <w:t xml:space="preserve">und minimiert damit das Risiko, dass diese herunterfallen und den Anwender </w:t>
      </w:r>
      <w:proofErr w:type="gramStart"/>
      <w:r w:rsidR="003D0C54">
        <w:rPr>
          <w:rFonts w:ascii="Arial" w:hAnsi="Arial" w:cs="Arial"/>
          <w:bCs/>
          <w:color w:val="000000"/>
          <w:sz w:val="20"/>
        </w:rPr>
        <w:t>verletzen</w:t>
      </w:r>
      <w:proofErr w:type="gramEnd"/>
      <w:r w:rsidR="003D0C54">
        <w:rPr>
          <w:rFonts w:ascii="Arial" w:hAnsi="Arial" w:cs="Arial"/>
          <w:bCs/>
          <w:color w:val="000000"/>
          <w:sz w:val="20"/>
        </w:rPr>
        <w:t xml:space="preserve"> oder </w:t>
      </w:r>
      <w:r w:rsidR="009B3949">
        <w:rPr>
          <w:rFonts w:ascii="Arial" w:hAnsi="Arial" w:cs="Arial"/>
          <w:bCs/>
          <w:color w:val="000000"/>
          <w:sz w:val="20"/>
        </w:rPr>
        <w:t>etwas</w:t>
      </w:r>
      <w:r w:rsidR="003D0C54">
        <w:rPr>
          <w:rFonts w:ascii="Arial" w:hAnsi="Arial" w:cs="Arial"/>
          <w:bCs/>
          <w:color w:val="000000"/>
          <w:sz w:val="20"/>
        </w:rPr>
        <w:t xml:space="preserve"> beschädigen. </w:t>
      </w:r>
      <w:r w:rsidR="00352A64">
        <w:rPr>
          <w:rFonts w:ascii="Arial" w:hAnsi="Arial" w:cs="Arial"/>
          <w:bCs/>
          <w:color w:val="000000"/>
          <w:sz w:val="20"/>
        </w:rPr>
        <w:t xml:space="preserve"> </w:t>
      </w:r>
    </w:p>
    <w:p w14:paraId="7198CC63" w14:textId="14554F79" w:rsidR="006731DF" w:rsidRDefault="006731DF" w:rsidP="00E03839">
      <w:pPr>
        <w:spacing w:line="360" w:lineRule="auto"/>
        <w:jc w:val="both"/>
        <w:rPr>
          <w:rFonts w:ascii="Arial" w:hAnsi="Arial" w:cs="Arial"/>
          <w:bCs/>
          <w:color w:val="000000"/>
          <w:sz w:val="20"/>
        </w:rPr>
      </w:pPr>
    </w:p>
    <w:p w14:paraId="27D69998" w14:textId="2BA4181B" w:rsidR="00E87042" w:rsidRPr="00E87042" w:rsidRDefault="00E87042" w:rsidP="00E03839">
      <w:pPr>
        <w:spacing w:line="360" w:lineRule="auto"/>
        <w:jc w:val="both"/>
        <w:rPr>
          <w:rFonts w:ascii="Arial" w:hAnsi="Arial" w:cs="Arial"/>
          <w:b/>
          <w:color w:val="000000"/>
          <w:sz w:val="20"/>
        </w:rPr>
      </w:pPr>
      <w:r>
        <w:rPr>
          <w:rFonts w:ascii="Arial" w:hAnsi="Arial" w:cs="Arial"/>
          <w:b/>
          <w:color w:val="000000"/>
          <w:sz w:val="20"/>
        </w:rPr>
        <w:t>Vielseitig</w:t>
      </w:r>
      <w:r w:rsidRPr="00E87042">
        <w:rPr>
          <w:rFonts w:ascii="Arial" w:hAnsi="Arial" w:cs="Arial"/>
          <w:b/>
          <w:color w:val="000000"/>
          <w:sz w:val="20"/>
        </w:rPr>
        <w:t xml:space="preserve"> und sicher</w:t>
      </w:r>
    </w:p>
    <w:p w14:paraId="49ECC8EB" w14:textId="4864FF34" w:rsidR="006731DF" w:rsidRDefault="00CB3ABB" w:rsidP="00E03839">
      <w:pPr>
        <w:spacing w:line="360" w:lineRule="auto"/>
        <w:jc w:val="both"/>
        <w:rPr>
          <w:rFonts w:ascii="Arial" w:hAnsi="Arial" w:cs="Arial"/>
          <w:bCs/>
          <w:color w:val="000000"/>
          <w:sz w:val="20"/>
        </w:rPr>
      </w:pPr>
      <w:r>
        <w:rPr>
          <w:rFonts w:ascii="Arial" w:hAnsi="Arial" w:cs="Arial"/>
          <w:bCs/>
          <w:color w:val="000000"/>
          <w:sz w:val="20"/>
        </w:rPr>
        <w:t xml:space="preserve">Je nach </w:t>
      </w:r>
      <w:r w:rsidR="00AB00FC">
        <w:rPr>
          <w:rFonts w:ascii="Arial" w:hAnsi="Arial" w:cs="Arial"/>
          <w:bCs/>
          <w:color w:val="000000"/>
          <w:sz w:val="20"/>
        </w:rPr>
        <w:t>Arbeitsaufgabe</w:t>
      </w:r>
      <w:r>
        <w:rPr>
          <w:rFonts w:ascii="Arial" w:hAnsi="Arial" w:cs="Arial"/>
          <w:bCs/>
          <w:color w:val="000000"/>
          <w:sz w:val="20"/>
        </w:rPr>
        <w:t xml:space="preserve"> könn</w:t>
      </w:r>
      <w:r w:rsidR="003D0C54">
        <w:rPr>
          <w:rFonts w:ascii="Arial" w:hAnsi="Arial" w:cs="Arial"/>
          <w:bCs/>
          <w:color w:val="000000"/>
          <w:sz w:val="20"/>
        </w:rPr>
        <w:t>en professionelle Anwender in</w:t>
      </w:r>
      <w:r>
        <w:rPr>
          <w:rFonts w:ascii="Arial" w:hAnsi="Arial" w:cs="Arial"/>
          <w:bCs/>
          <w:color w:val="000000"/>
          <w:sz w:val="20"/>
        </w:rPr>
        <w:t xml:space="preserve"> zwölf Stufen Drehzahl und Drehmoment </w:t>
      </w:r>
      <w:r w:rsidR="003D0C54">
        <w:rPr>
          <w:rFonts w:ascii="Arial" w:hAnsi="Arial" w:cs="Arial"/>
          <w:bCs/>
          <w:color w:val="000000"/>
          <w:sz w:val="20"/>
        </w:rPr>
        <w:t>einstellen</w:t>
      </w:r>
      <w:r>
        <w:rPr>
          <w:rFonts w:ascii="Arial" w:hAnsi="Arial" w:cs="Arial"/>
          <w:bCs/>
          <w:color w:val="000000"/>
          <w:sz w:val="20"/>
        </w:rPr>
        <w:t xml:space="preserve">. </w:t>
      </w:r>
      <w:r w:rsidR="00AB00FC">
        <w:rPr>
          <w:rFonts w:ascii="Arial" w:hAnsi="Arial" w:cs="Arial"/>
          <w:bCs/>
          <w:color w:val="000000"/>
          <w:sz w:val="20"/>
        </w:rPr>
        <w:t>„</w:t>
      </w:r>
      <w:r w:rsidR="008915AF">
        <w:rPr>
          <w:rFonts w:ascii="Arial" w:hAnsi="Arial" w:cs="Arial"/>
          <w:bCs/>
          <w:color w:val="000000"/>
          <w:sz w:val="20"/>
        </w:rPr>
        <w:t>So</w:t>
      </w:r>
      <w:r w:rsidR="00AB00FC">
        <w:rPr>
          <w:rFonts w:ascii="Arial" w:hAnsi="Arial" w:cs="Arial"/>
          <w:bCs/>
          <w:color w:val="000000"/>
          <w:sz w:val="20"/>
        </w:rPr>
        <w:t xml:space="preserve"> ist unser Schlagschrauber für die </w:t>
      </w:r>
      <w:r w:rsidR="00AB00FC">
        <w:rPr>
          <w:rFonts w:ascii="Arial" w:hAnsi="Arial" w:cs="Arial"/>
          <w:bCs/>
          <w:color w:val="000000"/>
          <w:sz w:val="20"/>
        </w:rPr>
        <w:lastRenderedPageBreak/>
        <w:t>verschiedensten Anwendungsgebiete einsetzbar</w:t>
      </w:r>
      <w:r w:rsidR="003D0C54">
        <w:rPr>
          <w:rFonts w:ascii="Arial" w:hAnsi="Arial" w:cs="Arial"/>
          <w:bCs/>
          <w:color w:val="000000"/>
          <w:sz w:val="20"/>
        </w:rPr>
        <w:t xml:space="preserve">. Zusätzlich </w:t>
      </w:r>
      <w:r w:rsidR="008915AF">
        <w:rPr>
          <w:rFonts w:ascii="Arial" w:hAnsi="Arial" w:cs="Arial"/>
          <w:bCs/>
          <w:color w:val="000000"/>
          <w:sz w:val="20"/>
        </w:rPr>
        <w:t xml:space="preserve">haben wir unseren neuen Akku-Schlagschrauber mit einem Sicherungsbügel ausgestattet. Daran </w:t>
      </w:r>
      <w:r w:rsidR="00D96786">
        <w:rPr>
          <w:rFonts w:ascii="Arial" w:hAnsi="Arial" w:cs="Arial"/>
          <w:bCs/>
          <w:color w:val="000000"/>
          <w:sz w:val="20"/>
        </w:rPr>
        <w:t>befestigen</w:t>
      </w:r>
      <w:r w:rsidR="008915AF">
        <w:rPr>
          <w:rFonts w:ascii="Arial" w:hAnsi="Arial" w:cs="Arial"/>
          <w:bCs/>
          <w:color w:val="000000"/>
          <w:sz w:val="20"/>
        </w:rPr>
        <w:t xml:space="preserve"> Anwender unseren passenden Werkzeugsicherungsgurt und </w:t>
      </w:r>
      <w:r w:rsidR="000F7E5C">
        <w:rPr>
          <w:rFonts w:ascii="Arial" w:hAnsi="Arial" w:cs="Arial"/>
          <w:bCs/>
          <w:color w:val="000000"/>
          <w:sz w:val="20"/>
        </w:rPr>
        <w:t xml:space="preserve">sichern </w:t>
      </w:r>
      <w:r w:rsidR="008915AF">
        <w:rPr>
          <w:rFonts w:ascii="Arial" w:hAnsi="Arial" w:cs="Arial"/>
          <w:bCs/>
          <w:color w:val="000000"/>
          <w:sz w:val="20"/>
        </w:rPr>
        <w:t xml:space="preserve">das Werkzeug </w:t>
      </w:r>
      <w:r w:rsidR="000F7E5C">
        <w:rPr>
          <w:rFonts w:ascii="Arial" w:hAnsi="Arial" w:cs="Arial"/>
          <w:bCs/>
          <w:color w:val="000000"/>
          <w:sz w:val="20"/>
        </w:rPr>
        <w:t>ab</w:t>
      </w:r>
      <w:r w:rsidR="003D0C54">
        <w:rPr>
          <w:rFonts w:ascii="Arial" w:hAnsi="Arial" w:cs="Arial"/>
          <w:bCs/>
          <w:color w:val="000000"/>
          <w:sz w:val="20"/>
        </w:rPr>
        <w:t xml:space="preserve">“, erklärt Kaiser </w:t>
      </w:r>
      <w:r w:rsidR="00E87042">
        <w:rPr>
          <w:rFonts w:ascii="Arial" w:hAnsi="Arial" w:cs="Arial"/>
          <w:bCs/>
          <w:color w:val="000000"/>
          <w:sz w:val="20"/>
        </w:rPr>
        <w:t>und resümiert: „</w:t>
      </w:r>
      <w:r w:rsidR="00151A3D">
        <w:rPr>
          <w:rFonts w:ascii="Arial" w:hAnsi="Arial" w:cs="Arial"/>
          <w:bCs/>
          <w:color w:val="000000"/>
          <w:sz w:val="20"/>
        </w:rPr>
        <w:t>Unterm Strich ist u</w:t>
      </w:r>
      <w:r w:rsidR="006D0F65">
        <w:rPr>
          <w:rFonts w:ascii="Arial" w:hAnsi="Arial" w:cs="Arial"/>
          <w:bCs/>
          <w:color w:val="000000"/>
          <w:sz w:val="20"/>
        </w:rPr>
        <w:t>nsere neue Maschine leistungsstark,</w:t>
      </w:r>
      <w:r w:rsidR="00151A3D">
        <w:rPr>
          <w:rFonts w:ascii="Arial" w:hAnsi="Arial" w:cs="Arial"/>
          <w:bCs/>
          <w:color w:val="000000"/>
          <w:sz w:val="20"/>
        </w:rPr>
        <w:t xml:space="preserve"> effizient,</w:t>
      </w:r>
      <w:r w:rsidR="006D0F65">
        <w:rPr>
          <w:rFonts w:ascii="Arial" w:hAnsi="Arial" w:cs="Arial"/>
          <w:bCs/>
          <w:color w:val="000000"/>
          <w:sz w:val="20"/>
        </w:rPr>
        <w:t xml:space="preserve"> sicher und vielseitig</w:t>
      </w:r>
      <w:r w:rsidR="00151A3D">
        <w:rPr>
          <w:rFonts w:ascii="Arial" w:hAnsi="Arial" w:cs="Arial"/>
          <w:bCs/>
          <w:color w:val="000000"/>
          <w:sz w:val="20"/>
        </w:rPr>
        <w:t xml:space="preserve"> – sie erleichtert professionellen Anwendern die Arbeit in vielerlei Hinsicht.“</w:t>
      </w:r>
    </w:p>
    <w:p w14:paraId="2E495952" w14:textId="4EF46320" w:rsidR="006731DF" w:rsidRDefault="006731DF" w:rsidP="00E03839">
      <w:pPr>
        <w:spacing w:line="360" w:lineRule="auto"/>
        <w:jc w:val="both"/>
        <w:rPr>
          <w:rFonts w:ascii="Arial" w:hAnsi="Arial" w:cs="Arial"/>
          <w:bCs/>
          <w:color w:val="000000"/>
          <w:sz w:val="20"/>
        </w:rPr>
      </w:pPr>
    </w:p>
    <w:p w14:paraId="7DC0240D" w14:textId="2EB86BE8" w:rsidR="00246201" w:rsidRDefault="00807D73" w:rsidP="00664746">
      <w:pPr>
        <w:spacing w:line="360" w:lineRule="auto"/>
        <w:jc w:val="both"/>
        <w:rPr>
          <w:rFonts w:ascii="Arial" w:hAnsi="Arial" w:cs="Arial"/>
          <w:bCs/>
          <w:color w:val="000000"/>
          <w:sz w:val="20"/>
        </w:rPr>
      </w:pPr>
      <w:r>
        <w:rPr>
          <w:rFonts w:ascii="Arial" w:hAnsi="Arial" w:cs="Arial"/>
          <w:bCs/>
          <w:color w:val="000000"/>
          <w:sz w:val="20"/>
        </w:rPr>
        <w:t>Der neu</w:t>
      </w:r>
      <w:r w:rsidR="008B4C9B">
        <w:rPr>
          <w:rFonts w:ascii="Arial" w:hAnsi="Arial" w:cs="Arial"/>
          <w:bCs/>
          <w:color w:val="000000"/>
          <w:sz w:val="20"/>
        </w:rPr>
        <w:t>e</w:t>
      </w:r>
      <w:r>
        <w:rPr>
          <w:rFonts w:ascii="Arial" w:hAnsi="Arial" w:cs="Arial"/>
          <w:bCs/>
          <w:color w:val="000000"/>
          <w:sz w:val="20"/>
        </w:rPr>
        <w:t xml:space="preserve"> Akku-Schlagschrauber</w:t>
      </w:r>
      <w:r w:rsidR="00AB3FF3">
        <w:rPr>
          <w:rFonts w:ascii="Arial" w:hAnsi="Arial" w:cs="Arial"/>
          <w:bCs/>
          <w:color w:val="000000"/>
          <w:sz w:val="20"/>
        </w:rPr>
        <w:t xml:space="preserve"> ergänzt das Metabo 18-Volt-System und </w:t>
      </w:r>
      <w:r w:rsidR="00FC2317">
        <w:rPr>
          <w:rFonts w:ascii="Arial" w:hAnsi="Arial" w:cs="Arial"/>
          <w:bCs/>
          <w:color w:val="000000"/>
          <w:sz w:val="20"/>
        </w:rPr>
        <w:t>die markenübergreifende Akku-Allianz</w:t>
      </w:r>
      <w:r w:rsidR="00AB3FF3">
        <w:rPr>
          <w:rFonts w:ascii="Arial" w:hAnsi="Arial" w:cs="Arial"/>
          <w:bCs/>
          <w:color w:val="000000"/>
          <w:sz w:val="20"/>
        </w:rPr>
        <w:t xml:space="preserve"> CAS</w:t>
      </w:r>
      <w:r w:rsidR="006D0F65">
        <w:rPr>
          <w:rFonts w:ascii="Arial" w:hAnsi="Arial" w:cs="Arial"/>
          <w:bCs/>
          <w:color w:val="000000"/>
          <w:sz w:val="20"/>
        </w:rPr>
        <w:t xml:space="preserve"> (Cordless Alliance System) um ein weiteres kraftvolles Gerät. Innerhalb CAS sind derzeit mehr als </w:t>
      </w:r>
      <w:r w:rsidR="00DA4B7F" w:rsidRPr="000D0759">
        <w:rPr>
          <w:rFonts w:ascii="Arial" w:hAnsi="Arial" w:cs="Arial"/>
          <w:bCs/>
          <w:color w:val="000000"/>
          <w:sz w:val="20"/>
        </w:rPr>
        <w:t xml:space="preserve">300 Maschinen von mehr als 30 </w:t>
      </w:r>
      <w:r w:rsidR="006D0F65" w:rsidRPr="000D0759">
        <w:rPr>
          <w:rFonts w:ascii="Arial" w:hAnsi="Arial" w:cs="Arial"/>
          <w:bCs/>
          <w:color w:val="000000"/>
          <w:sz w:val="20"/>
        </w:rPr>
        <w:t>unterschied</w:t>
      </w:r>
      <w:r w:rsidR="006D0F65">
        <w:rPr>
          <w:rFonts w:ascii="Arial" w:hAnsi="Arial" w:cs="Arial"/>
          <w:bCs/>
          <w:color w:val="000000"/>
          <w:sz w:val="20"/>
        </w:rPr>
        <w:t xml:space="preserve">lichen Herstellern mit einem Akku kompatibel und beliebig kombinierbar. </w:t>
      </w:r>
    </w:p>
    <w:p w14:paraId="21D94C49" w14:textId="50C262F6" w:rsidR="00816471" w:rsidRDefault="00816471" w:rsidP="00664746">
      <w:pPr>
        <w:spacing w:line="360" w:lineRule="auto"/>
        <w:jc w:val="both"/>
        <w:rPr>
          <w:rFonts w:ascii="Arial" w:hAnsi="Arial" w:cs="Arial"/>
          <w:bCs/>
          <w:color w:val="000000"/>
          <w:sz w:val="20"/>
        </w:rPr>
      </w:pPr>
    </w:p>
    <w:p w14:paraId="28B5F433" w14:textId="77777777" w:rsidR="002F6C59" w:rsidRPr="0036128E" w:rsidRDefault="002F6C59" w:rsidP="002F6C59">
      <w:pPr>
        <w:spacing w:line="360" w:lineRule="auto"/>
        <w:jc w:val="both"/>
        <w:rPr>
          <w:rFonts w:ascii="Arial" w:hAnsi="Arial" w:cs="Arial"/>
          <w:b/>
          <w:bCs/>
          <w:color w:val="000000"/>
          <w:sz w:val="20"/>
        </w:rPr>
      </w:pPr>
      <w:r w:rsidRPr="0036128E">
        <w:rPr>
          <w:rFonts w:ascii="Arial" w:hAnsi="Arial" w:cs="Arial"/>
          <w:b/>
          <w:bCs/>
          <w:color w:val="000000"/>
          <w:sz w:val="20"/>
        </w:rPr>
        <w:t>Technische Daten auf einen Blick</w:t>
      </w:r>
    </w:p>
    <w:tbl>
      <w:tblPr>
        <w:tblStyle w:val="EinfacheTabelle1"/>
        <w:tblW w:w="5671" w:type="dxa"/>
        <w:tblInd w:w="-5" w:type="dxa"/>
        <w:tblLook w:val="04A0" w:firstRow="1" w:lastRow="0" w:firstColumn="1" w:lastColumn="0" w:noHBand="0" w:noVBand="1"/>
      </w:tblPr>
      <w:tblGrid>
        <w:gridCol w:w="3049"/>
        <w:gridCol w:w="2622"/>
      </w:tblGrid>
      <w:tr w:rsidR="00DD44D9" w14:paraId="7F1DED49" w14:textId="77777777" w:rsidTr="00B953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229BD17" w14:textId="77777777" w:rsidR="00DD44D9" w:rsidRDefault="00DD44D9" w:rsidP="00B95341">
            <w:pPr>
              <w:spacing w:line="276" w:lineRule="auto"/>
              <w:jc w:val="both"/>
              <w:rPr>
                <w:rFonts w:ascii="Arial" w:hAnsi="Arial" w:cs="Arial"/>
                <w:bCs w:val="0"/>
                <w:color w:val="000000"/>
                <w:sz w:val="20"/>
              </w:rPr>
            </w:pP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647E4B6" w14:textId="2486E5AB" w:rsidR="00DD44D9" w:rsidRDefault="00DD44D9" w:rsidP="00B95341">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SSW 18 LTX 1750 BL</w:t>
            </w:r>
          </w:p>
        </w:tc>
      </w:tr>
      <w:tr w:rsidR="00DD44D9" w14:paraId="21C46536" w14:textId="77777777" w:rsidTr="00B95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24FB30" w14:textId="77777777"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Akkuspannung</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7C5290B" w14:textId="77777777" w:rsidR="00DD44D9" w:rsidRDefault="00DD44D9" w:rsidP="00B9534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18 V</w:t>
            </w:r>
          </w:p>
        </w:tc>
      </w:tr>
      <w:tr w:rsidR="00DD44D9" w14:paraId="22A9F4CC" w14:textId="77777777" w:rsidTr="00B95341">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6B96C5" w14:textId="337F5887"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Akkukapazität</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83C859" w14:textId="1267551D" w:rsidR="00DD44D9" w:rsidRDefault="00DD44D9" w:rsidP="00B9534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 x 5.5 Ah</w:t>
            </w:r>
          </w:p>
        </w:tc>
      </w:tr>
      <w:tr w:rsidR="00DD44D9" w14:paraId="5C8481FD" w14:textId="77777777" w:rsidTr="00B95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20F040" w14:textId="15705CE7"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Max. Schraubengröße</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ADC5A8" w14:textId="6C4BBFEF" w:rsidR="00DD44D9" w:rsidRDefault="00DD44D9" w:rsidP="00B9534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M33</w:t>
            </w:r>
          </w:p>
        </w:tc>
      </w:tr>
      <w:tr w:rsidR="00DD44D9" w14:paraId="192BEFC0" w14:textId="77777777" w:rsidTr="00B95341">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27BBD72" w14:textId="32F53B3E"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Max. Leerlaufdrehzahl</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1FA5E4" w14:textId="7FA159BD" w:rsidR="00DD44D9" w:rsidRDefault="00DD44D9" w:rsidP="00B9534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1.650/min</w:t>
            </w:r>
          </w:p>
        </w:tc>
      </w:tr>
      <w:tr w:rsidR="00DD44D9" w14:paraId="761E019E" w14:textId="77777777" w:rsidTr="00B95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B0A9D3" w14:textId="75708B0C"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Max. Schlagzahl</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86FDA7E" w14:textId="701DEE92" w:rsidR="00DD44D9" w:rsidRDefault="00DD44D9" w:rsidP="00B9534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2.450/min</w:t>
            </w:r>
          </w:p>
        </w:tc>
      </w:tr>
      <w:tr w:rsidR="00DD44D9" w14:paraId="15C6EA89" w14:textId="77777777" w:rsidTr="00B95341">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2D809E" w14:textId="3EE3F149"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Max. Drehmoment</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4AC019E" w14:textId="2A4CC547" w:rsidR="00DD44D9" w:rsidRDefault="00DD44D9" w:rsidP="00B9534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1.750 Nm</w:t>
            </w:r>
          </w:p>
        </w:tc>
      </w:tr>
      <w:tr w:rsidR="00DD44D9" w14:paraId="09925A85" w14:textId="77777777" w:rsidTr="00B95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C5D176" w14:textId="09BAB2E5"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Max. Lösemoment</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2015E7C" w14:textId="217A85D1" w:rsidR="00DD44D9" w:rsidRDefault="00DD44D9" w:rsidP="00B9534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2.100 Nm</w:t>
            </w:r>
          </w:p>
        </w:tc>
      </w:tr>
      <w:tr w:rsidR="00DD44D9" w14:paraId="5905265D" w14:textId="77777777" w:rsidTr="00B95341">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BA9460F" w14:textId="357790B3"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Drehzahl-/Drehmoment-Stufen</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F18EEF" w14:textId="0813F314" w:rsidR="00DD44D9" w:rsidRDefault="00DD44D9" w:rsidP="00B9534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12</w:t>
            </w:r>
          </w:p>
        </w:tc>
      </w:tr>
      <w:tr w:rsidR="00DD44D9" w14:paraId="4F5506DD" w14:textId="77777777" w:rsidTr="00B95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98E7D5" w14:textId="4D7B4F5D" w:rsidR="00DD44D9" w:rsidRDefault="00DD44D9" w:rsidP="00B95341">
            <w:pPr>
              <w:spacing w:line="276" w:lineRule="auto"/>
              <w:rPr>
                <w:rFonts w:ascii="Arial" w:hAnsi="Arial" w:cs="Arial"/>
                <w:b w:val="0"/>
                <w:bCs w:val="0"/>
                <w:color w:val="000000"/>
                <w:sz w:val="20"/>
              </w:rPr>
            </w:pPr>
            <w:r>
              <w:rPr>
                <w:rFonts w:ascii="Arial" w:hAnsi="Arial" w:cs="Arial"/>
                <w:b w:val="0"/>
                <w:bCs w:val="0"/>
                <w:color w:val="000000"/>
                <w:sz w:val="20"/>
              </w:rPr>
              <w:t>Werkzeugaufnahme</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029D30" w14:textId="6DE4EE88" w:rsidR="00DD44D9" w:rsidRDefault="00DD44D9" w:rsidP="00B9534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proofErr w:type="spellStart"/>
            <w:r>
              <w:rPr>
                <w:rFonts w:ascii="Arial" w:hAnsi="Arial" w:cs="Arial"/>
                <w:bCs/>
                <w:color w:val="000000"/>
                <w:sz w:val="20"/>
                <w:lang w:val="en-US"/>
              </w:rPr>
              <w:t>Außenvierkant</w:t>
            </w:r>
            <w:proofErr w:type="spellEnd"/>
            <w:r>
              <w:rPr>
                <w:rFonts w:ascii="Arial" w:hAnsi="Arial" w:cs="Arial"/>
                <w:bCs/>
                <w:color w:val="000000"/>
                <w:sz w:val="20"/>
                <w:lang w:val="en-US"/>
              </w:rPr>
              <w:t xml:space="preserve"> </w:t>
            </w:r>
            <w:r w:rsidR="000E4100">
              <w:rPr>
                <w:rFonts w:ascii="Arial" w:hAnsi="Arial" w:cs="Arial"/>
                <w:bCs/>
                <w:color w:val="000000"/>
                <w:sz w:val="20"/>
                <w:lang w:val="en-US"/>
              </w:rPr>
              <w:t>¾” (19 mm)</w:t>
            </w:r>
          </w:p>
        </w:tc>
      </w:tr>
      <w:tr w:rsidR="00F3778E" w14:paraId="44310512" w14:textId="77777777" w:rsidTr="00B95341">
        <w:tc>
          <w:tcPr>
            <w:cnfStyle w:val="001000000000" w:firstRow="0" w:lastRow="0" w:firstColumn="1" w:lastColumn="0" w:oddVBand="0" w:evenVBand="0" w:oddHBand="0" w:evenHBand="0" w:firstRowFirstColumn="0" w:firstRowLastColumn="0" w:lastRowFirstColumn="0" w:lastRowLastColumn="0"/>
            <w:tcW w:w="3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1709D9" w14:textId="6708F359" w:rsidR="00F3778E" w:rsidRDefault="00F3778E" w:rsidP="00B95341">
            <w:pPr>
              <w:spacing w:line="276" w:lineRule="auto"/>
              <w:rPr>
                <w:rFonts w:ascii="Arial" w:hAnsi="Arial" w:cs="Arial"/>
                <w:b w:val="0"/>
                <w:bCs w:val="0"/>
                <w:color w:val="000000"/>
                <w:sz w:val="20"/>
              </w:rPr>
            </w:pPr>
            <w:r>
              <w:rPr>
                <w:rFonts w:ascii="Arial" w:hAnsi="Arial" w:cs="Arial"/>
                <w:b w:val="0"/>
                <w:bCs w:val="0"/>
                <w:color w:val="000000"/>
                <w:sz w:val="20"/>
              </w:rPr>
              <w:t>Gewicht (ohne Akku)</w:t>
            </w:r>
          </w:p>
        </w:tc>
        <w:tc>
          <w:tcPr>
            <w:tcW w:w="26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E1A984" w14:textId="14D10C81" w:rsidR="00F3778E" w:rsidRDefault="00F3778E" w:rsidP="00B9534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3,03 kg</w:t>
            </w:r>
          </w:p>
        </w:tc>
      </w:tr>
    </w:tbl>
    <w:p w14:paraId="4872BC8A" w14:textId="7EC81B13" w:rsidR="00D23AA7" w:rsidRDefault="00D23AA7" w:rsidP="00664746">
      <w:pPr>
        <w:spacing w:line="360" w:lineRule="auto"/>
        <w:jc w:val="both"/>
        <w:rPr>
          <w:rFonts w:ascii="Arial" w:hAnsi="Arial" w:cs="Arial"/>
          <w:bCs/>
          <w:color w:val="000000"/>
          <w:sz w:val="20"/>
        </w:rPr>
      </w:pPr>
    </w:p>
    <w:p w14:paraId="3BB5E759" w14:textId="427480E5" w:rsidR="00DD44D9" w:rsidRPr="00456B68" w:rsidRDefault="00DD44D9" w:rsidP="00664746">
      <w:pPr>
        <w:spacing w:line="360" w:lineRule="auto"/>
        <w:jc w:val="both"/>
        <w:rPr>
          <w:rFonts w:ascii="Arial" w:hAnsi="Arial" w:cs="Arial"/>
          <w:bCs/>
          <w:color w:val="000000"/>
          <w:sz w:val="20"/>
        </w:rPr>
      </w:pPr>
    </w:p>
    <w:p w14:paraId="4F33F4F1" w14:textId="77777777" w:rsidR="00865C5E" w:rsidRDefault="00865C5E" w:rsidP="00664746">
      <w:pPr>
        <w:spacing w:line="360" w:lineRule="auto"/>
        <w:jc w:val="center"/>
        <w:rPr>
          <w:rFonts w:ascii="Arial" w:hAnsi="Arial"/>
          <w:sz w:val="20"/>
        </w:rPr>
      </w:pPr>
      <w:r>
        <w:rPr>
          <w:rFonts w:ascii="Arial" w:hAnsi="Arial"/>
          <w:sz w:val="20"/>
        </w:rPr>
        <w:t>* * *</w:t>
      </w:r>
    </w:p>
    <w:p w14:paraId="1748A2E3"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589D9011" w14:textId="42252D52" w:rsidR="00456B68" w:rsidRDefault="00456B68" w:rsidP="00664746">
      <w:pPr>
        <w:spacing w:line="360" w:lineRule="auto"/>
        <w:rPr>
          <w:rFonts w:ascii="Arial" w:hAnsi="Arial"/>
          <w:sz w:val="20"/>
        </w:rPr>
      </w:pPr>
    </w:p>
    <w:p w14:paraId="4B750534" w14:textId="63557CFF" w:rsidR="00FF4D16" w:rsidRDefault="00FF4D16" w:rsidP="00664746">
      <w:pPr>
        <w:spacing w:line="360" w:lineRule="auto"/>
        <w:rPr>
          <w:rFonts w:ascii="Arial" w:hAnsi="Arial"/>
          <w:sz w:val="20"/>
        </w:rPr>
      </w:pPr>
    </w:p>
    <w:p w14:paraId="61A92C0F" w14:textId="2AC19633" w:rsidR="00FF4D16" w:rsidRDefault="002243BF" w:rsidP="00664746">
      <w:pPr>
        <w:spacing w:line="360" w:lineRule="auto"/>
        <w:rPr>
          <w:rFonts w:ascii="Arial" w:hAnsi="Arial"/>
          <w:sz w:val="20"/>
        </w:rPr>
      </w:pPr>
      <w:r>
        <w:rPr>
          <w:rFonts w:ascii="Arial" w:hAnsi="Arial"/>
          <w:noProof/>
          <w:sz w:val="20"/>
        </w:rPr>
        <w:lastRenderedPageBreak/>
        <w:drawing>
          <wp:inline distT="0" distB="0" distL="0" distR="0" wp14:anchorId="5FABF792" wp14:editId="08991A29">
            <wp:extent cx="2734765" cy="2710139"/>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34765" cy="2710139"/>
                    </a:xfrm>
                    <a:prstGeom prst="rect">
                      <a:avLst/>
                    </a:prstGeom>
                  </pic:spPr>
                </pic:pic>
              </a:graphicData>
            </a:graphic>
          </wp:inline>
        </w:drawing>
      </w:r>
    </w:p>
    <w:p w14:paraId="1139B8D5" w14:textId="4003B4D1" w:rsidR="00ED5E93" w:rsidRPr="008066CA" w:rsidRDefault="000E4100" w:rsidP="00664746">
      <w:pPr>
        <w:tabs>
          <w:tab w:val="right" w:pos="6379"/>
        </w:tabs>
        <w:spacing w:line="360" w:lineRule="auto"/>
        <w:rPr>
          <w:rStyle w:val="Fett"/>
          <w:b w:val="0"/>
          <w:color w:val="000000"/>
        </w:rPr>
      </w:pPr>
      <w:r>
        <w:rPr>
          <w:rFonts w:ascii="Arial" w:hAnsi="Arial" w:cs="Arial"/>
          <w:bCs/>
          <w:color w:val="000000"/>
          <w:sz w:val="20"/>
        </w:rPr>
        <w:t xml:space="preserve">Der neue Akku-Schlagschrauber SSW 18 LTX 1750 BL von Metabo ist </w:t>
      </w:r>
      <w:proofErr w:type="gramStart"/>
      <w:r>
        <w:rPr>
          <w:rFonts w:ascii="Arial" w:hAnsi="Arial" w:cs="Arial"/>
          <w:bCs/>
          <w:color w:val="000000"/>
          <w:sz w:val="20"/>
        </w:rPr>
        <w:t>extrem kraftvoll</w:t>
      </w:r>
      <w:proofErr w:type="gramEnd"/>
      <w:r>
        <w:rPr>
          <w:rFonts w:ascii="Arial" w:hAnsi="Arial" w:cs="Arial"/>
          <w:bCs/>
          <w:color w:val="000000"/>
          <w:sz w:val="20"/>
        </w:rPr>
        <w:t xml:space="preserve"> und einer der stärksten seiner Klasse</w:t>
      </w:r>
      <w:r w:rsidR="008066CA">
        <w:rPr>
          <w:rFonts w:ascii="Arial" w:hAnsi="Arial" w:cs="Arial"/>
          <w:bCs/>
          <w:color w:val="000000"/>
          <w:sz w:val="20"/>
        </w:rPr>
        <w:t xml:space="preserve">. </w:t>
      </w:r>
      <w:r w:rsidR="004C49B2">
        <w:rPr>
          <w:rStyle w:val="Fett"/>
        </w:rPr>
        <w:t>Foto:</w:t>
      </w:r>
      <w:r w:rsidR="00ED5E93" w:rsidRPr="00C37B3C">
        <w:rPr>
          <w:rStyle w:val="Fett"/>
        </w:rPr>
        <w:t xml:space="preserve"> Metabo</w:t>
      </w:r>
    </w:p>
    <w:p w14:paraId="2610E748" w14:textId="77777777" w:rsidR="004C49B2" w:rsidRDefault="004C49B2" w:rsidP="00664746">
      <w:pPr>
        <w:tabs>
          <w:tab w:val="right" w:pos="6379"/>
        </w:tabs>
        <w:spacing w:line="360" w:lineRule="auto"/>
        <w:rPr>
          <w:rStyle w:val="Fett"/>
        </w:rPr>
      </w:pPr>
    </w:p>
    <w:p w14:paraId="2727030E" w14:textId="77777777" w:rsidR="004C49B2" w:rsidRDefault="004C49B2" w:rsidP="00664746">
      <w:pPr>
        <w:tabs>
          <w:tab w:val="right" w:pos="6379"/>
        </w:tabs>
        <w:spacing w:line="360" w:lineRule="auto"/>
        <w:rPr>
          <w:rStyle w:val="Fett"/>
          <w:b w:val="0"/>
          <w:highlight w:val="yellow"/>
        </w:rPr>
      </w:pPr>
    </w:p>
    <w:p w14:paraId="325CBCC0" w14:textId="2470E0A2" w:rsidR="0015362E" w:rsidRDefault="0015362E" w:rsidP="00EC08F9">
      <w:pPr>
        <w:tabs>
          <w:tab w:val="right" w:pos="6379"/>
        </w:tabs>
        <w:spacing w:line="360" w:lineRule="auto"/>
        <w:rPr>
          <w:rStyle w:val="Fett"/>
          <w:b w:val="0"/>
        </w:rPr>
      </w:pPr>
      <w:r>
        <w:rPr>
          <w:rFonts w:ascii="Arial" w:hAnsi="Arial" w:cs="Arial"/>
          <w:bCs/>
          <w:noProof/>
          <w:sz w:val="20"/>
        </w:rPr>
        <w:drawing>
          <wp:inline distT="0" distB="0" distL="0" distR="0" wp14:anchorId="196669C4" wp14:editId="1FFDC3AE">
            <wp:extent cx="4359986" cy="2907179"/>
            <wp:effectExtent l="0" t="0" r="254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59986" cy="2907179"/>
                    </a:xfrm>
                    <a:prstGeom prst="rect">
                      <a:avLst/>
                    </a:prstGeom>
                  </pic:spPr>
                </pic:pic>
              </a:graphicData>
            </a:graphic>
          </wp:inline>
        </w:drawing>
      </w:r>
    </w:p>
    <w:p w14:paraId="572DCDCD" w14:textId="73C93DE1" w:rsidR="00EC08F9" w:rsidRPr="00EC08F9" w:rsidRDefault="000E4100" w:rsidP="00EC08F9">
      <w:pPr>
        <w:tabs>
          <w:tab w:val="right" w:pos="6379"/>
        </w:tabs>
        <w:spacing w:line="360" w:lineRule="auto"/>
        <w:rPr>
          <w:rStyle w:val="Fett"/>
          <w:b w:val="0"/>
          <w:color w:val="000000"/>
        </w:rPr>
      </w:pPr>
      <w:r>
        <w:rPr>
          <w:rFonts w:ascii="Arial" w:hAnsi="Arial" w:cs="Arial"/>
          <w:bCs/>
          <w:color w:val="000000"/>
          <w:sz w:val="20"/>
        </w:rPr>
        <w:t>Hält, was er verspricht: Der Akku-Schlagschrauber schafft Schrauben bis M33</w:t>
      </w:r>
      <w:r w:rsidR="007C4922">
        <w:rPr>
          <w:rFonts w:ascii="Arial" w:hAnsi="Arial" w:cs="Arial"/>
          <w:bCs/>
          <w:color w:val="000000"/>
          <w:sz w:val="20"/>
        </w:rPr>
        <w:t xml:space="preserve"> und eignet sich für die verschiedensten Ar</w:t>
      </w:r>
      <w:r w:rsidR="00384A71">
        <w:rPr>
          <w:rFonts w:ascii="Arial" w:hAnsi="Arial" w:cs="Arial"/>
          <w:bCs/>
          <w:color w:val="000000"/>
          <w:sz w:val="20"/>
        </w:rPr>
        <w:t xml:space="preserve">beiten an Baustellenfahrzeugen. </w:t>
      </w:r>
      <w:r w:rsidR="00A731DE" w:rsidRPr="00A731DE">
        <w:rPr>
          <w:rFonts w:ascii="Arial" w:hAnsi="Arial" w:cs="Arial"/>
          <w:b/>
          <w:bCs/>
          <w:color w:val="000000"/>
          <w:sz w:val="20"/>
        </w:rPr>
        <w:t>F</w:t>
      </w:r>
      <w:r w:rsidR="00EC08F9" w:rsidRPr="00C37B3C">
        <w:rPr>
          <w:rStyle w:val="Fett"/>
        </w:rPr>
        <w:t>oto: Metabo</w:t>
      </w:r>
    </w:p>
    <w:p w14:paraId="1F3F6A57" w14:textId="77777777" w:rsidR="00EC08F9" w:rsidRDefault="00EC08F9" w:rsidP="00664746">
      <w:pPr>
        <w:tabs>
          <w:tab w:val="right" w:pos="6379"/>
        </w:tabs>
        <w:spacing w:line="360" w:lineRule="auto"/>
        <w:rPr>
          <w:rFonts w:ascii="Arial" w:hAnsi="Arial"/>
          <w:b/>
          <w:sz w:val="20"/>
        </w:rPr>
      </w:pPr>
    </w:p>
    <w:p w14:paraId="6E74883C" w14:textId="03B41355" w:rsidR="00ED5E93" w:rsidRDefault="00ED5E93" w:rsidP="00664746">
      <w:pPr>
        <w:tabs>
          <w:tab w:val="right" w:pos="6379"/>
        </w:tabs>
        <w:spacing w:line="360" w:lineRule="auto"/>
        <w:rPr>
          <w:rFonts w:ascii="Arial" w:hAnsi="Arial"/>
          <w:sz w:val="20"/>
        </w:rPr>
      </w:pPr>
    </w:p>
    <w:p w14:paraId="6A990614" w14:textId="77777777" w:rsidR="00B633E0" w:rsidRPr="00AA3007" w:rsidRDefault="00B633E0" w:rsidP="00664746">
      <w:pPr>
        <w:tabs>
          <w:tab w:val="right" w:pos="6379"/>
        </w:tabs>
        <w:spacing w:line="360" w:lineRule="auto"/>
        <w:rPr>
          <w:rFonts w:ascii="Arial" w:hAnsi="Arial"/>
          <w:sz w:val="20"/>
        </w:rPr>
      </w:pPr>
    </w:p>
    <w:p w14:paraId="079B633B" w14:textId="77777777" w:rsidR="00AD704E" w:rsidRDefault="00AD704E" w:rsidP="00664746">
      <w:pPr>
        <w:tabs>
          <w:tab w:val="right" w:pos="6379"/>
        </w:tabs>
        <w:spacing w:line="360" w:lineRule="auto"/>
        <w:rPr>
          <w:rStyle w:val="IntensiveHervorhebung"/>
        </w:rPr>
      </w:pPr>
      <w:r w:rsidRPr="00C37B3C">
        <w:rPr>
          <w:rStyle w:val="IntensiveHervorhebung"/>
        </w:rPr>
        <w:lastRenderedPageBreak/>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6F3A849B" w14:textId="693F56A9" w:rsidR="001C06A9" w:rsidRDefault="001C06A9" w:rsidP="00664746">
      <w:pPr>
        <w:tabs>
          <w:tab w:val="right" w:pos="6379"/>
        </w:tabs>
        <w:spacing w:line="360" w:lineRule="auto"/>
        <w:rPr>
          <w:rStyle w:val="IntensiveHervorhebung"/>
        </w:rPr>
      </w:pPr>
    </w:p>
    <w:p w14:paraId="3DEC70EE" w14:textId="58F3385C" w:rsidR="00623F5D" w:rsidRPr="00623F5D" w:rsidRDefault="00623F5D" w:rsidP="00664746">
      <w:pPr>
        <w:tabs>
          <w:tab w:val="right" w:pos="6379"/>
        </w:tabs>
        <w:spacing w:line="360" w:lineRule="auto"/>
        <w:rPr>
          <w:rStyle w:val="IntensiveHervorhebung"/>
          <w:b/>
          <w:bCs/>
          <w:i w:val="0"/>
          <w:iCs/>
        </w:rPr>
      </w:pPr>
      <w:r w:rsidRPr="00623F5D">
        <w:rPr>
          <w:rStyle w:val="IntensiveHervorhebung"/>
          <w:b/>
          <w:bCs/>
          <w:i w:val="0"/>
          <w:iCs/>
        </w:rPr>
        <w:t>Metadaten für Ihre Online- und Social-Media-Kanäle</w:t>
      </w:r>
    </w:p>
    <w:p w14:paraId="05C5F50C" w14:textId="059B7CB6" w:rsidR="00623F5D" w:rsidRDefault="00623F5D" w:rsidP="00664746">
      <w:pPr>
        <w:tabs>
          <w:tab w:val="right" w:pos="6379"/>
        </w:tabs>
        <w:spacing w:line="360" w:lineRule="auto"/>
        <w:rPr>
          <w:rStyle w:val="IntensiveHervorhebung"/>
          <w:i w:val="0"/>
          <w:iCs/>
        </w:rPr>
      </w:pPr>
      <w:r>
        <w:rPr>
          <w:rStyle w:val="IntensiveHervorhebung"/>
          <w:i w:val="0"/>
          <w:iCs/>
        </w:rPr>
        <w:t xml:space="preserve">Nachfolgende Informationen erleichtern Ihnen die Veröffentlichung dieser Presseinformationen auf Ihren Online- und Social-Media-Kanälen. </w:t>
      </w:r>
    </w:p>
    <w:p w14:paraId="390C0093" w14:textId="1C7ED28F" w:rsidR="00623F5D" w:rsidRDefault="00623F5D" w:rsidP="00664746">
      <w:pPr>
        <w:tabs>
          <w:tab w:val="right" w:pos="6379"/>
        </w:tabs>
        <w:spacing w:line="360" w:lineRule="auto"/>
        <w:rPr>
          <w:rStyle w:val="IntensiveHervorhebung"/>
          <w:i w:val="0"/>
          <w:iCs/>
        </w:rPr>
      </w:pPr>
    </w:p>
    <w:p w14:paraId="4860728B" w14:textId="38E10CE7" w:rsidR="00623F5D" w:rsidRDefault="00623F5D" w:rsidP="00664746">
      <w:pPr>
        <w:tabs>
          <w:tab w:val="right" w:pos="6379"/>
        </w:tabs>
        <w:spacing w:line="360" w:lineRule="auto"/>
        <w:rPr>
          <w:rStyle w:val="IntensiveHervorhebung"/>
          <w:i w:val="0"/>
          <w:iCs/>
        </w:rPr>
      </w:pPr>
      <w:r>
        <w:rPr>
          <w:rStyle w:val="IntensiveHervorhebung"/>
          <w:i w:val="0"/>
          <w:iCs/>
        </w:rPr>
        <w:t>Nutzen Sie die Texte zur Suchmaschinenoptimierung Ihrer Webseiten, für Ihren E-Mail-Newsletter und um Ihre Leserschaft via Facebook und Twitter besser zu erreichen.</w:t>
      </w:r>
    </w:p>
    <w:p w14:paraId="2CB8CB97" w14:textId="4867393F" w:rsidR="00884D39" w:rsidRDefault="00884D39" w:rsidP="00664746">
      <w:pPr>
        <w:tabs>
          <w:tab w:val="right" w:pos="6379"/>
        </w:tabs>
        <w:spacing w:line="360" w:lineRule="auto"/>
        <w:rPr>
          <w:rStyle w:val="IntensiveHervorhebung"/>
          <w:i w:val="0"/>
          <w:iCs/>
        </w:rPr>
      </w:pPr>
    </w:p>
    <w:p w14:paraId="3B0BF41D" w14:textId="6CDA066E" w:rsidR="00884D39" w:rsidRDefault="00884D39" w:rsidP="00664746">
      <w:pPr>
        <w:tabs>
          <w:tab w:val="right" w:pos="6379"/>
        </w:tabs>
        <w:spacing w:line="360" w:lineRule="auto"/>
        <w:rPr>
          <w:rStyle w:val="IntensiveHervorhebung"/>
          <w:b/>
          <w:bCs/>
          <w:i w:val="0"/>
          <w:iCs/>
        </w:rPr>
      </w:pPr>
      <w:r w:rsidRPr="00884D39">
        <w:rPr>
          <w:rStyle w:val="IntensiveHervorhebung"/>
          <w:b/>
          <w:bCs/>
          <w:i w:val="0"/>
          <w:iCs/>
        </w:rPr>
        <w:t>Suchmaschinenoptimierung</w:t>
      </w:r>
    </w:p>
    <w:p w14:paraId="03358FDE" w14:textId="77777777" w:rsidR="0099511E" w:rsidRPr="00884D39" w:rsidRDefault="0099511E" w:rsidP="00664746">
      <w:pPr>
        <w:tabs>
          <w:tab w:val="right" w:pos="6379"/>
        </w:tabs>
        <w:spacing w:line="360" w:lineRule="auto"/>
        <w:rPr>
          <w:rStyle w:val="IntensiveHervorhebung"/>
          <w:b/>
          <w:bCs/>
          <w:i w:val="0"/>
          <w:iCs/>
        </w:rPr>
      </w:pPr>
    </w:p>
    <w:p w14:paraId="3558420F" w14:textId="77777777" w:rsidR="00DA4B7F" w:rsidRPr="00884D39" w:rsidRDefault="00DA4B7F" w:rsidP="00DA4B7F">
      <w:pPr>
        <w:tabs>
          <w:tab w:val="right" w:pos="6379"/>
        </w:tabs>
        <w:spacing w:line="360" w:lineRule="auto"/>
        <w:rPr>
          <w:rStyle w:val="IntensiveHervorhebung"/>
          <w:b/>
          <w:bCs/>
          <w:i w:val="0"/>
          <w:iCs/>
        </w:rPr>
      </w:pPr>
    </w:p>
    <w:p w14:paraId="15EAFCBD" w14:textId="77777777" w:rsidR="00DA4B7F" w:rsidRPr="00884D39" w:rsidRDefault="00DA4B7F" w:rsidP="00DA4B7F">
      <w:pPr>
        <w:pStyle w:val="Listenabsatz"/>
        <w:numPr>
          <w:ilvl w:val="0"/>
          <w:numId w:val="3"/>
        </w:numPr>
        <w:tabs>
          <w:tab w:val="right" w:pos="6379"/>
        </w:tabs>
        <w:spacing w:line="360" w:lineRule="auto"/>
        <w:rPr>
          <w:rStyle w:val="IntensiveHervorhebung"/>
          <w:b/>
          <w:bCs/>
          <w:i w:val="0"/>
          <w:iCs/>
        </w:rPr>
      </w:pPr>
      <w:r w:rsidRPr="00884D39">
        <w:rPr>
          <w:rStyle w:val="IntensiveHervorhebung"/>
          <w:b/>
          <w:bCs/>
          <w:i w:val="0"/>
          <w:iCs/>
        </w:rPr>
        <w:t>Meta-Description</w:t>
      </w:r>
    </w:p>
    <w:p w14:paraId="72EE967B" w14:textId="77777777" w:rsidR="00DA4B7F" w:rsidRDefault="00DA4B7F" w:rsidP="00DA4B7F">
      <w:pPr>
        <w:pStyle w:val="Listenabsatz"/>
        <w:tabs>
          <w:tab w:val="right" w:pos="6379"/>
        </w:tabs>
        <w:spacing w:line="360" w:lineRule="auto"/>
        <w:rPr>
          <w:rFonts w:ascii="Arial" w:hAnsi="Arial" w:cs="Arial"/>
          <w:bCs/>
          <w:color w:val="000000"/>
          <w:sz w:val="20"/>
        </w:rPr>
      </w:pPr>
      <w:r>
        <w:rPr>
          <w:rFonts w:ascii="Arial" w:hAnsi="Arial" w:cs="Arial"/>
          <w:bCs/>
          <w:color w:val="000000"/>
          <w:sz w:val="20"/>
        </w:rPr>
        <w:t xml:space="preserve">Metabo bringt den neuen Akku-Schlagschrauber SSW 18 LTX 1750 BL auf den Markt. Er ist einer der stärksten seiner Klasse. Anwender können ihn für alle Anwendungen, bei denen es auf ein </w:t>
      </w:r>
      <w:proofErr w:type="gramStart"/>
      <w:r>
        <w:rPr>
          <w:rFonts w:ascii="Arial" w:hAnsi="Arial" w:cs="Arial"/>
          <w:bCs/>
          <w:color w:val="000000"/>
          <w:sz w:val="20"/>
        </w:rPr>
        <w:t>extrem hohes</w:t>
      </w:r>
      <w:proofErr w:type="gramEnd"/>
      <w:r>
        <w:rPr>
          <w:rFonts w:ascii="Arial" w:hAnsi="Arial" w:cs="Arial"/>
          <w:bCs/>
          <w:color w:val="000000"/>
          <w:sz w:val="20"/>
        </w:rPr>
        <w:t xml:space="preserve"> Drehmoment ankommt, einsetzen. </w:t>
      </w:r>
    </w:p>
    <w:p w14:paraId="460FD2E3" w14:textId="77777777" w:rsidR="00DA4B7F" w:rsidRPr="00502873" w:rsidRDefault="00DA4B7F" w:rsidP="00DA4B7F">
      <w:pPr>
        <w:tabs>
          <w:tab w:val="right" w:pos="6379"/>
        </w:tabs>
        <w:spacing w:line="360" w:lineRule="auto"/>
        <w:rPr>
          <w:rStyle w:val="IntensiveHervorhebung"/>
          <w:i w:val="0"/>
          <w:iCs/>
        </w:rPr>
      </w:pPr>
    </w:p>
    <w:p w14:paraId="681A1F03" w14:textId="77777777" w:rsidR="00DA4B7F" w:rsidRPr="00884D39" w:rsidRDefault="00DA4B7F" w:rsidP="00DA4B7F">
      <w:pPr>
        <w:pStyle w:val="Listenabsatz"/>
        <w:numPr>
          <w:ilvl w:val="0"/>
          <w:numId w:val="3"/>
        </w:numPr>
        <w:tabs>
          <w:tab w:val="right" w:pos="6379"/>
        </w:tabs>
        <w:spacing w:line="360" w:lineRule="auto"/>
        <w:rPr>
          <w:rStyle w:val="IntensiveHervorhebung"/>
          <w:b/>
          <w:bCs/>
          <w:i w:val="0"/>
          <w:iCs/>
        </w:rPr>
      </w:pPr>
      <w:r w:rsidRPr="00884D39">
        <w:rPr>
          <w:rStyle w:val="IntensiveHervorhebung"/>
          <w:b/>
          <w:bCs/>
          <w:i w:val="0"/>
          <w:iCs/>
        </w:rPr>
        <w:t>Tags / Schlüsselwörter</w:t>
      </w:r>
    </w:p>
    <w:p w14:paraId="4D249A0B" w14:textId="77777777" w:rsidR="00DA4B7F" w:rsidRPr="0056700B" w:rsidRDefault="00DA4B7F" w:rsidP="00DA4B7F">
      <w:pPr>
        <w:pStyle w:val="Listenabsatz"/>
        <w:tabs>
          <w:tab w:val="right" w:pos="6379"/>
        </w:tabs>
        <w:spacing w:line="360" w:lineRule="auto"/>
        <w:rPr>
          <w:rStyle w:val="IntensiveHervorhebung"/>
          <w:i w:val="0"/>
          <w:iCs/>
        </w:rPr>
      </w:pPr>
      <w:r w:rsidRPr="0056700B">
        <w:rPr>
          <w:rStyle w:val="IntensiveHervorhebung"/>
          <w:i w:val="0"/>
          <w:iCs/>
        </w:rPr>
        <w:t xml:space="preserve">Metabo; </w:t>
      </w:r>
      <w:r>
        <w:rPr>
          <w:rStyle w:val="IntensiveHervorhebung"/>
          <w:i w:val="0"/>
          <w:iCs/>
        </w:rPr>
        <w:t>Akku-Schlagschrauber</w:t>
      </w:r>
    </w:p>
    <w:p w14:paraId="10367DAD" w14:textId="77777777" w:rsidR="00DA4B7F" w:rsidRPr="0056700B" w:rsidRDefault="00DA4B7F" w:rsidP="00DA4B7F">
      <w:pPr>
        <w:tabs>
          <w:tab w:val="right" w:pos="6379"/>
        </w:tabs>
        <w:spacing w:line="360" w:lineRule="auto"/>
        <w:rPr>
          <w:rStyle w:val="IntensiveHervorhebung"/>
          <w:i w:val="0"/>
          <w:iCs/>
        </w:rPr>
      </w:pPr>
    </w:p>
    <w:p w14:paraId="15801BFC" w14:textId="77777777" w:rsidR="00DA4B7F" w:rsidRPr="004C1BDE" w:rsidRDefault="00DA4B7F" w:rsidP="00DA4B7F">
      <w:pPr>
        <w:tabs>
          <w:tab w:val="right" w:pos="6379"/>
        </w:tabs>
        <w:spacing w:line="360" w:lineRule="auto"/>
        <w:rPr>
          <w:rStyle w:val="IntensiveHervorhebung"/>
          <w:b/>
          <w:bCs/>
          <w:i w:val="0"/>
          <w:iCs/>
        </w:rPr>
      </w:pPr>
      <w:proofErr w:type="spellStart"/>
      <w:r w:rsidRPr="004C1BDE">
        <w:rPr>
          <w:rStyle w:val="IntensiveHervorhebung"/>
          <w:b/>
          <w:bCs/>
          <w:i w:val="0"/>
          <w:iCs/>
        </w:rPr>
        <w:t>Social</w:t>
      </w:r>
      <w:proofErr w:type="spellEnd"/>
      <w:r w:rsidRPr="004C1BDE">
        <w:rPr>
          <w:rStyle w:val="IntensiveHervorhebung"/>
          <w:b/>
          <w:bCs/>
          <w:i w:val="0"/>
          <w:iCs/>
        </w:rPr>
        <w:t xml:space="preserve"> Media / Newsletter-Kurztext</w:t>
      </w:r>
    </w:p>
    <w:p w14:paraId="6EBE469F" w14:textId="77777777" w:rsidR="00DA4B7F" w:rsidRPr="004C1BDE" w:rsidRDefault="00DA4B7F" w:rsidP="00DA4B7F">
      <w:pPr>
        <w:tabs>
          <w:tab w:val="right" w:pos="6379"/>
        </w:tabs>
        <w:spacing w:line="360" w:lineRule="auto"/>
        <w:rPr>
          <w:rStyle w:val="IntensiveHervorhebung"/>
          <w:b/>
          <w:bCs/>
          <w:i w:val="0"/>
          <w:iCs/>
        </w:rPr>
      </w:pPr>
    </w:p>
    <w:p w14:paraId="14A824D2" w14:textId="77777777" w:rsidR="00DA4B7F" w:rsidRPr="00C1675C" w:rsidRDefault="00DA4B7F" w:rsidP="00DA4B7F">
      <w:pPr>
        <w:pStyle w:val="Listenabsatz"/>
        <w:numPr>
          <w:ilvl w:val="0"/>
          <w:numId w:val="3"/>
        </w:numPr>
        <w:tabs>
          <w:tab w:val="right" w:pos="6379"/>
        </w:tabs>
        <w:spacing w:line="360" w:lineRule="auto"/>
        <w:rPr>
          <w:rStyle w:val="IntensiveHervorhebung"/>
          <w:b/>
          <w:bCs/>
          <w:i w:val="0"/>
          <w:iCs/>
        </w:rPr>
      </w:pPr>
      <w:r w:rsidRPr="00C1675C">
        <w:rPr>
          <w:rStyle w:val="IntensiveHervorhebung"/>
          <w:b/>
          <w:bCs/>
          <w:i w:val="0"/>
          <w:iCs/>
        </w:rPr>
        <w:t>Newsletter-Kurztext</w:t>
      </w:r>
    </w:p>
    <w:p w14:paraId="119944DD" w14:textId="77777777" w:rsidR="00DA4B7F" w:rsidRDefault="00DA4B7F" w:rsidP="00DA4B7F">
      <w:pPr>
        <w:tabs>
          <w:tab w:val="right" w:pos="6379"/>
        </w:tabs>
        <w:spacing w:line="360" w:lineRule="auto"/>
        <w:ind w:left="708"/>
        <w:rPr>
          <w:rFonts w:ascii="Arial" w:hAnsi="Arial" w:cs="Arial"/>
          <w:bCs/>
          <w:color w:val="000000"/>
          <w:sz w:val="20"/>
        </w:rPr>
      </w:pPr>
      <w:r>
        <w:rPr>
          <w:rFonts w:ascii="Arial" w:hAnsi="Arial" w:cs="Arial"/>
          <w:bCs/>
          <w:color w:val="000000"/>
          <w:sz w:val="20"/>
        </w:rPr>
        <w:t xml:space="preserve">Dem neuen Akku-Schlagschrauber SSW 18 LTX 1750 BL von Metabo macht in Sachen Leistungsstärke so schnell keiner etwas vor: Der Akku-Schlagschrauber mit ¾“-Spindel schafft bis zu 1.750 Newtonmeter beim Anziehen und bis zu 2.100 Newtonmeter beim Lösen von Schrauben – mit diesem </w:t>
      </w:r>
      <w:proofErr w:type="gramStart"/>
      <w:r>
        <w:rPr>
          <w:rFonts w:ascii="Arial" w:hAnsi="Arial" w:cs="Arial"/>
          <w:bCs/>
          <w:color w:val="000000"/>
          <w:sz w:val="20"/>
        </w:rPr>
        <w:t>extrem hohen</w:t>
      </w:r>
      <w:proofErr w:type="gramEnd"/>
      <w:r>
        <w:rPr>
          <w:rFonts w:ascii="Arial" w:hAnsi="Arial" w:cs="Arial"/>
          <w:bCs/>
          <w:color w:val="000000"/>
          <w:sz w:val="20"/>
        </w:rPr>
        <w:t xml:space="preserve"> Drehmoment ist er besonders leistungsstark.</w:t>
      </w:r>
    </w:p>
    <w:p w14:paraId="3FF38B15" w14:textId="77777777" w:rsidR="00DA4B7F" w:rsidRPr="0056700B" w:rsidRDefault="00DA4B7F" w:rsidP="00DA4B7F">
      <w:pPr>
        <w:tabs>
          <w:tab w:val="right" w:pos="6379"/>
        </w:tabs>
        <w:spacing w:line="360" w:lineRule="auto"/>
        <w:rPr>
          <w:rStyle w:val="IntensiveHervorhebung"/>
          <w:i w:val="0"/>
          <w:iCs/>
        </w:rPr>
      </w:pPr>
    </w:p>
    <w:p w14:paraId="7D2B7253" w14:textId="77777777" w:rsidR="00DA4B7F" w:rsidRPr="00C1675C" w:rsidRDefault="00DA4B7F" w:rsidP="00DA4B7F">
      <w:pPr>
        <w:pStyle w:val="Listenabsatz"/>
        <w:numPr>
          <w:ilvl w:val="0"/>
          <w:numId w:val="3"/>
        </w:numPr>
        <w:tabs>
          <w:tab w:val="right" w:pos="6379"/>
        </w:tabs>
        <w:spacing w:line="360" w:lineRule="auto"/>
        <w:rPr>
          <w:rStyle w:val="IntensiveHervorhebung"/>
          <w:b/>
          <w:bCs/>
          <w:i w:val="0"/>
          <w:iCs/>
        </w:rPr>
      </w:pPr>
      <w:r w:rsidRPr="00C1675C">
        <w:rPr>
          <w:rStyle w:val="IntensiveHervorhebung"/>
          <w:b/>
          <w:bCs/>
          <w:i w:val="0"/>
          <w:iCs/>
        </w:rPr>
        <w:t>Facebook</w:t>
      </w:r>
    </w:p>
    <w:p w14:paraId="06CDE838" w14:textId="77777777" w:rsidR="00DA4B7F" w:rsidRDefault="00DA4B7F" w:rsidP="00DA4B7F">
      <w:pPr>
        <w:pStyle w:val="Listenabsatz"/>
        <w:tabs>
          <w:tab w:val="right" w:pos="6379"/>
        </w:tabs>
        <w:spacing w:line="360" w:lineRule="auto"/>
        <w:rPr>
          <w:rFonts w:ascii="Arial" w:hAnsi="Arial" w:cs="Arial"/>
          <w:bCs/>
          <w:color w:val="000000"/>
          <w:sz w:val="20"/>
        </w:rPr>
      </w:pPr>
      <w:r>
        <w:rPr>
          <w:rFonts w:ascii="Arial" w:hAnsi="Arial" w:cs="Arial"/>
          <w:bCs/>
          <w:color w:val="000000"/>
          <w:sz w:val="20"/>
        </w:rPr>
        <w:t xml:space="preserve">Den neuen Akku-Schlagschrauber SSW 18 LTX 1750 BL von Metabo können professionelle Anwender verschiedenfach einsetzen – im Prinzip für sämtliche Anwendungen, bei denen es auf ein </w:t>
      </w:r>
      <w:proofErr w:type="gramStart"/>
      <w:r>
        <w:rPr>
          <w:rFonts w:ascii="Arial" w:hAnsi="Arial" w:cs="Arial"/>
          <w:bCs/>
          <w:color w:val="000000"/>
          <w:sz w:val="20"/>
        </w:rPr>
        <w:t>extrem hohes</w:t>
      </w:r>
      <w:proofErr w:type="gramEnd"/>
      <w:r>
        <w:rPr>
          <w:rFonts w:ascii="Arial" w:hAnsi="Arial" w:cs="Arial"/>
          <w:bCs/>
          <w:color w:val="000000"/>
          <w:sz w:val="20"/>
        </w:rPr>
        <w:t xml:space="preserve"> Drehmoment ankommt, zum Beispiel im Stahl- und Brückenbau oder für </w:t>
      </w:r>
      <w:r>
        <w:rPr>
          <w:rFonts w:ascii="Arial" w:hAnsi="Arial" w:cs="Arial"/>
          <w:bCs/>
          <w:color w:val="000000"/>
          <w:sz w:val="20"/>
        </w:rPr>
        <w:lastRenderedPageBreak/>
        <w:t>die Instandhaltung und Wartung von Bau- und Nutzfahrzeugen. Damit ist der Schlagschrauber die optimale Maschine für schwerste Schraubanwendungen aller Art.</w:t>
      </w:r>
    </w:p>
    <w:p w14:paraId="24526ECF" w14:textId="77777777" w:rsidR="00DA4B7F" w:rsidRDefault="00DA4B7F" w:rsidP="00DA4B7F">
      <w:pPr>
        <w:pStyle w:val="Listenabsatz"/>
        <w:tabs>
          <w:tab w:val="right" w:pos="6379"/>
        </w:tabs>
        <w:spacing w:line="360" w:lineRule="auto"/>
        <w:rPr>
          <w:rStyle w:val="IntensiveHervorhebung"/>
          <w:i w:val="0"/>
          <w:iCs/>
        </w:rPr>
      </w:pPr>
    </w:p>
    <w:p w14:paraId="0971B319" w14:textId="77777777" w:rsidR="00DA4B7F" w:rsidRDefault="00DA4B7F" w:rsidP="00DA4B7F">
      <w:pPr>
        <w:pStyle w:val="Listenabsatz"/>
        <w:tabs>
          <w:tab w:val="right" w:pos="6379"/>
        </w:tabs>
        <w:spacing w:line="360" w:lineRule="auto"/>
        <w:rPr>
          <w:rStyle w:val="IntensiveHervorhebung"/>
          <w:i w:val="0"/>
          <w:iCs/>
        </w:rPr>
      </w:pPr>
      <w:bookmarkStart w:id="0" w:name="_Hlk99975663"/>
      <w:r w:rsidRPr="005337B4">
        <w:rPr>
          <w:rStyle w:val="IntensiveHervorhebung"/>
          <w:i w:val="0"/>
          <w:iCs/>
        </w:rPr>
        <w:t>#metabo #professionalpowertoolsolutions #derAkkufürsHandwerk #CAS #CordlessAllianceSystem #akkuschlagschrauber #schlagschrauber #brushless</w:t>
      </w:r>
    </w:p>
    <w:p w14:paraId="69F08CE3" w14:textId="77777777" w:rsidR="00DA4B7F" w:rsidRPr="0056700B" w:rsidRDefault="00DA4B7F" w:rsidP="00DA4B7F">
      <w:pPr>
        <w:pStyle w:val="Listenabsatz"/>
        <w:tabs>
          <w:tab w:val="right" w:pos="6379"/>
        </w:tabs>
        <w:spacing w:line="360" w:lineRule="auto"/>
        <w:rPr>
          <w:rStyle w:val="IntensiveHervorhebung"/>
          <w:i w:val="0"/>
          <w:iCs/>
        </w:rPr>
      </w:pPr>
    </w:p>
    <w:bookmarkEnd w:id="0"/>
    <w:p w14:paraId="4C59D341" w14:textId="77777777" w:rsidR="00DA4B7F" w:rsidRDefault="00DA4B7F" w:rsidP="00DA4B7F">
      <w:pPr>
        <w:pStyle w:val="Listenabsatz"/>
        <w:numPr>
          <w:ilvl w:val="0"/>
          <w:numId w:val="3"/>
        </w:numPr>
        <w:tabs>
          <w:tab w:val="right" w:pos="6379"/>
        </w:tabs>
        <w:spacing w:line="360" w:lineRule="auto"/>
        <w:rPr>
          <w:rStyle w:val="IntensiveHervorhebung"/>
          <w:b/>
          <w:bCs/>
          <w:i w:val="0"/>
          <w:iCs/>
        </w:rPr>
      </w:pPr>
      <w:r w:rsidRPr="00C1675C">
        <w:rPr>
          <w:rStyle w:val="IntensiveHervorhebung"/>
          <w:b/>
          <w:bCs/>
          <w:i w:val="0"/>
          <w:iCs/>
        </w:rPr>
        <w:t>Twitter</w:t>
      </w:r>
    </w:p>
    <w:p w14:paraId="2D0A48F2" w14:textId="77777777" w:rsidR="00DA4B7F" w:rsidRPr="007E69AC" w:rsidRDefault="00DA4B7F" w:rsidP="00DA4B7F">
      <w:pPr>
        <w:pStyle w:val="Listenabsatz"/>
        <w:tabs>
          <w:tab w:val="right" w:pos="6379"/>
        </w:tabs>
        <w:spacing w:line="360" w:lineRule="auto"/>
        <w:rPr>
          <w:rStyle w:val="IntensiveHervorhebung"/>
          <w:bCs/>
          <w:i w:val="0"/>
          <w:iCs/>
        </w:rPr>
      </w:pPr>
      <w:r w:rsidRPr="007E69AC">
        <w:rPr>
          <w:rStyle w:val="IntensiveHervorhebung"/>
          <w:bCs/>
          <w:i w:val="0"/>
          <w:iCs/>
        </w:rPr>
        <w:t>Extrem</w:t>
      </w:r>
      <w:r>
        <w:rPr>
          <w:rStyle w:val="IntensiveHervorhebung"/>
          <w:bCs/>
          <w:i w:val="0"/>
          <w:iCs/>
        </w:rPr>
        <w:t xml:space="preserve"> leistungsstark mit sehr hohem Drehmoment: Der neue </w:t>
      </w:r>
      <w:r>
        <w:rPr>
          <w:rFonts w:ascii="Arial" w:hAnsi="Arial" w:cs="Arial"/>
          <w:bCs/>
          <w:color w:val="000000"/>
          <w:sz w:val="20"/>
        </w:rPr>
        <w:t xml:space="preserve">Akku-Schlagschrauber SSW 18 LTX 1750 BL von #Metabo ist die ideale Maschine für schwerste Schraubanwendungen. </w:t>
      </w:r>
    </w:p>
    <w:p w14:paraId="7E9D27B4" w14:textId="77777777" w:rsidR="00DA4B7F" w:rsidRPr="007E69AC" w:rsidRDefault="00DA4B7F" w:rsidP="00DA4B7F">
      <w:pPr>
        <w:tabs>
          <w:tab w:val="right" w:pos="6379"/>
        </w:tabs>
        <w:spacing w:line="360" w:lineRule="auto"/>
        <w:ind w:left="360"/>
        <w:rPr>
          <w:rStyle w:val="IntensiveHervorhebung"/>
          <w:i w:val="0"/>
          <w:iCs/>
        </w:rPr>
      </w:pPr>
      <w:r>
        <w:rPr>
          <w:rStyle w:val="IntensiveHervorhebung"/>
          <w:i w:val="0"/>
          <w:iCs/>
        </w:rPr>
        <w:tab/>
      </w:r>
    </w:p>
    <w:p w14:paraId="18E098ED" w14:textId="7B5771D1" w:rsidR="00DA4B7F" w:rsidRDefault="00DA4B7F" w:rsidP="00DA4B7F">
      <w:pPr>
        <w:rPr>
          <w:rStyle w:val="IntensiveHervorhebung"/>
        </w:rPr>
      </w:pPr>
    </w:p>
    <w:p w14:paraId="64B66831" w14:textId="44C81703" w:rsidR="00DA4B7F" w:rsidRDefault="00DA4B7F" w:rsidP="00DA4B7F">
      <w:pPr>
        <w:rPr>
          <w:rStyle w:val="IntensiveHervorhebung"/>
        </w:rPr>
      </w:pPr>
    </w:p>
    <w:p w14:paraId="4B27A78E" w14:textId="4B53C7C7" w:rsidR="00DA4B7F" w:rsidRDefault="00DA4B7F" w:rsidP="00DA4B7F">
      <w:pPr>
        <w:rPr>
          <w:rStyle w:val="IntensiveHervorhebung"/>
        </w:rPr>
      </w:pPr>
    </w:p>
    <w:p w14:paraId="68240B49" w14:textId="693E0C95" w:rsidR="00DA4B7F" w:rsidRDefault="00DA4B7F" w:rsidP="00DA4B7F">
      <w:pPr>
        <w:rPr>
          <w:rStyle w:val="IntensiveHervorhebung"/>
        </w:rPr>
      </w:pPr>
    </w:p>
    <w:p w14:paraId="0C759536" w14:textId="77777777" w:rsidR="005536D7" w:rsidRDefault="005536D7" w:rsidP="00DA4B7F">
      <w:pPr>
        <w:rPr>
          <w:rStyle w:val="IntensiveHervorhebung"/>
        </w:rPr>
      </w:pPr>
    </w:p>
    <w:p w14:paraId="13E0F529" w14:textId="15E9ED5F" w:rsidR="00DA4B7F" w:rsidRDefault="00DA4B7F" w:rsidP="00DA4B7F">
      <w:pPr>
        <w:rPr>
          <w:rStyle w:val="IntensiveHervorhebung"/>
        </w:rPr>
      </w:pPr>
    </w:p>
    <w:p w14:paraId="4A440431" w14:textId="77777777" w:rsidR="005536D7" w:rsidRDefault="005536D7" w:rsidP="00DA4B7F">
      <w:pPr>
        <w:rPr>
          <w:rStyle w:val="IntensiveHervorhebung"/>
        </w:rPr>
      </w:pPr>
    </w:p>
    <w:p w14:paraId="3A620DB7" w14:textId="77777777" w:rsidR="00DA4B7F" w:rsidRPr="00DA4B7F" w:rsidRDefault="00DA4B7F" w:rsidP="00DA4B7F"/>
    <w:p w14:paraId="1DAC0217" w14:textId="77777777" w:rsidR="005536D7" w:rsidRPr="00C1452A" w:rsidRDefault="005536D7" w:rsidP="005536D7">
      <w:pPr>
        <w:pStyle w:val="Zitat"/>
        <w:rPr>
          <w:rFonts w:cs="Arial"/>
        </w:rPr>
      </w:pPr>
      <w:r w:rsidRPr="00C1452A">
        <w:rPr>
          <w:rFonts w:cs="Arial"/>
        </w:rPr>
        <w:t>Über Metabo</w:t>
      </w:r>
    </w:p>
    <w:p w14:paraId="6AD8FBB4" w14:textId="77777777" w:rsidR="005536D7" w:rsidRPr="00C1452A" w:rsidRDefault="005536D7" w:rsidP="005536D7">
      <w:pPr>
        <w:spacing w:line="360" w:lineRule="auto"/>
        <w:rPr>
          <w:rStyle w:val="Hyperlink"/>
          <w:rFonts w:ascii="Arial" w:hAnsi="Arial" w:cs="Arial"/>
          <w:sz w:val="18"/>
          <w:szCs w:val="18"/>
        </w:rPr>
      </w:pPr>
      <w:r w:rsidRPr="00C1452A">
        <w:rPr>
          <w:rFonts w:ascii="Arial" w:hAnsi="Arial" w:cs="Arial"/>
          <w:color w:val="000000"/>
          <w:sz w:val="18"/>
          <w:szCs w:val="18"/>
        </w:rPr>
        <w:t xml:space="preserve">Die </w:t>
      </w:r>
      <w:proofErr w:type="spellStart"/>
      <w:r w:rsidRPr="00C1452A">
        <w:rPr>
          <w:rFonts w:ascii="Arial" w:hAnsi="Arial" w:cs="Arial"/>
          <w:color w:val="000000"/>
          <w:sz w:val="18"/>
          <w:szCs w:val="18"/>
        </w:rPr>
        <w:t>Metabowerke</w:t>
      </w:r>
      <w:proofErr w:type="spellEnd"/>
      <w:r w:rsidRPr="00C1452A">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C1452A">
        <w:rPr>
          <w:rFonts w:ascii="Arial" w:hAnsi="Arial" w:cs="Arial"/>
          <w:color w:val="000000"/>
          <w:sz w:val="18"/>
          <w:szCs w:val="18"/>
        </w:rPr>
        <w:t>LiHD</w:t>
      </w:r>
      <w:proofErr w:type="spellEnd"/>
      <w:r w:rsidRPr="00C1452A">
        <w:rPr>
          <w:rFonts w:ascii="Arial" w:hAnsi="Arial" w:cs="Arial"/>
          <w:color w:val="000000"/>
          <w:sz w:val="18"/>
          <w:szCs w:val="18"/>
        </w:rPr>
        <w:t xml:space="preserve">-Technologie führender Anbieter im Akkusegment. So hat Metabo seine Vision der Kabelfreien Baustelle zur Wirklichkeit gemacht. Die </w:t>
      </w:r>
      <w:proofErr w:type="spellStart"/>
      <w:r w:rsidRPr="00C1452A">
        <w:rPr>
          <w:rFonts w:ascii="Arial" w:hAnsi="Arial" w:cs="Arial"/>
          <w:color w:val="000000"/>
          <w:sz w:val="18"/>
          <w:szCs w:val="18"/>
        </w:rPr>
        <w:t>LiHD</w:t>
      </w:r>
      <w:proofErr w:type="spellEnd"/>
      <w:r w:rsidRPr="00C1452A">
        <w:rPr>
          <w:rFonts w:ascii="Arial" w:hAnsi="Arial" w:cs="Arial"/>
          <w:color w:val="000000"/>
          <w:sz w:val="18"/>
          <w:szCs w:val="18"/>
        </w:rPr>
        <w:t>-Technologie ist zudem die Basis des Akku-Systems CAS (</w:t>
      </w:r>
      <w:proofErr w:type="spellStart"/>
      <w:r w:rsidRPr="00C1452A">
        <w:rPr>
          <w:rFonts w:ascii="Arial" w:hAnsi="Arial" w:cs="Arial"/>
          <w:color w:val="000000"/>
          <w:sz w:val="18"/>
          <w:szCs w:val="18"/>
        </w:rPr>
        <w:t>Cordless</w:t>
      </w:r>
      <w:proofErr w:type="spellEnd"/>
      <w:r w:rsidRPr="00C1452A">
        <w:rPr>
          <w:rFonts w:ascii="Arial" w:hAnsi="Arial" w:cs="Arial"/>
          <w:color w:val="000000"/>
          <w:sz w:val="18"/>
          <w:szCs w:val="18"/>
        </w:rPr>
        <w:t xml:space="preserve">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Sie haben im Geschäftsjahr 202</w:t>
      </w:r>
      <w:r>
        <w:rPr>
          <w:rFonts w:ascii="Arial" w:hAnsi="Arial" w:cs="Arial"/>
          <w:color w:val="000000"/>
          <w:sz w:val="18"/>
          <w:szCs w:val="18"/>
        </w:rPr>
        <w:t>1/2022 (April 2021</w:t>
      </w:r>
      <w:r w:rsidRPr="00C1452A">
        <w:rPr>
          <w:rFonts w:ascii="Arial" w:hAnsi="Arial" w:cs="Arial"/>
          <w:color w:val="000000"/>
          <w:sz w:val="18"/>
          <w:szCs w:val="18"/>
        </w:rPr>
        <w:t xml:space="preserve"> bis März 2</w:t>
      </w:r>
      <w:r>
        <w:rPr>
          <w:rFonts w:ascii="Arial" w:hAnsi="Arial" w:cs="Arial"/>
          <w:color w:val="000000"/>
          <w:sz w:val="18"/>
          <w:szCs w:val="18"/>
        </w:rPr>
        <w:t>022) einen Umsatz von 638</w:t>
      </w:r>
      <w:r w:rsidRPr="00C1452A">
        <w:rPr>
          <w:rFonts w:ascii="Arial" w:hAnsi="Arial" w:cs="Arial"/>
          <w:color w:val="000000"/>
          <w:sz w:val="18"/>
          <w:szCs w:val="18"/>
        </w:rPr>
        <w:t xml:space="preserve"> Millionen Euro erwirtschaftet. Mehr über das Unternehmen Metabo und seine Produkte unter </w:t>
      </w:r>
      <w:hyperlink r:id="rId12" w:history="1">
        <w:r w:rsidRPr="00C1452A">
          <w:rPr>
            <w:rStyle w:val="Hyperlink"/>
            <w:rFonts w:ascii="Arial" w:hAnsi="Arial" w:cs="Arial"/>
            <w:sz w:val="18"/>
            <w:szCs w:val="18"/>
          </w:rPr>
          <w:t>www.metabo.com</w:t>
        </w:r>
      </w:hyperlink>
      <w:r w:rsidRPr="00C1452A">
        <w:rPr>
          <w:rStyle w:val="Hyperlink"/>
          <w:rFonts w:ascii="Arial" w:hAnsi="Arial" w:cs="Arial"/>
          <w:sz w:val="18"/>
          <w:szCs w:val="18"/>
        </w:rPr>
        <w:t xml:space="preserve">. </w:t>
      </w:r>
    </w:p>
    <w:p w14:paraId="213D0FF2" w14:textId="77777777" w:rsidR="005536D7" w:rsidRPr="00C1452A" w:rsidRDefault="005536D7" w:rsidP="005536D7">
      <w:pPr>
        <w:spacing w:line="360" w:lineRule="auto"/>
        <w:rPr>
          <w:rStyle w:val="Hyperlink"/>
          <w:rFonts w:ascii="Arial" w:hAnsi="Arial" w:cs="Arial"/>
          <w:sz w:val="18"/>
          <w:szCs w:val="18"/>
        </w:rPr>
      </w:pPr>
    </w:p>
    <w:p w14:paraId="3E996B97" w14:textId="77777777" w:rsidR="005536D7" w:rsidRPr="00C1452A" w:rsidRDefault="005536D7" w:rsidP="005536D7">
      <w:pPr>
        <w:pStyle w:val="Zitat"/>
        <w:rPr>
          <w:rFonts w:cs="Arial"/>
        </w:rPr>
      </w:pPr>
      <w:r w:rsidRPr="00C1452A">
        <w:rPr>
          <w:rFonts w:cs="Arial"/>
        </w:rPr>
        <w:lastRenderedPageBreak/>
        <w:t>Über CAS</w:t>
      </w:r>
    </w:p>
    <w:p w14:paraId="1EC14DEF" w14:textId="77777777" w:rsidR="005536D7" w:rsidRPr="003B217A" w:rsidRDefault="005536D7" w:rsidP="005536D7">
      <w:pPr>
        <w:spacing w:line="360" w:lineRule="auto"/>
        <w:rPr>
          <w:rFonts w:ascii="Arial" w:hAnsi="Arial" w:cs="Arial"/>
          <w:color w:val="000000"/>
          <w:sz w:val="18"/>
          <w:szCs w:val="18"/>
        </w:rPr>
      </w:pPr>
      <w:bookmarkStart w:id="1" w:name="_Hlk111023362"/>
      <w:r w:rsidRPr="000E0F5E">
        <w:rPr>
          <w:rFonts w:ascii="Arial" w:hAnsi="Arial" w:cstheme="minorBidi"/>
          <w:color w:val="000000"/>
          <w:sz w:val="18"/>
          <w:szCs w:val="18"/>
        </w:rPr>
        <w:t>CAS (</w:t>
      </w:r>
      <w:proofErr w:type="spellStart"/>
      <w:r w:rsidRPr="000E0F5E">
        <w:rPr>
          <w:rFonts w:ascii="Arial" w:hAnsi="Arial" w:cstheme="minorBidi"/>
          <w:color w:val="000000"/>
          <w:sz w:val="18"/>
          <w:szCs w:val="18"/>
        </w:rPr>
        <w:t>Cordless</w:t>
      </w:r>
      <w:proofErr w:type="spellEnd"/>
      <w:r w:rsidRPr="000E0F5E">
        <w:rPr>
          <w:rFonts w:ascii="Arial" w:hAnsi="Arial" w:cstheme="minorBidi"/>
          <w:color w:val="000000"/>
          <w:sz w:val="18"/>
          <w:szCs w:val="18"/>
        </w:rPr>
        <w:t xml:space="preserve"> Alliance System) ist eine von dem Nürtinger Elektrowerkzeug-Hersteller Metabo initiierte, markenübergreifende Akku-Allianz. CAS ging im Sommer 2018 mit neun Elektrowerkzeug- und Maschinen-Herstellern aus verschiedenen Bereichen an den Start. Aktuell sind die Unternehmen Metabo, Rothenberger, </w:t>
      </w:r>
      <w:proofErr w:type="spellStart"/>
      <w:r w:rsidRPr="000E0F5E">
        <w:rPr>
          <w:rFonts w:ascii="Arial" w:hAnsi="Arial" w:cstheme="minorBidi"/>
          <w:color w:val="000000"/>
          <w:sz w:val="18"/>
          <w:szCs w:val="18"/>
        </w:rPr>
        <w:t>Mafell</w:t>
      </w:r>
      <w:proofErr w:type="spellEnd"/>
      <w:r w:rsidRPr="000E0F5E">
        <w:rPr>
          <w:rFonts w:ascii="Arial" w:hAnsi="Arial" w:cstheme="minorBidi"/>
          <w:color w:val="000000"/>
          <w:sz w:val="18"/>
          <w:szCs w:val="18"/>
        </w:rPr>
        <w:t xml:space="preserve">, Eisenblätter, </w:t>
      </w:r>
      <w:proofErr w:type="spellStart"/>
      <w:r w:rsidRPr="000E0F5E">
        <w:rPr>
          <w:rFonts w:ascii="Arial" w:hAnsi="Arial" w:cstheme="minorBidi"/>
          <w:color w:val="000000"/>
          <w:sz w:val="18"/>
          <w:szCs w:val="18"/>
        </w:rPr>
        <w:t>Collomix</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Haaga</w:t>
      </w:r>
      <w:proofErr w:type="spellEnd"/>
      <w:r w:rsidRPr="000E0F5E">
        <w:rPr>
          <w:rFonts w:ascii="Arial" w:hAnsi="Arial" w:cstheme="minorBidi"/>
          <w:color w:val="000000"/>
          <w:sz w:val="18"/>
          <w:szCs w:val="18"/>
        </w:rPr>
        <w:t>, Electrostar (</w:t>
      </w:r>
      <w:proofErr w:type="spellStart"/>
      <w:r w:rsidRPr="000E0F5E">
        <w:rPr>
          <w:rFonts w:ascii="Arial" w:hAnsi="Arial" w:cstheme="minorBidi"/>
          <w:color w:val="000000"/>
          <w:sz w:val="18"/>
          <w:szCs w:val="18"/>
        </w:rPr>
        <w:t>Starmix</w:t>
      </w:r>
      <w:proofErr w:type="spellEnd"/>
      <w:r w:rsidRPr="000E0F5E">
        <w:rPr>
          <w:rFonts w:ascii="Arial" w:hAnsi="Arial" w:cstheme="minorBidi"/>
          <w:color w:val="000000"/>
          <w:sz w:val="18"/>
          <w:szCs w:val="18"/>
        </w:rPr>
        <w:t xml:space="preserve">), Eibenstock, Steinel, </w:t>
      </w:r>
      <w:proofErr w:type="spellStart"/>
      <w:r w:rsidRPr="000E0F5E">
        <w:rPr>
          <w:rFonts w:ascii="Arial" w:hAnsi="Arial" w:cstheme="minorBidi"/>
          <w:color w:val="000000"/>
          <w:sz w:val="18"/>
          <w:szCs w:val="18"/>
        </w:rPr>
        <w:t>Rokamat</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Elried</w:t>
      </w:r>
      <w:proofErr w:type="spellEnd"/>
      <w:r w:rsidRPr="000E0F5E">
        <w:rPr>
          <w:rFonts w:ascii="Arial" w:hAnsi="Arial" w:cstheme="minorBidi"/>
          <w:color w:val="000000"/>
          <w:sz w:val="18"/>
          <w:szCs w:val="18"/>
        </w:rPr>
        <w:t>/</w:t>
      </w:r>
      <w:proofErr w:type="spellStart"/>
      <w:r w:rsidRPr="000E0F5E">
        <w:rPr>
          <w:rFonts w:ascii="Arial" w:hAnsi="Arial" w:cstheme="minorBidi"/>
          <w:color w:val="000000"/>
          <w:sz w:val="18"/>
          <w:szCs w:val="18"/>
        </w:rPr>
        <w:t>edding</w:t>
      </w:r>
      <w:proofErr w:type="spellEnd"/>
      <w:r w:rsidRPr="000E0F5E">
        <w:rPr>
          <w:rFonts w:ascii="Arial" w:hAnsi="Arial" w:cstheme="minorBidi"/>
          <w:color w:val="000000"/>
          <w:sz w:val="18"/>
          <w:szCs w:val="18"/>
        </w:rPr>
        <w:t xml:space="preserve">, Birchmeier, </w:t>
      </w:r>
      <w:proofErr w:type="spellStart"/>
      <w:r w:rsidRPr="000E0F5E">
        <w:rPr>
          <w:rFonts w:ascii="Arial" w:hAnsi="Arial" w:cstheme="minorBidi"/>
          <w:color w:val="000000"/>
          <w:sz w:val="18"/>
          <w:szCs w:val="18"/>
        </w:rPr>
        <w:t>fischer</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Prebena</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Cembre</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Pressfit</w:t>
      </w:r>
      <w:proofErr w:type="spellEnd"/>
      <w:r w:rsidRPr="000E0F5E">
        <w:rPr>
          <w:rFonts w:ascii="Arial" w:hAnsi="Arial" w:cstheme="minorBidi"/>
          <w:color w:val="000000"/>
          <w:sz w:val="18"/>
          <w:szCs w:val="18"/>
        </w:rPr>
        <w:t xml:space="preserve">, Jöst abrasives, </w:t>
      </w:r>
      <w:proofErr w:type="spellStart"/>
      <w:r w:rsidRPr="000E0F5E">
        <w:rPr>
          <w:rFonts w:ascii="Arial" w:hAnsi="Arial" w:cstheme="minorBidi"/>
          <w:color w:val="000000"/>
          <w:sz w:val="18"/>
          <w:szCs w:val="18"/>
        </w:rPr>
        <w:t>Gesipa</w:t>
      </w:r>
      <w:proofErr w:type="spellEnd"/>
      <w:r w:rsidRPr="000E0F5E">
        <w:rPr>
          <w:rFonts w:ascii="Arial" w:hAnsi="Arial" w:cstheme="minorBidi"/>
          <w:color w:val="000000"/>
          <w:sz w:val="18"/>
          <w:szCs w:val="18"/>
        </w:rPr>
        <w:t xml:space="preserve">, Trumpf, Monti, Baier, </w:t>
      </w:r>
      <w:proofErr w:type="spellStart"/>
      <w:r w:rsidRPr="000E0F5E">
        <w:rPr>
          <w:rFonts w:ascii="Arial" w:hAnsi="Arial" w:cstheme="minorBidi"/>
          <w:color w:val="000000"/>
          <w:sz w:val="18"/>
          <w:szCs w:val="18"/>
        </w:rPr>
        <w:t>Scangrip</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Cemo</w:t>
      </w:r>
      <w:proofErr w:type="spellEnd"/>
      <w:r w:rsidRPr="000E0F5E">
        <w:rPr>
          <w:rFonts w:ascii="Arial" w:hAnsi="Arial" w:cstheme="minorBidi"/>
          <w:color w:val="000000"/>
          <w:sz w:val="18"/>
          <w:szCs w:val="18"/>
        </w:rPr>
        <w:t xml:space="preserve">, ITH Schraubtechnik, </w:t>
      </w:r>
      <w:proofErr w:type="spellStart"/>
      <w:r w:rsidRPr="000E0F5E">
        <w:rPr>
          <w:rFonts w:ascii="Arial" w:hAnsi="Arial" w:cstheme="minorBidi"/>
          <w:color w:val="000000"/>
          <w:sz w:val="18"/>
          <w:szCs w:val="18"/>
        </w:rPr>
        <w:t>Spewe</w:t>
      </w:r>
      <w:proofErr w:type="spellEnd"/>
      <w:r w:rsidRPr="000E0F5E">
        <w:rPr>
          <w:rFonts w:ascii="Arial" w:hAnsi="Arial" w:cstheme="minorBidi"/>
          <w:color w:val="000000"/>
          <w:sz w:val="18"/>
          <w:szCs w:val="18"/>
        </w:rPr>
        <w:t xml:space="preserve">, </w:t>
      </w:r>
      <w:proofErr w:type="spellStart"/>
      <w:r w:rsidRPr="000E0F5E">
        <w:rPr>
          <w:rFonts w:ascii="Arial" w:hAnsi="Arial" w:cstheme="minorBidi"/>
          <w:color w:val="000000"/>
          <w:sz w:val="18"/>
          <w:szCs w:val="18"/>
        </w:rPr>
        <w:t>Lamello</w:t>
      </w:r>
      <w:proofErr w:type="spellEnd"/>
      <w:r w:rsidRPr="000E0F5E">
        <w:rPr>
          <w:rFonts w:ascii="Arial" w:hAnsi="Arial" w:cstheme="minorBidi"/>
          <w:color w:val="000000"/>
          <w:sz w:val="18"/>
          <w:szCs w:val="18"/>
        </w:rPr>
        <w:t xml:space="preserve"> und </w:t>
      </w:r>
      <w:proofErr w:type="spellStart"/>
      <w:r w:rsidRPr="000E0F5E">
        <w:rPr>
          <w:rFonts w:ascii="Arial" w:hAnsi="Arial" w:cstheme="minorBidi"/>
          <w:color w:val="000000"/>
          <w:sz w:val="18"/>
          <w:szCs w:val="18"/>
        </w:rPr>
        <w:t>Promotech</w:t>
      </w:r>
      <w:proofErr w:type="spellEnd"/>
      <w:r w:rsidRPr="000E0F5E">
        <w:rPr>
          <w:rFonts w:ascii="Arial" w:hAnsi="Arial" w:cstheme="minorBidi"/>
          <w:color w:val="000000"/>
          <w:sz w:val="18"/>
          <w:szCs w:val="18"/>
        </w:rPr>
        <w:t xml:space="preserve">, Rico, </w:t>
      </w:r>
      <w:proofErr w:type="spellStart"/>
      <w:r w:rsidRPr="000E0F5E">
        <w:rPr>
          <w:rFonts w:ascii="Arial" w:hAnsi="Arial" w:cstheme="minorBidi"/>
          <w:color w:val="000000"/>
          <w:sz w:val="18"/>
          <w:szCs w:val="18"/>
        </w:rPr>
        <w:t>Virax</w:t>
      </w:r>
      <w:proofErr w:type="spellEnd"/>
      <w:r w:rsidRPr="000E0F5E">
        <w:rPr>
          <w:rFonts w:ascii="Arial" w:hAnsi="Arial" w:cstheme="minorBidi"/>
          <w:color w:val="000000"/>
          <w:sz w:val="18"/>
          <w:szCs w:val="18"/>
        </w:rPr>
        <w:t xml:space="preserve">, Engelbert </w:t>
      </w:r>
      <w:proofErr w:type="spellStart"/>
      <w:r w:rsidRPr="000E0F5E">
        <w:rPr>
          <w:rFonts w:ascii="Arial" w:hAnsi="Arial" w:cstheme="minorBidi"/>
          <w:color w:val="000000"/>
          <w:sz w:val="18"/>
          <w:szCs w:val="18"/>
        </w:rPr>
        <w:t>Strauss</w:t>
      </w:r>
      <w:proofErr w:type="spellEnd"/>
      <w:r>
        <w:rPr>
          <w:rFonts w:ascii="Arial" w:hAnsi="Arial" w:cstheme="minorBidi"/>
          <w:color w:val="000000"/>
          <w:sz w:val="18"/>
          <w:szCs w:val="18"/>
        </w:rPr>
        <w:t xml:space="preserve">, </w:t>
      </w:r>
      <w:proofErr w:type="spellStart"/>
      <w:r>
        <w:rPr>
          <w:rFonts w:ascii="Arial" w:hAnsi="Arial" w:cstheme="minorBidi"/>
          <w:color w:val="000000"/>
          <w:sz w:val="18"/>
          <w:szCs w:val="18"/>
        </w:rPr>
        <w:t>HellermannTyton</w:t>
      </w:r>
      <w:proofErr w:type="spellEnd"/>
      <w:r>
        <w:rPr>
          <w:rFonts w:ascii="Arial" w:hAnsi="Arial" w:cstheme="minorBidi"/>
          <w:color w:val="000000"/>
          <w:sz w:val="18"/>
          <w:szCs w:val="18"/>
        </w:rPr>
        <w:t xml:space="preserve">, </w:t>
      </w:r>
      <w:proofErr w:type="spellStart"/>
      <w:r>
        <w:rPr>
          <w:rFonts w:ascii="Arial" w:hAnsi="Arial" w:cstheme="minorBidi"/>
          <w:color w:val="000000"/>
          <w:sz w:val="18"/>
          <w:szCs w:val="18"/>
        </w:rPr>
        <w:t>Jepson</w:t>
      </w:r>
      <w:proofErr w:type="spellEnd"/>
      <w:r>
        <w:rPr>
          <w:rFonts w:ascii="Arial" w:hAnsi="Arial" w:cstheme="minorBidi"/>
          <w:color w:val="000000"/>
          <w:sz w:val="18"/>
          <w:szCs w:val="18"/>
        </w:rPr>
        <w:t xml:space="preserve"> Power, </w:t>
      </w:r>
      <w:proofErr w:type="spellStart"/>
      <w:r w:rsidRPr="000E0F5E">
        <w:rPr>
          <w:rFonts w:ascii="Arial" w:hAnsi="Arial" w:cstheme="minorBidi"/>
          <w:color w:val="000000"/>
          <w:sz w:val="18"/>
          <w:szCs w:val="18"/>
        </w:rPr>
        <w:t>Holmatro</w:t>
      </w:r>
      <w:proofErr w:type="spellEnd"/>
      <w:r w:rsidRPr="000E0F5E">
        <w:rPr>
          <w:rFonts w:ascii="Arial" w:hAnsi="Arial" w:cstheme="minorBidi"/>
          <w:color w:val="000000"/>
          <w:sz w:val="18"/>
          <w:szCs w:val="18"/>
        </w:rPr>
        <w:t xml:space="preserve"> </w:t>
      </w:r>
      <w:r>
        <w:rPr>
          <w:rFonts w:ascii="Arial" w:hAnsi="Arial" w:cstheme="minorBidi"/>
          <w:color w:val="000000"/>
          <w:sz w:val="18"/>
          <w:szCs w:val="18"/>
        </w:rPr>
        <w:t xml:space="preserve">und Rubi </w:t>
      </w:r>
      <w:r w:rsidRPr="000E0F5E">
        <w:rPr>
          <w:rFonts w:ascii="Arial" w:hAnsi="Arial" w:cstheme="minorBidi"/>
          <w:color w:val="000000"/>
          <w:sz w:val="18"/>
          <w:szCs w:val="18"/>
        </w:rPr>
        <w:t xml:space="preserve">Teil von CAS. Innerhalb dieses in der Branche einmaligen Akku-Systems sind alle Maschinen der CAS-Marken mit einem Akku zu hundert Prozent kompatibel und beliebig kombinierbar. Auf Basis der leistungsstarken Metabo </w:t>
      </w:r>
      <w:proofErr w:type="spellStart"/>
      <w:r w:rsidRPr="000E0F5E">
        <w:rPr>
          <w:rFonts w:ascii="Arial" w:hAnsi="Arial" w:cstheme="minorBidi"/>
          <w:color w:val="000000"/>
          <w:sz w:val="18"/>
          <w:szCs w:val="18"/>
        </w:rPr>
        <w:t>LiHD</w:t>
      </w:r>
      <w:proofErr w:type="spellEnd"/>
      <w:r w:rsidRPr="000E0F5E">
        <w:rPr>
          <w:rFonts w:ascii="Arial" w:hAnsi="Arial" w:cstheme="minorBidi"/>
          <w:color w:val="000000"/>
          <w:sz w:val="18"/>
          <w:szCs w:val="18"/>
        </w:rPr>
        <w:t>-Akku-Technologie versammelt CAS die unterschiedlichsten Gewerke unter einem Dach und bietet professionellen Anwendern so die Freiheit, fernab der Steckdose mit Standard- und Spezialprodukten verschiedener Hersteller mobil und flexibel zu arbeiten. Mehr zu CAS unter</w:t>
      </w:r>
      <w:r>
        <w:rPr>
          <w:rFonts w:ascii="Arial" w:hAnsi="Arial" w:cs="Arial"/>
          <w:color w:val="000000"/>
          <w:sz w:val="18"/>
          <w:szCs w:val="18"/>
        </w:rPr>
        <w:t xml:space="preserve"> </w:t>
      </w:r>
      <w:hyperlink r:id="rId13" w:history="1">
        <w:r w:rsidRPr="00940501">
          <w:rPr>
            <w:rStyle w:val="Hyperlink"/>
            <w:rFonts w:ascii="Arial" w:hAnsi="Arial" w:cs="Arial"/>
            <w:sz w:val="18"/>
            <w:szCs w:val="18"/>
          </w:rPr>
          <w:t>www.cordless-alliance-system.de</w:t>
        </w:r>
      </w:hyperlink>
      <w:r w:rsidRPr="003B217A">
        <w:rPr>
          <w:rFonts w:ascii="Arial" w:hAnsi="Arial"/>
          <w:color w:val="000000"/>
          <w:sz w:val="18"/>
          <w:szCs w:val="18"/>
        </w:rPr>
        <w:t>.</w:t>
      </w:r>
      <w:bookmarkEnd w:id="1"/>
      <w:r w:rsidRPr="003B217A">
        <w:rPr>
          <w:rFonts w:ascii="Arial" w:hAnsi="Arial"/>
          <w:color w:val="000000"/>
          <w:sz w:val="18"/>
          <w:szCs w:val="18"/>
        </w:rPr>
        <w:t xml:space="preserve"> </w:t>
      </w:r>
    </w:p>
    <w:p w14:paraId="78D787A3" w14:textId="77777777" w:rsidR="005536D7" w:rsidRPr="00C1452A" w:rsidRDefault="005536D7" w:rsidP="005536D7">
      <w:pPr>
        <w:spacing w:line="360" w:lineRule="auto"/>
        <w:rPr>
          <w:rFonts w:ascii="Arial" w:eastAsiaTheme="minorHAnsi" w:hAnsi="Arial" w:cs="Arial"/>
          <w:sz w:val="18"/>
          <w:szCs w:val="18"/>
        </w:rPr>
      </w:pPr>
    </w:p>
    <w:p w14:paraId="3F469077" w14:textId="77777777" w:rsidR="00DA4B7F" w:rsidRPr="00EF3568" w:rsidRDefault="00DA4B7F" w:rsidP="00DA4B7F">
      <w:pPr>
        <w:rPr>
          <w:rFonts w:ascii="Arial" w:hAnsi="Arial" w:cs="Arial"/>
          <w:sz w:val="18"/>
          <w:szCs w:val="18"/>
        </w:rPr>
      </w:pPr>
    </w:p>
    <w:p w14:paraId="1121019F" w14:textId="77777777" w:rsidR="00DA4B7F" w:rsidRDefault="00DA4B7F" w:rsidP="00DA4B7F">
      <w:pPr>
        <w:rPr>
          <w:rFonts w:ascii="Arial" w:hAnsi="Arial" w:cs="Arial"/>
          <w:sz w:val="18"/>
          <w:szCs w:val="18"/>
        </w:rPr>
      </w:pPr>
    </w:p>
    <w:p w14:paraId="3A47E2D1" w14:textId="77777777" w:rsidR="00DA4B7F" w:rsidRDefault="00DA4B7F" w:rsidP="00DA4B7F">
      <w:pPr>
        <w:rPr>
          <w:rFonts w:ascii="Arial" w:hAnsi="Arial" w:cs="Arial"/>
          <w:sz w:val="18"/>
          <w:szCs w:val="18"/>
        </w:rPr>
      </w:pPr>
    </w:p>
    <w:p w14:paraId="72D52C49" w14:textId="77777777" w:rsidR="00DA4B7F" w:rsidRDefault="00DA4B7F" w:rsidP="00DA4B7F">
      <w:pPr>
        <w:rPr>
          <w:rFonts w:ascii="Arial" w:hAnsi="Arial" w:cs="Arial"/>
          <w:sz w:val="18"/>
          <w:szCs w:val="18"/>
        </w:rPr>
      </w:pPr>
    </w:p>
    <w:p w14:paraId="7710EDD8" w14:textId="77777777" w:rsidR="00DA4B7F" w:rsidRDefault="00DA4B7F" w:rsidP="00DA4B7F">
      <w:pPr>
        <w:rPr>
          <w:rFonts w:ascii="Arial" w:hAnsi="Arial" w:cs="Arial"/>
          <w:sz w:val="18"/>
          <w:szCs w:val="18"/>
        </w:rPr>
      </w:pPr>
    </w:p>
    <w:p w14:paraId="5F816516" w14:textId="77777777" w:rsidR="00DA4B7F" w:rsidRDefault="00DA4B7F" w:rsidP="00DA4B7F">
      <w:pPr>
        <w:rPr>
          <w:rFonts w:ascii="Arial" w:hAnsi="Arial" w:cs="Arial"/>
          <w:sz w:val="18"/>
          <w:szCs w:val="18"/>
        </w:rPr>
      </w:pPr>
    </w:p>
    <w:p w14:paraId="020FF34F" w14:textId="77777777" w:rsidR="00DA4B7F" w:rsidRDefault="00DA4B7F" w:rsidP="00DA4B7F">
      <w:pPr>
        <w:rPr>
          <w:rFonts w:ascii="Arial" w:hAnsi="Arial" w:cs="Arial"/>
          <w:sz w:val="18"/>
          <w:szCs w:val="18"/>
        </w:rPr>
      </w:pPr>
    </w:p>
    <w:p w14:paraId="38F5C9E8" w14:textId="77777777" w:rsidR="00DA4B7F" w:rsidRPr="00EF3568" w:rsidRDefault="00DA4B7F" w:rsidP="00DA4B7F">
      <w:pPr>
        <w:rPr>
          <w:rFonts w:ascii="Arial" w:hAnsi="Arial" w:cs="Arial"/>
          <w:sz w:val="18"/>
          <w:szCs w:val="18"/>
        </w:rPr>
      </w:pPr>
    </w:p>
    <w:p w14:paraId="484FA991" w14:textId="77777777" w:rsidR="00DA4B7F" w:rsidRDefault="00DA4B7F" w:rsidP="00DA4B7F">
      <w:pPr>
        <w:pStyle w:val="Zitat"/>
        <w:rPr>
          <w:rFonts w:cs="Arial"/>
        </w:rPr>
      </w:pPr>
    </w:p>
    <w:p w14:paraId="3328F9D1" w14:textId="77777777" w:rsidR="00DA4B7F" w:rsidRPr="00EF3568" w:rsidRDefault="00DA4B7F" w:rsidP="00DA4B7F">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DA4B7F" w:rsidRPr="00EF3568" w14:paraId="358554FF" w14:textId="77777777" w:rsidTr="00F53D6D">
        <w:trPr>
          <w:trHeight w:val="1350"/>
        </w:trPr>
        <w:tc>
          <w:tcPr>
            <w:tcW w:w="3085" w:type="dxa"/>
            <w:hideMark/>
          </w:tcPr>
          <w:p w14:paraId="46048E1C"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Pr>
                <w:rStyle w:val="SchwacherVerweis"/>
              </w:rPr>
              <w:t>Karin Lang</w:t>
            </w:r>
          </w:p>
          <w:p w14:paraId="37CC9114"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3DE67BFD"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4E2F7CF0"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0ED8EFD6"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3375A6C1"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438B14ED" w14:textId="77777777" w:rsidR="00DA4B7F" w:rsidRPr="00C1063C" w:rsidRDefault="005536D7" w:rsidP="00F53D6D">
            <w:pPr>
              <w:pStyle w:val="Kopfzeile"/>
              <w:tabs>
                <w:tab w:val="clear" w:pos="4536"/>
                <w:tab w:val="left" w:pos="2977"/>
                <w:tab w:val="left" w:pos="6974"/>
                <w:tab w:val="right" w:pos="7230"/>
              </w:tabs>
              <w:ind w:left="-105" w:right="27"/>
              <w:rPr>
                <w:rFonts w:ascii="Arial" w:hAnsi="Arial" w:cs="Arial"/>
                <w:sz w:val="18"/>
                <w:szCs w:val="18"/>
              </w:rPr>
            </w:pPr>
            <w:hyperlink r:id="rId14" w:history="1">
              <w:r w:rsidR="00DA4B7F" w:rsidRPr="00C1063C">
                <w:rPr>
                  <w:rStyle w:val="Hyperlink"/>
                  <w:rFonts w:ascii="Arial" w:hAnsi="Arial" w:cs="Arial"/>
                  <w:sz w:val="18"/>
                  <w:szCs w:val="18"/>
                </w:rPr>
                <w:t>klang@metabo.de</w:t>
              </w:r>
            </w:hyperlink>
          </w:p>
          <w:p w14:paraId="49AEA7A2"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p>
        </w:tc>
        <w:tc>
          <w:tcPr>
            <w:tcW w:w="4172" w:type="dxa"/>
            <w:hideMark/>
          </w:tcPr>
          <w:p w14:paraId="4C61BC08" w14:textId="77777777" w:rsidR="00DA4B7F" w:rsidRPr="00EF3A7C" w:rsidRDefault="00DA4B7F" w:rsidP="00F53D6D">
            <w:pPr>
              <w:pStyle w:val="Kopfzeile"/>
              <w:tabs>
                <w:tab w:val="clear" w:pos="4536"/>
                <w:tab w:val="left" w:pos="2977"/>
                <w:tab w:val="left" w:pos="6974"/>
                <w:tab w:val="right" w:pos="7230"/>
              </w:tabs>
              <w:ind w:left="-105" w:right="27"/>
              <w:rPr>
                <w:rStyle w:val="SchwacherVerweis"/>
                <w:lang w:val="fr-FR"/>
              </w:rPr>
            </w:pPr>
            <w:r w:rsidRPr="00EF3A7C">
              <w:rPr>
                <w:rStyle w:val="SchwacherVerweis"/>
                <w:lang w:val="fr-FR"/>
              </w:rPr>
              <w:t>Hubert Heinz / Caroline Ganzert</w:t>
            </w:r>
          </w:p>
          <w:p w14:paraId="5C775200" w14:textId="77777777" w:rsidR="00DA4B7F" w:rsidRPr="00EF3A7C" w:rsidRDefault="00DA4B7F" w:rsidP="00F53D6D">
            <w:pPr>
              <w:pStyle w:val="Kopfzeile"/>
              <w:tabs>
                <w:tab w:val="clear" w:pos="4536"/>
                <w:tab w:val="left" w:pos="2977"/>
                <w:tab w:val="left" w:pos="6974"/>
                <w:tab w:val="right" w:pos="7230"/>
              </w:tabs>
              <w:ind w:left="-105" w:right="27"/>
              <w:rPr>
                <w:rStyle w:val="SchwacherVerweis"/>
                <w:lang w:val="fr-FR"/>
              </w:rPr>
            </w:pPr>
            <w:r w:rsidRPr="00EF3A7C">
              <w:rPr>
                <w:rStyle w:val="SchwacherVerweis"/>
                <w:lang w:val="fr-FR"/>
              </w:rPr>
              <w:t>Communication Consultants</w:t>
            </w:r>
          </w:p>
          <w:p w14:paraId="6891B4B2"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623F5D">
              <w:rPr>
                <w:rStyle w:val="SchwacherVerweis"/>
              </w:rPr>
              <w:t xml:space="preserve">Breitwiesenstr. </w:t>
            </w:r>
            <w:r w:rsidRPr="00EF3568">
              <w:rPr>
                <w:rStyle w:val="SchwacherVerweis"/>
              </w:rPr>
              <w:t>17</w:t>
            </w:r>
          </w:p>
          <w:p w14:paraId="38CE03AE"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526FFD15"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2D4CE46C" w14:textId="77777777" w:rsidR="00DA4B7F" w:rsidRPr="00EF3568" w:rsidRDefault="00DA4B7F" w:rsidP="00F53D6D">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79E3DC3F" w14:textId="77777777" w:rsidR="00DA4B7F" w:rsidRPr="00EF3568" w:rsidRDefault="005536D7" w:rsidP="00F53D6D">
            <w:pPr>
              <w:pStyle w:val="Kopfzeile"/>
              <w:tabs>
                <w:tab w:val="clear" w:pos="4536"/>
                <w:tab w:val="left" w:pos="2977"/>
                <w:tab w:val="left" w:pos="6974"/>
                <w:tab w:val="right" w:pos="7230"/>
              </w:tabs>
              <w:ind w:left="-105" w:right="27"/>
              <w:rPr>
                <w:rStyle w:val="SchwacherVerweis"/>
                <w:color w:val="666666"/>
                <w:u w:val="single"/>
              </w:rPr>
            </w:pPr>
            <w:hyperlink r:id="rId15" w:history="1">
              <w:r w:rsidR="00DA4B7F" w:rsidRPr="00A24FA9">
                <w:rPr>
                  <w:rStyle w:val="Hyperlink"/>
                  <w:rFonts w:ascii="Arial" w:hAnsi="Arial" w:cs="Arial"/>
                  <w:sz w:val="18"/>
                  <w:szCs w:val="18"/>
                </w:rPr>
                <w:t>metabo@cc-stuttgart.de</w:t>
              </w:r>
            </w:hyperlink>
            <w:r w:rsidR="00DA4B7F" w:rsidRPr="00EF3568">
              <w:rPr>
                <w:rStyle w:val="SchwacherVerweis"/>
              </w:rPr>
              <w:t xml:space="preserve"> </w:t>
            </w:r>
          </w:p>
        </w:tc>
      </w:tr>
    </w:tbl>
    <w:p w14:paraId="571A9B11" w14:textId="77777777" w:rsidR="00DA4B7F" w:rsidRDefault="00DA4B7F" w:rsidP="00DA4B7F"/>
    <w:p w14:paraId="32BBD29D" w14:textId="77777777" w:rsidR="00DA4B7F" w:rsidRDefault="00DA4B7F" w:rsidP="00DA4B7F"/>
    <w:sectPr w:rsidR="00DA4B7F"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7F328" w14:textId="77777777" w:rsidR="00DE0AA1" w:rsidRDefault="00DE0AA1">
      <w:r>
        <w:separator/>
      </w:r>
    </w:p>
  </w:endnote>
  <w:endnote w:type="continuationSeparator" w:id="0">
    <w:p w14:paraId="485BDF18" w14:textId="77777777" w:rsidR="00DE0AA1" w:rsidRDefault="00DE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7916" w14:textId="3AB3620A" w:rsidR="000F7E5C" w:rsidRPr="0001400F" w:rsidRDefault="000F7E5C"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464243">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464243">
      <w:rPr>
        <w:rStyle w:val="IntensiverVerweis"/>
        <w:noProof/>
      </w:rPr>
      <w:t>6</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08391" w14:textId="77777777" w:rsidR="00DE0AA1" w:rsidRDefault="00DE0AA1">
      <w:r>
        <w:separator/>
      </w:r>
    </w:p>
  </w:footnote>
  <w:footnote w:type="continuationSeparator" w:id="0">
    <w:p w14:paraId="40CF33A9" w14:textId="77777777" w:rsidR="00DE0AA1" w:rsidRDefault="00DE0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773C" w14:textId="77777777" w:rsidR="000F7E5C" w:rsidRPr="00C37B3C" w:rsidRDefault="000F7E5C"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B984A61" wp14:editId="5C6A373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CDA5230"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430993" w14:textId="77777777" w:rsidR="000F7E5C" w:rsidRDefault="000F7E5C"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04206"/>
    <w:multiLevelType w:val="hybridMultilevel"/>
    <w:tmpl w:val="B75E3A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021832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70099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8559227">
    <w:abstractNumId w:val="3"/>
  </w:num>
  <w:num w:numId="4" w16cid:durableId="1313098707">
    <w:abstractNumId w:val="2"/>
  </w:num>
  <w:num w:numId="5" w16cid:durableId="898322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46"/>
    <w:rsid w:val="0000082B"/>
    <w:rsid w:val="00001B53"/>
    <w:rsid w:val="00003371"/>
    <w:rsid w:val="0000552A"/>
    <w:rsid w:val="0000762C"/>
    <w:rsid w:val="00007772"/>
    <w:rsid w:val="00007828"/>
    <w:rsid w:val="000111D3"/>
    <w:rsid w:val="0001400F"/>
    <w:rsid w:val="00023748"/>
    <w:rsid w:val="00024169"/>
    <w:rsid w:val="00027132"/>
    <w:rsid w:val="0003001B"/>
    <w:rsid w:val="0003145E"/>
    <w:rsid w:val="00033052"/>
    <w:rsid w:val="00037C68"/>
    <w:rsid w:val="00037C87"/>
    <w:rsid w:val="00041A03"/>
    <w:rsid w:val="00044D6F"/>
    <w:rsid w:val="0004574A"/>
    <w:rsid w:val="00047DC6"/>
    <w:rsid w:val="00051D89"/>
    <w:rsid w:val="00053D2D"/>
    <w:rsid w:val="000576FD"/>
    <w:rsid w:val="00057E14"/>
    <w:rsid w:val="000667BE"/>
    <w:rsid w:val="000734CD"/>
    <w:rsid w:val="000748AA"/>
    <w:rsid w:val="00080315"/>
    <w:rsid w:val="00080BA5"/>
    <w:rsid w:val="00080DEE"/>
    <w:rsid w:val="00084DC8"/>
    <w:rsid w:val="000850E9"/>
    <w:rsid w:val="00085AAB"/>
    <w:rsid w:val="00087ECF"/>
    <w:rsid w:val="00091634"/>
    <w:rsid w:val="00092381"/>
    <w:rsid w:val="00095893"/>
    <w:rsid w:val="00096ED0"/>
    <w:rsid w:val="00097331"/>
    <w:rsid w:val="000A11B4"/>
    <w:rsid w:val="000A698C"/>
    <w:rsid w:val="000B1795"/>
    <w:rsid w:val="000B47C2"/>
    <w:rsid w:val="000B5F0C"/>
    <w:rsid w:val="000C46AC"/>
    <w:rsid w:val="000C5E9D"/>
    <w:rsid w:val="000D0759"/>
    <w:rsid w:val="000D2292"/>
    <w:rsid w:val="000D3B36"/>
    <w:rsid w:val="000D44C4"/>
    <w:rsid w:val="000D5B22"/>
    <w:rsid w:val="000E4100"/>
    <w:rsid w:val="000E627D"/>
    <w:rsid w:val="000F3D54"/>
    <w:rsid w:val="000F506B"/>
    <w:rsid w:val="000F7E5C"/>
    <w:rsid w:val="0010229B"/>
    <w:rsid w:val="00103F13"/>
    <w:rsid w:val="001068F4"/>
    <w:rsid w:val="00112B1B"/>
    <w:rsid w:val="0011325E"/>
    <w:rsid w:val="0011496C"/>
    <w:rsid w:val="00116833"/>
    <w:rsid w:val="00123830"/>
    <w:rsid w:val="00123FF7"/>
    <w:rsid w:val="001260BB"/>
    <w:rsid w:val="00134105"/>
    <w:rsid w:val="0014020C"/>
    <w:rsid w:val="001445E9"/>
    <w:rsid w:val="00150EB1"/>
    <w:rsid w:val="00151A3D"/>
    <w:rsid w:val="00151CCB"/>
    <w:rsid w:val="0015362E"/>
    <w:rsid w:val="00155886"/>
    <w:rsid w:val="0016033E"/>
    <w:rsid w:val="001665BB"/>
    <w:rsid w:val="00167257"/>
    <w:rsid w:val="001703D2"/>
    <w:rsid w:val="00170D1D"/>
    <w:rsid w:val="00171AD2"/>
    <w:rsid w:val="001878BA"/>
    <w:rsid w:val="0019195B"/>
    <w:rsid w:val="001968E7"/>
    <w:rsid w:val="001A18AE"/>
    <w:rsid w:val="001A2291"/>
    <w:rsid w:val="001A2958"/>
    <w:rsid w:val="001B0C16"/>
    <w:rsid w:val="001B5A45"/>
    <w:rsid w:val="001C06A9"/>
    <w:rsid w:val="001C5935"/>
    <w:rsid w:val="001C70D6"/>
    <w:rsid w:val="001D2DD5"/>
    <w:rsid w:val="001E0F69"/>
    <w:rsid w:val="001E4BFC"/>
    <w:rsid w:val="001E7BA4"/>
    <w:rsid w:val="001F5BB2"/>
    <w:rsid w:val="00201C2A"/>
    <w:rsid w:val="00205EE5"/>
    <w:rsid w:val="002070D8"/>
    <w:rsid w:val="00212A49"/>
    <w:rsid w:val="00213159"/>
    <w:rsid w:val="002165F9"/>
    <w:rsid w:val="00222D1C"/>
    <w:rsid w:val="002243BF"/>
    <w:rsid w:val="002332A0"/>
    <w:rsid w:val="00236B79"/>
    <w:rsid w:val="00237F53"/>
    <w:rsid w:val="00240119"/>
    <w:rsid w:val="00242546"/>
    <w:rsid w:val="00244500"/>
    <w:rsid w:val="00246201"/>
    <w:rsid w:val="0025111A"/>
    <w:rsid w:val="0026171C"/>
    <w:rsid w:val="002625E3"/>
    <w:rsid w:val="002631A5"/>
    <w:rsid w:val="00267F48"/>
    <w:rsid w:val="00274F5D"/>
    <w:rsid w:val="00280C0F"/>
    <w:rsid w:val="00285564"/>
    <w:rsid w:val="002869A1"/>
    <w:rsid w:val="00286C9F"/>
    <w:rsid w:val="00287AEC"/>
    <w:rsid w:val="002917FC"/>
    <w:rsid w:val="00295497"/>
    <w:rsid w:val="00296AB1"/>
    <w:rsid w:val="0029716F"/>
    <w:rsid w:val="002A5441"/>
    <w:rsid w:val="002A7C77"/>
    <w:rsid w:val="002B3E28"/>
    <w:rsid w:val="002B6769"/>
    <w:rsid w:val="002B71CA"/>
    <w:rsid w:val="002D1C5D"/>
    <w:rsid w:val="002D2D27"/>
    <w:rsid w:val="002D316D"/>
    <w:rsid w:val="002D33A8"/>
    <w:rsid w:val="002E16D9"/>
    <w:rsid w:val="002E1CC5"/>
    <w:rsid w:val="002E2853"/>
    <w:rsid w:val="002E3257"/>
    <w:rsid w:val="002E3F41"/>
    <w:rsid w:val="002E60D5"/>
    <w:rsid w:val="002F568B"/>
    <w:rsid w:val="002F6C59"/>
    <w:rsid w:val="002F7DE7"/>
    <w:rsid w:val="00302248"/>
    <w:rsid w:val="00302B19"/>
    <w:rsid w:val="00306DF0"/>
    <w:rsid w:val="00313A16"/>
    <w:rsid w:val="00313FA9"/>
    <w:rsid w:val="00316445"/>
    <w:rsid w:val="003247CD"/>
    <w:rsid w:val="0032593F"/>
    <w:rsid w:val="00331E4A"/>
    <w:rsid w:val="003324B3"/>
    <w:rsid w:val="00337F3A"/>
    <w:rsid w:val="00340513"/>
    <w:rsid w:val="00340E43"/>
    <w:rsid w:val="0034140F"/>
    <w:rsid w:val="00342D2A"/>
    <w:rsid w:val="00343085"/>
    <w:rsid w:val="00345767"/>
    <w:rsid w:val="00347B74"/>
    <w:rsid w:val="00352A64"/>
    <w:rsid w:val="0035335C"/>
    <w:rsid w:val="00353765"/>
    <w:rsid w:val="00353A23"/>
    <w:rsid w:val="00356871"/>
    <w:rsid w:val="0036021B"/>
    <w:rsid w:val="0036128E"/>
    <w:rsid w:val="003641B7"/>
    <w:rsid w:val="00370E30"/>
    <w:rsid w:val="00374F18"/>
    <w:rsid w:val="00377071"/>
    <w:rsid w:val="00377282"/>
    <w:rsid w:val="00377295"/>
    <w:rsid w:val="00383D6C"/>
    <w:rsid w:val="00384A71"/>
    <w:rsid w:val="00386104"/>
    <w:rsid w:val="00396006"/>
    <w:rsid w:val="00396576"/>
    <w:rsid w:val="00396E4F"/>
    <w:rsid w:val="003A0BA4"/>
    <w:rsid w:val="003A3860"/>
    <w:rsid w:val="003A50C4"/>
    <w:rsid w:val="003A6468"/>
    <w:rsid w:val="003B7167"/>
    <w:rsid w:val="003C032C"/>
    <w:rsid w:val="003C070E"/>
    <w:rsid w:val="003C17E6"/>
    <w:rsid w:val="003C2102"/>
    <w:rsid w:val="003C24AC"/>
    <w:rsid w:val="003C6FF5"/>
    <w:rsid w:val="003D0C54"/>
    <w:rsid w:val="003D3733"/>
    <w:rsid w:val="003D3B7D"/>
    <w:rsid w:val="003D4D99"/>
    <w:rsid w:val="003D6BB0"/>
    <w:rsid w:val="003E0CFC"/>
    <w:rsid w:val="003E6106"/>
    <w:rsid w:val="003E67D7"/>
    <w:rsid w:val="003E6F25"/>
    <w:rsid w:val="003F20BD"/>
    <w:rsid w:val="003F27E1"/>
    <w:rsid w:val="003F398E"/>
    <w:rsid w:val="003F46B9"/>
    <w:rsid w:val="003F591B"/>
    <w:rsid w:val="00401947"/>
    <w:rsid w:val="004021F2"/>
    <w:rsid w:val="00404AC2"/>
    <w:rsid w:val="00404D46"/>
    <w:rsid w:val="00405104"/>
    <w:rsid w:val="004069A3"/>
    <w:rsid w:val="00412DF6"/>
    <w:rsid w:val="004142DA"/>
    <w:rsid w:val="00416038"/>
    <w:rsid w:val="00420772"/>
    <w:rsid w:val="00420C96"/>
    <w:rsid w:val="004222E9"/>
    <w:rsid w:val="00425F56"/>
    <w:rsid w:val="00426FA2"/>
    <w:rsid w:val="004326DA"/>
    <w:rsid w:val="0043331F"/>
    <w:rsid w:val="004337B3"/>
    <w:rsid w:val="00433E80"/>
    <w:rsid w:val="00437D9F"/>
    <w:rsid w:val="004432F0"/>
    <w:rsid w:val="00443616"/>
    <w:rsid w:val="004440E2"/>
    <w:rsid w:val="00444BFA"/>
    <w:rsid w:val="004460C3"/>
    <w:rsid w:val="00446768"/>
    <w:rsid w:val="00450695"/>
    <w:rsid w:val="004526EA"/>
    <w:rsid w:val="00452C96"/>
    <w:rsid w:val="00456B68"/>
    <w:rsid w:val="00460A29"/>
    <w:rsid w:val="00460EFE"/>
    <w:rsid w:val="00462C93"/>
    <w:rsid w:val="004635A8"/>
    <w:rsid w:val="00463C1F"/>
    <w:rsid w:val="00464243"/>
    <w:rsid w:val="0047605E"/>
    <w:rsid w:val="00476497"/>
    <w:rsid w:val="004847F3"/>
    <w:rsid w:val="0048547A"/>
    <w:rsid w:val="0048760E"/>
    <w:rsid w:val="00490D73"/>
    <w:rsid w:val="00491E06"/>
    <w:rsid w:val="004930CE"/>
    <w:rsid w:val="00493A93"/>
    <w:rsid w:val="00494065"/>
    <w:rsid w:val="00494612"/>
    <w:rsid w:val="004948FA"/>
    <w:rsid w:val="004A3BBD"/>
    <w:rsid w:val="004A3E06"/>
    <w:rsid w:val="004A58B9"/>
    <w:rsid w:val="004B2EE3"/>
    <w:rsid w:val="004B48B4"/>
    <w:rsid w:val="004B499F"/>
    <w:rsid w:val="004B5193"/>
    <w:rsid w:val="004C4150"/>
    <w:rsid w:val="004C49B2"/>
    <w:rsid w:val="004D1492"/>
    <w:rsid w:val="004D3FF2"/>
    <w:rsid w:val="004D5BB3"/>
    <w:rsid w:val="004D76C5"/>
    <w:rsid w:val="004E1EBD"/>
    <w:rsid w:val="004E3E46"/>
    <w:rsid w:val="004E764E"/>
    <w:rsid w:val="004F08A0"/>
    <w:rsid w:val="004F2AE3"/>
    <w:rsid w:val="004F42C9"/>
    <w:rsid w:val="004F4A8A"/>
    <w:rsid w:val="004F776F"/>
    <w:rsid w:val="0050140D"/>
    <w:rsid w:val="00502873"/>
    <w:rsid w:val="00506596"/>
    <w:rsid w:val="00506C8E"/>
    <w:rsid w:val="00507133"/>
    <w:rsid w:val="00511373"/>
    <w:rsid w:val="00517B7E"/>
    <w:rsid w:val="00525A93"/>
    <w:rsid w:val="00526754"/>
    <w:rsid w:val="00536738"/>
    <w:rsid w:val="00541824"/>
    <w:rsid w:val="005511CA"/>
    <w:rsid w:val="00552EEE"/>
    <w:rsid w:val="00552F73"/>
    <w:rsid w:val="005536D7"/>
    <w:rsid w:val="005553D6"/>
    <w:rsid w:val="005567EB"/>
    <w:rsid w:val="00566C00"/>
    <w:rsid w:val="0056700B"/>
    <w:rsid w:val="00571DFB"/>
    <w:rsid w:val="0057398B"/>
    <w:rsid w:val="00581F69"/>
    <w:rsid w:val="0058254F"/>
    <w:rsid w:val="005929B8"/>
    <w:rsid w:val="00593C1A"/>
    <w:rsid w:val="00596808"/>
    <w:rsid w:val="005A2223"/>
    <w:rsid w:val="005A357C"/>
    <w:rsid w:val="005A54DB"/>
    <w:rsid w:val="005B253D"/>
    <w:rsid w:val="005B3716"/>
    <w:rsid w:val="005B5077"/>
    <w:rsid w:val="005B5C4E"/>
    <w:rsid w:val="005B6FFF"/>
    <w:rsid w:val="005C0191"/>
    <w:rsid w:val="005C13F7"/>
    <w:rsid w:val="005C57F7"/>
    <w:rsid w:val="005C7D45"/>
    <w:rsid w:val="005C7F09"/>
    <w:rsid w:val="005C7FA7"/>
    <w:rsid w:val="005D0B6C"/>
    <w:rsid w:val="005D16BE"/>
    <w:rsid w:val="005D2188"/>
    <w:rsid w:val="005D3C3E"/>
    <w:rsid w:val="005E10A8"/>
    <w:rsid w:val="005E1773"/>
    <w:rsid w:val="005E52F9"/>
    <w:rsid w:val="005E6214"/>
    <w:rsid w:val="005E6635"/>
    <w:rsid w:val="005E74A7"/>
    <w:rsid w:val="005F2756"/>
    <w:rsid w:val="005F472E"/>
    <w:rsid w:val="005F4AB6"/>
    <w:rsid w:val="005F4AD9"/>
    <w:rsid w:val="005F4DE5"/>
    <w:rsid w:val="005F7563"/>
    <w:rsid w:val="00606A5A"/>
    <w:rsid w:val="00610241"/>
    <w:rsid w:val="0061198B"/>
    <w:rsid w:val="00614B87"/>
    <w:rsid w:val="006165CF"/>
    <w:rsid w:val="00617DD9"/>
    <w:rsid w:val="00620B19"/>
    <w:rsid w:val="00623F5D"/>
    <w:rsid w:val="00626070"/>
    <w:rsid w:val="00627C33"/>
    <w:rsid w:val="00641FC9"/>
    <w:rsid w:val="00645E21"/>
    <w:rsid w:val="00646334"/>
    <w:rsid w:val="00647F74"/>
    <w:rsid w:val="0065328A"/>
    <w:rsid w:val="0065426D"/>
    <w:rsid w:val="00655224"/>
    <w:rsid w:val="00657CFE"/>
    <w:rsid w:val="006644DB"/>
    <w:rsid w:val="00664746"/>
    <w:rsid w:val="00665EB5"/>
    <w:rsid w:val="006721C5"/>
    <w:rsid w:val="00672244"/>
    <w:rsid w:val="006731DF"/>
    <w:rsid w:val="006740FC"/>
    <w:rsid w:val="00676C4B"/>
    <w:rsid w:val="006819A0"/>
    <w:rsid w:val="0068225C"/>
    <w:rsid w:val="00690AAD"/>
    <w:rsid w:val="00693F91"/>
    <w:rsid w:val="006940FE"/>
    <w:rsid w:val="006945CD"/>
    <w:rsid w:val="006977CA"/>
    <w:rsid w:val="006A2FA8"/>
    <w:rsid w:val="006B1430"/>
    <w:rsid w:val="006B1C47"/>
    <w:rsid w:val="006B3EF8"/>
    <w:rsid w:val="006B65AA"/>
    <w:rsid w:val="006C3787"/>
    <w:rsid w:val="006C37E7"/>
    <w:rsid w:val="006C620F"/>
    <w:rsid w:val="006C6FC7"/>
    <w:rsid w:val="006D0F65"/>
    <w:rsid w:val="006D158A"/>
    <w:rsid w:val="006D2C3B"/>
    <w:rsid w:val="006E303B"/>
    <w:rsid w:val="006E4DAA"/>
    <w:rsid w:val="006F3EAA"/>
    <w:rsid w:val="00700A85"/>
    <w:rsid w:val="00702F98"/>
    <w:rsid w:val="00706F41"/>
    <w:rsid w:val="007104FB"/>
    <w:rsid w:val="00717631"/>
    <w:rsid w:val="0072488F"/>
    <w:rsid w:val="007263BB"/>
    <w:rsid w:val="0072751C"/>
    <w:rsid w:val="007343A4"/>
    <w:rsid w:val="007371AE"/>
    <w:rsid w:val="007371BA"/>
    <w:rsid w:val="0074574E"/>
    <w:rsid w:val="00752B96"/>
    <w:rsid w:val="00752BDA"/>
    <w:rsid w:val="007547B9"/>
    <w:rsid w:val="007554A4"/>
    <w:rsid w:val="00755F42"/>
    <w:rsid w:val="007618CE"/>
    <w:rsid w:val="00761983"/>
    <w:rsid w:val="0076666F"/>
    <w:rsid w:val="00766BEA"/>
    <w:rsid w:val="00770FB8"/>
    <w:rsid w:val="0078081A"/>
    <w:rsid w:val="0078359A"/>
    <w:rsid w:val="00784B97"/>
    <w:rsid w:val="007A208D"/>
    <w:rsid w:val="007A3B58"/>
    <w:rsid w:val="007B44C1"/>
    <w:rsid w:val="007B5237"/>
    <w:rsid w:val="007C4922"/>
    <w:rsid w:val="007C65D8"/>
    <w:rsid w:val="007D00A0"/>
    <w:rsid w:val="007D0344"/>
    <w:rsid w:val="007D0EC7"/>
    <w:rsid w:val="007D342B"/>
    <w:rsid w:val="007D47AB"/>
    <w:rsid w:val="007D63BA"/>
    <w:rsid w:val="007E0F17"/>
    <w:rsid w:val="007E1B41"/>
    <w:rsid w:val="007E4628"/>
    <w:rsid w:val="008066CA"/>
    <w:rsid w:val="00806C24"/>
    <w:rsid w:val="00807D73"/>
    <w:rsid w:val="00811A64"/>
    <w:rsid w:val="00812897"/>
    <w:rsid w:val="00816471"/>
    <w:rsid w:val="008172E7"/>
    <w:rsid w:val="00824DC8"/>
    <w:rsid w:val="00825100"/>
    <w:rsid w:val="00825727"/>
    <w:rsid w:val="00831722"/>
    <w:rsid w:val="00831EC2"/>
    <w:rsid w:val="00833E77"/>
    <w:rsid w:val="00835832"/>
    <w:rsid w:val="00842B27"/>
    <w:rsid w:val="00843626"/>
    <w:rsid w:val="00844AEB"/>
    <w:rsid w:val="0084671C"/>
    <w:rsid w:val="00846823"/>
    <w:rsid w:val="00853BA9"/>
    <w:rsid w:val="008543D5"/>
    <w:rsid w:val="008610A3"/>
    <w:rsid w:val="00861B8E"/>
    <w:rsid w:val="00863848"/>
    <w:rsid w:val="008645EC"/>
    <w:rsid w:val="00865C5E"/>
    <w:rsid w:val="00865F1D"/>
    <w:rsid w:val="008661F6"/>
    <w:rsid w:val="00867920"/>
    <w:rsid w:val="00867B92"/>
    <w:rsid w:val="00867D92"/>
    <w:rsid w:val="00872145"/>
    <w:rsid w:val="00872B16"/>
    <w:rsid w:val="008733EE"/>
    <w:rsid w:val="008751F9"/>
    <w:rsid w:val="0087621B"/>
    <w:rsid w:val="00876462"/>
    <w:rsid w:val="00882FD2"/>
    <w:rsid w:val="00883398"/>
    <w:rsid w:val="00884D39"/>
    <w:rsid w:val="008915AF"/>
    <w:rsid w:val="008960DD"/>
    <w:rsid w:val="008979AC"/>
    <w:rsid w:val="008B4C9B"/>
    <w:rsid w:val="008C0C17"/>
    <w:rsid w:val="008C0F2B"/>
    <w:rsid w:val="008C2354"/>
    <w:rsid w:val="008C6B45"/>
    <w:rsid w:val="008C7C95"/>
    <w:rsid w:val="008D0F7B"/>
    <w:rsid w:val="008D10E9"/>
    <w:rsid w:val="008D3082"/>
    <w:rsid w:val="008D4B32"/>
    <w:rsid w:val="008D59F9"/>
    <w:rsid w:val="008D60B2"/>
    <w:rsid w:val="008D6DD2"/>
    <w:rsid w:val="008E4BAF"/>
    <w:rsid w:val="008E4F13"/>
    <w:rsid w:val="008E69F1"/>
    <w:rsid w:val="008F39D2"/>
    <w:rsid w:val="008F5085"/>
    <w:rsid w:val="008F67C5"/>
    <w:rsid w:val="00907F76"/>
    <w:rsid w:val="00914A35"/>
    <w:rsid w:val="009169E3"/>
    <w:rsid w:val="00921331"/>
    <w:rsid w:val="00924E18"/>
    <w:rsid w:val="00932F71"/>
    <w:rsid w:val="009331BB"/>
    <w:rsid w:val="009376FF"/>
    <w:rsid w:val="00940CDC"/>
    <w:rsid w:val="00941645"/>
    <w:rsid w:val="0094422B"/>
    <w:rsid w:val="009451B5"/>
    <w:rsid w:val="00952791"/>
    <w:rsid w:val="0095368E"/>
    <w:rsid w:val="009556E5"/>
    <w:rsid w:val="00955D1C"/>
    <w:rsid w:val="009633F6"/>
    <w:rsid w:val="00964129"/>
    <w:rsid w:val="0096463E"/>
    <w:rsid w:val="00966018"/>
    <w:rsid w:val="009666C1"/>
    <w:rsid w:val="00970BAC"/>
    <w:rsid w:val="00981A65"/>
    <w:rsid w:val="00983E49"/>
    <w:rsid w:val="00987963"/>
    <w:rsid w:val="009914BB"/>
    <w:rsid w:val="0099511E"/>
    <w:rsid w:val="00997B32"/>
    <w:rsid w:val="009A4D5D"/>
    <w:rsid w:val="009A61CC"/>
    <w:rsid w:val="009A72A7"/>
    <w:rsid w:val="009B3949"/>
    <w:rsid w:val="009B70F6"/>
    <w:rsid w:val="009B7C66"/>
    <w:rsid w:val="009C2371"/>
    <w:rsid w:val="009C5CA9"/>
    <w:rsid w:val="009C6DA1"/>
    <w:rsid w:val="009C7253"/>
    <w:rsid w:val="009D1275"/>
    <w:rsid w:val="009D14E9"/>
    <w:rsid w:val="009E0FE5"/>
    <w:rsid w:val="009E1B3C"/>
    <w:rsid w:val="009E7F75"/>
    <w:rsid w:val="009F0629"/>
    <w:rsid w:val="009F1EDA"/>
    <w:rsid w:val="00A00D93"/>
    <w:rsid w:val="00A1010C"/>
    <w:rsid w:val="00A15E13"/>
    <w:rsid w:val="00A16AFA"/>
    <w:rsid w:val="00A21ABB"/>
    <w:rsid w:val="00A23777"/>
    <w:rsid w:val="00A2528D"/>
    <w:rsid w:val="00A27B4C"/>
    <w:rsid w:val="00A3766B"/>
    <w:rsid w:val="00A41549"/>
    <w:rsid w:val="00A4705F"/>
    <w:rsid w:val="00A4762F"/>
    <w:rsid w:val="00A47C68"/>
    <w:rsid w:val="00A50152"/>
    <w:rsid w:val="00A5180C"/>
    <w:rsid w:val="00A6025E"/>
    <w:rsid w:val="00A67647"/>
    <w:rsid w:val="00A70139"/>
    <w:rsid w:val="00A70E62"/>
    <w:rsid w:val="00A71290"/>
    <w:rsid w:val="00A731DE"/>
    <w:rsid w:val="00A76F3D"/>
    <w:rsid w:val="00A80D0C"/>
    <w:rsid w:val="00A8483D"/>
    <w:rsid w:val="00A85660"/>
    <w:rsid w:val="00A859E1"/>
    <w:rsid w:val="00A8616D"/>
    <w:rsid w:val="00A93316"/>
    <w:rsid w:val="00A95938"/>
    <w:rsid w:val="00AA091C"/>
    <w:rsid w:val="00AA3007"/>
    <w:rsid w:val="00AA42F1"/>
    <w:rsid w:val="00AA7CB6"/>
    <w:rsid w:val="00AB00FC"/>
    <w:rsid w:val="00AB065A"/>
    <w:rsid w:val="00AB3FF3"/>
    <w:rsid w:val="00AB542E"/>
    <w:rsid w:val="00AB62CE"/>
    <w:rsid w:val="00AB74B9"/>
    <w:rsid w:val="00AC5167"/>
    <w:rsid w:val="00AC7DDE"/>
    <w:rsid w:val="00AD2466"/>
    <w:rsid w:val="00AD704E"/>
    <w:rsid w:val="00AE2A3B"/>
    <w:rsid w:val="00AE774D"/>
    <w:rsid w:val="00AF0D61"/>
    <w:rsid w:val="00AF78EC"/>
    <w:rsid w:val="00B02C33"/>
    <w:rsid w:val="00B05944"/>
    <w:rsid w:val="00B05BEF"/>
    <w:rsid w:val="00B066AA"/>
    <w:rsid w:val="00B06D53"/>
    <w:rsid w:val="00B127F6"/>
    <w:rsid w:val="00B131CE"/>
    <w:rsid w:val="00B14825"/>
    <w:rsid w:val="00B23546"/>
    <w:rsid w:val="00B25B12"/>
    <w:rsid w:val="00B3477B"/>
    <w:rsid w:val="00B35452"/>
    <w:rsid w:val="00B359A4"/>
    <w:rsid w:val="00B373FA"/>
    <w:rsid w:val="00B40033"/>
    <w:rsid w:val="00B427CA"/>
    <w:rsid w:val="00B4301E"/>
    <w:rsid w:val="00B444C3"/>
    <w:rsid w:val="00B45529"/>
    <w:rsid w:val="00B455D9"/>
    <w:rsid w:val="00B46F7B"/>
    <w:rsid w:val="00B47217"/>
    <w:rsid w:val="00B47C92"/>
    <w:rsid w:val="00B512E3"/>
    <w:rsid w:val="00B5151F"/>
    <w:rsid w:val="00B51857"/>
    <w:rsid w:val="00B53763"/>
    <w:rsid w:val="00B54AF4"/>
    <w:rsid w:val="00B62A60"/>
    <w:rsid w:val="00B633E0"/>
    <w:rsid w:val="00B63EA9"/>
    <w:rsid w:val="00B70988"/>
    <w:rsid w:val="00B8331C"/>
    <w:rsid w:val="00B95341"/>
    <w:rsid w:val="00B955E4"/>
    <w:rsid w:val="00BA5C7E"/>
    <w:rsid w:val="00BA60B7"/>
    <w:rsid w:val="00BB549F"/>
    <w:rsid w:val="00BB6895"/>
    <w:rsid w:val="00BC0584"/>
    <w:rsid w:val="00BC379C"/>
    <w:rsid w:val="00BC6D36"/>
    <w:rsid w:val="00BD0851"/>
    <w:rsid w:val="00BD5A89"/>
    <w:rsid w:val="00BD6A7C"/>
    <w:rsid w:val="00BE060B"/>
    <w:rsid w:val="00BE1B57"/>
    <w:rsid w:val="00BE3C2A"/>
    <w:rsid w:val="00BE3DE1"/>
    <w:rsid w:val="00BF05E0"/>
    <w:rsid w:val="00BF0D9C"/>
    <w:rsid w:val="00BF317D"/>
    <w:rsid w:val="00BF421B"/>
    <w:rsid w:val="00BF43E3"/>
    <w:rsid w:val="00BF6ABE"/>
    <w:rsid w:val="00C02C41"/>
    <w:rsid w:val="00C1063C"/>
    <w:rsid w:val="00C11589"/>
    <w:rsid w:val="00C11A96"/>
    <w:rsid w:val="00C12ED4"/>
    <w:rsid w:val="00C1675C"/>
    <w:rsid w:val="00C21BD1"/>
    <w:rsid w:val="00C302CE"/>
    <w:rsid w:val="00C37B3C"/>
    <w:rsid w:val="00C43869"/>
    <w:rsid w:val="00C4486F"/>
    <w:rsid w:val="00C52436"/>
    <w:rsid w:val="00C53155"/>
    <w:rsid w:val="00C555DF"/>
    <w:rsid w:val="00C5653A"/>
    <w:rsid w:val="00C60698"/>
    <w:rsid w:val="00C6548F"/>
    <w:rsid w:val="00C7381C"/>
    <w:rsid w:val="00C77360"/>
    <w:rsid w:val="00C841C2"/>
    <w:rsid w:val="00C86380"/>
    <w:rsid w:val="00C9354D"/>
    <w:rsid w:val="00C93C8B"/>
    <w:rsid w:val="00C95B23"/>
    <w:rsid w:val="00C976FC"/>
    <w:rsid w:val="00CA0973"/>
    <w:rsid w:val="00CA4D40"/>
    <w:rsid w:val="00CA681A"/>
    <w:rsid w:val="00CA69BD"/>
    <w:rsid w:val="00CA79FC"/>
    <w:rsid w:val="00CB0A13"/>
    <w:rsid w:val="00CB192E"/>
    <w:rsid w:val="00CB1FFD"/>
    <w:rsid w:val="00CB3ABB"/>
    <w:rsid w:val="00CC280D"/>
    <w:rsid w:val="00CC4631"/>
    <w:rsid w:val="00CC6A03"/>
    <w:rsid w:val="00CD21A2"/>
    <w:rsid w:val="00CD2E6D"/>
    <w:rsid w:val="00CD33BE"/>
    <w:rsid w:val="00CD7404"/>
    <w:rsid w:val="00CE0504"/>
    <w:rsid w:val="00CE1AC3"/>
    <w:rsid w:val="00CE22B2"/>
    <w:rsid w:val="00CE7404"/>
    <w:rsid w:val="00CF3321"/>
    <w:rsid w:val="00CF51C6"/>
    <w:rsid w:val="00CF5B98"/>
    <w:rsid w:val="00D01744"/>
    <w:rsid w:val="00D01CD1"/>
    <w:rsid w:val="00D16A3C"/>
    <w:rsid w:val="00D229B5"/>
    <w:rsid w:val="00D22B36"/>
    <w:rsid w:val="00D23AA7"/>
    <w:rsid w:val="00D27733"/>
    <w:rsid w:val="00D3208E"/>
    <w:rsid w:val="00D3395D"/>
    <w:rsid w:val="00D33CEA"/>
    <w:rsid w:val="00D34F83"/>
    <w:rsid w:val="00D37BA0"/>
    <w:rsid w:val="00D37DAA"/>
    <w:rsid w:val="00D40310"/>
    <w:rsid w:val="00D4091D"/>
    <w:rsid w:val="00D420B8"/>
    <w:rsid w:val="00D43924"/>
    <w:rsid w:val="00D43A78"/>
    <w:rsid w:val="00D469B9"/>
    <w:rsid w:val="00D47187"/>
    <w:rsid w:val="00D52B4C"/>
    <w:rsid w:val="00D62F22"/>
    <w:rsid w:val="00D65B3D"/>
    <w:rsid w:val="00D66503"/>
    <w:rsid w:val="00D66F2A"/>
    <w:rsid w:val="00D73415"/>
    <w:rsid w:val="00D7524D"/>
    <w:rsid w:val="00D7558B"/>
    <w:rsid w:val="00D77C33"/>
    <w:rsid w:val="00D846B2"/>
    <w:rsid w:val="00D84CDC"/>
    <w:rsid w:val="00D904A1"/>
    <w:rsid w:val="00D9609D"/>
    <w:rsid w:val="00D96786"/>
    <w:rsid w:val="00DA436F"/>
    <w:rsid w:val="00DA4B7F"/>
    <w:rsid w:val="00DB57B5"/>
    <w:rsid w:val="00DB7CDE"/>
    <w:rsid w:val="00DC1041"/>
    <w:rsid w:val="00DC16BB"/>
    <w:rsid w:val="00DC1A9A"/>
    <w:rsid w:val="00DC2C03"/>
    <w:rsid w:val="00DC4F2F"/>
    <w:rsid w:val="00DC5EB6"/>
    <w:rsid w:val="00DD05A9"/>
    <w:rsid w:val="00DD29D8"/>
    <w:rsid w:val="00DD329F"/>
    <w:rsid w:val="00DD3975"/>
    <w:rsid w:val="00DD44D9"/>
    <w:rsid w:val="00DD4603"/>
    <w:rsid w:val="00DD5525"/>
    <w:rsid w:val="00DD5893"/>
    <w:rsid w:val="00DD68E4"/>
    <w:rsid w:val="00DE0AA1"/>
    <w:rsid w:val="00DE1A52"/>
    <w:rsid w:val="00DE555D"/>
    <w:rsid w:val="00DE7AD4"/>
    <w:rsid w:val="00DF1AC8"/>
    <w:rsid w:val="00DF2560"/>
    <w:rsid w:val="00DF2DF2"/>
    <w:rsid w:val="00DF4809"/>
    <w:rsid w:val="00E03839"/>
    <w:rsid w:val="00E03EC3"/>
    <w:rsid w:val="00E06788"/>
    <w:rsid w:val="00E11341"/>
    <w:rsid w:val="00E11C3A"/>
    <w:rsid w:val="00E11F49"/>
    <w:rsid w:val="00E13963"/>
    <w:rsid w:val="00E143EB"/>
    <w:rsid w:val="00E153EE"/>
    <w:rsid w:val="00E16E8D"/>
    <w:rsid w:val="00E20128"/>
    <w:rsid w:val="00E203F7"/>
    <w:rsid w:val="00E26762"/>
    <w:rsid w:val="00E26BFD"/>
    <w:rsid w:val="00E26F7F"/>
    <w:rsid w:val="00E31C62"/>
    <w:rsid w:val="00E327CE"/>
    <w:rsid w:val="00E34B5A"/>
    <w:rsid w:val="00E34B75"/>
    <w:rsid w:val="00E361E1"/>
    <w:rsid w:val="00E4442A"/>
    <w:rsid w:val="00E46A82"/>
    <w:rsid w:val="00E567B6"/>
    <w:rsid w:val="00E57063"/>
    <w:rsid w:val="00E57DCE"/>
    <w:rsid w:val="00E618E9"/>
    <w:rsid w:val="00E6389C"/>
    <w:rsid w:val="00E67E12"/>
    <w:rsid w:val="00E814FE"/>
    <w:rsid w:val="00E87042"/>
    <w:rsid w:val="00E94D70"/>
    <w:rsid w:val="00EA4600"/>
    <w:rsid w:val="00EB1CE6"/>
    <w:rsid w:val="00EB2F52"/>
    <w:rsid w:val="00EB5BB5"/>
    <w:rsid w:val="00EB6AE5"/>
    <w:rsid w:val="00EC078B"/>
    <w:rsid w:val="00EC08F9"/>
    <w:rsid w:val="00EC0E11"/>
    <w:rsid w:val="00EC713C"/>
    <w:rsid w:val="00ED5E93"/>
    <w:rsid w:val="00ED7168"/>
    <w:rsid w:val="00ED785C"/>
    <w:rsid w:val="00EE1475"/>
    <w:rsid w:val="00EE1C46"/>
    <w:rsid w:val="00EE372F"/>
    <w:rsid w:val="00EF1D25"/>
    <w:rsid w:val="00EF297F"/>
    <w:rsid w:val="00EF3568"/>
    <w:rsid w:val="00EF3A7C"/>
    <w:rsid w:val="00EF4D3E"/>
    <w:rsid w:val="00EF503F"/>
    <w:rsid w:val="00EF6282"/>
    <w:rsid w:val="00F032A1"/>
    <w:rsid w:val="00F044D3"/>
    <w:rsid w:val="00F0540F"/>
    <w:rsid w:val="00F063F7"/>
    <w:rsid w:val="00F13D31"/>
    <w:rsid w:val="00F16A3E"/>
    <w:rsid w:val="00F20634"/>
    <w:rsid w:val="00F237ED"/>
    <w:rsid w:val="00F261BF"/>
    <w:rsid w:val="00F2668A"/>
    <w:rsid w:val="00F26ECF"/>
    <w:rsid w:val="00F311A2"/>
    <w:rsid w:val="00F31B60"/>
    <w:rsid w:val="00F3778E"/>
    <w:rsid w:val="00F3792C"/>
    <w:rsid w:val="00F43F13"/>
    <w:rsid w:val="00F444F8"/>
    <w:rsid w:val="00F534B0"/>
    <w:rsid w:val="00F55525"/>
    <w:rsid w:val="00F558F2"/>
    <w:rsid w:val="00F6656E"/>
    <w:rsid w:val="00F7515D"/>
    <w:rsid w:val="00F75334"/>
    <w:rsid w:val="00F80CBC"/>
    <w:rsid w:val="00F914F7"/>
    <w:rsid w:val="00F91FBD"/>
    <w:rsid w:val="00F92409"/>
    <w:rsid w:val="00F95EC0"/>
    <w:rsid w:val="00FA289B"/>
    <w:rsid w:val="00FB5200"/>
    <w:rsid w:val="00FC2317"/>
    <w:rsid w:val="00FC30F1"/>
    <w:rsid w:val="00FC5A87"/>
    <w:rsid w:val="00FC697B"/>
    <w:rsid w:val="00FD04CE"/>
    <w:rsid w:val="00FD21D5"/>
    <w:rsid w:val="00FD2438"/>
    <w:rsid w:val="00FD3B28"/>
    <w:rsid w:val="00FD5C7E"/>
    <w:rsid w:val="00FE0306"/>
    <w:rsid w:val="00FE6D95"/>
    <w:rsid w:val="00FF156C"/>
    <w:rsid w:val="00FF280B"/>
    <w:rsid w:val="00FF4D16"/>
    <w:rsid w:val="00FF694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80E0B5D"/>
  <w15:docId w15:val="{58FCEE25-3179-4B8E-B43E-E5B3E67F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884D39"/>
    <w:pPr>
      <w:ind w:left="720"/>
      <w:contextualSpacing/>
    </w:pPr>
  </w:style>
  <w:style w:type="table" w:styleId="EinfacheTabelle1">
    <w:name w:val="Plain Table 1"/>
    <w:basedOn w:val="NormaleTabelle"/>
    <w:uiPriority w:val="41"/>
    <w:rsid w:val="002F6C5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1B0C16"/>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cordless-alliance-system.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tabo.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klang@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4AB42-6BE2-4F69-863F-56D8E783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Template>
  <TotalTime>0</TotalTime>
  <Pages>6</Pages>
  <Words>1052</Words>
  <Characters>7753</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8788</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Caroline Ganzert</dc:creator>
  <cp:lastModifiedBy>Lang, Karin</cp:lastModifiedBy>
  <cp:revision>60</cp:revision>
  <cp:lastPrinted>2021-11-05T10:33:00Z</cp:lastPrinted>
  <dcterms:created xsi:type="dcterms:W3CDTF">2021-12-10T17:00:00Z</dcterms:created>
  <dcterms:modified xsi:type="dcterms:W3CDTF">2022-11-28T09:23:00Z</dcterms:modified>
</cp:coreProperties>
</file>