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7C363" w14:textId="33548504"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78BBD129" wp14:editId="5853F77F">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F8E0D9" w14:textId="6290A656" w:rsidR="00EC4F16" w:rsidRPr="00306DF0" w:rsidRDefault="00EC4F16" w:rsidP="00306DF0">
                            <w:pPr>
                              <w:spacing w:line="276" w:lineRule="auto"/>
                              <w:rPr>
                                <w:rStyle w:val="SchwacheHervorhebung"/>
                                <w:b/>
                                <w:noProof/>
                                <w:lang w:eastAsia="en-US"/>
                              </w:rPr>
                            </w:pPr>
                            <w:r>
                              <w:rPr>
                                <w:rStyle w:val="SchwacheHervorhebung"/>
                              </w:rPr>
                              <w:t>Neue Metabo App</w:t>
                            </w:r>
                          </w:p>
                          <w:p w14:paraId="47D6C6EA" w14:textId="77777777" w:rsidR="00EC4F16" w:rsidRPr="00F70099" w:rsidRDefault="00EC4F16" w:rsidP="00306DF0">
                            <w:pPr>
                              <w:spacing w:line="276" w:lineRule="auto"/>
                              <w:rPr>
                                <w:rStyle w:val="SchwacheHervorhebung"/>
                              </w:rPr>
                            </w:pPr>
                          </w:p>
                          <w:p w14:paraId="1599CFEF" w14:textId="77777777" w:rsidR="00EC4F16" w:rsidRPr="00F70099" w:rsidRDefault="00EC4F16" w:rsidP="00306DF0">
                            <w:pPr>
                              <w:spacing w:line="276" w:lineRule="auto"/>
                              <w:rPr>
                                <w:color w:val="7F7F7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8BBD129"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" stroked="f">
                <v:textbox style="mso-fit-shape-to-text:t">
                  <w:txbxContent>
                    <w:p w14:paraId="55F8E0D9" w14:textId="6290A656" w:rsidR="00EC4F16" w:rsidRPr="00306DF0" w:rsidRDefault="00EC4F16" w:rsidP="00306DF0">
                      <w:pPr>
                        <w:spacing w:line="276" w:lineRule="auto"/>
                        <w:rPr>
                          <w:rStyle w:val="SchwacheHervorhebung"/>
                          <w:b/>
                          <w:noProof/>
                          <w:lang w:eastAsia="en-US"/>
                        </w:rPr>
                      </w:pPr>
                      <w:r>
                        <w:rPr>
                          <w:rStyle w:val="SchwacheHervorhebung"/>
                        </w:rPr>
                        <w:t>Neue Metabo App</w:t>
                      </w:r>
                    </w:p>
                    <w:p w14:paraId="47D6C6EA" w14:textId="77777777" w:rsidR="00EC4F16" w:rsidRPr="00F70099" w:rsidRDefault="00EC4F16" w:rsidP="00306DF0">
                      <w:pPr>
                        <w:spacing w:line="276" w:lineRule="auto"/>
                        <w:rPr>
                          <w:rStyle w:val="SchwacheHervorhebung"/>
                        </w:rPr>
                      </w:pPr>
                    </w:p>
                    <w:p w14:paraId="1599CFEF" w14:textId="77777777" w:rsidR="00EC4F16" w:rsidRPr="00F70099" w:rsidRDefault="00EC4F16" w:rsidP="00306DF0">
                      <w:pPr>
                        <w:spacing w:line="276" w:lineRule="auto"/>
                        <w:rPr>
                          <w:color w:val="7F7F7F"/>
                          <w:sz w:val="16"/>
                          <w:szCs w:val="16"/>
                        </w:rPr>
                      </w:pPr>
                    </w:p>
                  </w:txbxContent>
                </v:textbox>
              </v:shape>
            </w:pict>
          </mc:Fallback>
        </mc:AlternateContent>
      </w:r>
      <w:r w:rsidR="00D0517D">
        <w:t>Genial digital</w:t>
      </w:r>
      <w:r w:rsidR="00EC523A">
        <w:t xml:space="preserve">: </w:t>
      </w:r>
      <w:r w:rsidR="001D269F">
        <w:t xml:space="preserve">Neue Metabo App mit </w:t>
      </w:r>
      <w:r w:rsidR="001D269F">
        <w:rPr>
          <w:lang w:eastAsia="de-DE"/>
        </w:rPr>
        <w:t>ei</w:t>
      </w:r>
      <w:r w:rsidR="001D269F">
        <w:t xml:space="preserve">nfacher Registrierung, Produktinfos und Vibrationsrechner </w:t>
      </w:r>
    </w:p>
    <w:p w14:paraId="283FA2AE" w14:textId="77777777" w:rsidR="008960DD" w:rsidRPr="00A23777" w:rsidRDefault="008960DD" w:rsidP="00664746">
      <w:pPr>
        <w:spacing w:line="360" w:lineRule="auto"/>
        <w:ind w:right="21"/>
        <w:rPr>
          <w:rFonts w:ascii="Arial" w:hAnsi="Arial" w:cs="Arial"/>
          <w:sz w:val="20"/>
        </w:rPr>
      </w:pPr>
    </w:p>
    <w:p w14:paraId="2C50AE7A" w14:textId="48EFDE14" w:rsidR="008960DD" w:rsidRPr="00456B68" w:rsidRDefault="00AA2AAC" w:rsidP="00C37B3C">
      <w:pPr>
        <w:pStyle w:val="Untertitel"/>
      </w:pPr>
      <w:r>
        <w:t xml:space="preserve">Einfacher geht es nicht: Mit der </w:t>
      </w:r>
      <w:r w:rsidR="00130830">
        <w:t>neue</w:t>
      </w:r>
      <w:r>
        <w:t>n</w:t>
      </w:r>
      <w:r w:rsidR="00F70099">
        <w:t xml:space="preserve"> Metabo</w:t>
      </w:r>
      <w:r w:rsidR="00363C64">
        <w:t xml:space="preserve"> </w:t>
      </w:r>
      <w:r w:rsidR="00F70099">
        <w:t xml:space="preserve">App </w:t>
      </w:r>
      <w:r>
        <w:t xml:space="preserve">können Handwerker und Händler </w:t>
      </w:r>
      <w:r w:rsidR="00CB3B23">
        <w:t xml:space="preserve">ihre Maschinen </w:t>
      </w:r>
      <w:r>
        <w:t>schnell registrieren</w:t>
      </w:r>
      <w:r w:rsidR="003C2C58">
        <w:t>, erhalten so die erweiterte Garantie von drei Jahren</w:t>
      </w:r>
      <w:r>
        <w:t xml:space="preserve"> und haben alle</w:t>
      </w:r>
      <w:r w:rsidR="005D17C9">
        <w:t xml:space="preserve"> Informationen jederzeit im Blick</w:t>
      </w:r>
      <w:r w:rsidR="00C859BB">
        <w:t xml:space="preserve">. </w:t>
      </w:r>
      <w:r w:rsidR="00944CDD">
        <w:t xml:space="preserve">Ein integrierter Vibrationsrechner zeigt zudem an, </w:t>
      </w:r>
      <w:r w:rsidR="00944CDD">
        <w:rPr>
          <w:bCs/>
          <w:color w:val="000000"/>
        </w:rPr>
        <w:t xml:space="preserve">wie lange Anwender mit einer Maschine arbeiten können, ohne </w:t>
      </w:r>
      <w:r w:rsidR="00126BF5">
        <w:rPr>
          <w:bCs/>
          <w:color w:val="000000"/>
        </w:rPr>
        <w:t xml:space="preserve">dabei </w:t>
      </w:r>
      <w:r w:rsidR="00944CDD">
        <w:rPr>
          <w:bCs/>
          <w:color w:val="000000"/>
        </w:rPr>
        <w:t xml:space="preserve">gesundheitliche Risiken einzugehen. </w:t>
      </w:r>
    </w:p>
    <w:p w14:paraId="2E4239D1" w14:textId="77777777" w:rsidR="005F472E" w:rsidRPr="00456B68" w:rsidRDefault="005F472E" w:rsidP="00664746">
      <w:pPr>
        <w:spacing w:line="360" w:lineRule="auto"/>
        <w:ind w:right="23"/>
        <w:jc w:val="both"/>
        <w:rPr>
          <w:rFonts w:ascii="Arial" w:hAnsi="Arial" w:cs="Arial"/>
          <w:b/>
          <w:sz w:val="20"/>
        </w:rPr>
      </w:pPr>
    </w:p>
    <w:p w14:paraId="19FCC334" w14:textId="77F63792" w:rsidR="00107421" w:rsidRDefault="008960DD" w:rsidP="00506C8E">
      <w:pPr>
        <w:spacing w:line="360" w:lineRule="auto"/>
        <w:jc w:val="both"/>
        <w:rPr>
          <w:rFonts w:ascii="Arial" w:hAnsi="Arial" w:cs="Arial"/>
          <w:bCs/>
          <w:color w:val="000000"/>
          <w:sz w:val="20"/>
        </w:rPr>
      </w:pPr>
      <w:r w:rsidRPr="00456B68">
        <w:rPr>
          <w:rStyle w:val="Fett"/>
        </w:rPr>
        <w:t xml:space="preserve">Nürtingen, </w:t>
      </w:r>
      <w:r w:rsidR="00F70099">
        <w:rPr>
          <w:rStyle w:val="Fett"/>
        </w:rPr>
        <w:t>November</w:t>
      </w:r>
      <w:r w:rsidRPr="00456B68">
        <w:rPr>
          <w:rStyle w:val="Fett"/>
        </w:rPr>
        <w:t xml:space="preserve"> </w:t>
      </w:r>
      <w:r w:rsidR="00F70099">
        <w:rPr>
          <w:rStyle w:val="Fett"/>
        </w:rPr>
        <w:t>2019</w:t>
      </w:r>
      <w:r w:rsidR="004E3E46" w:rsidRPr="00456B68">
        <w:rPr>
          <w:rStyle w:val="Fett"/>
        </w:rPr>
        <w:t>:</w:t>
      </w:r>
      <w:r w:rsidR="00634625">
        <w:rPr>
          <w:rFonts w:ascii="Arial" w:hAnsi="Arial"/>
          <w:sz w:val="20"/>
        </w:rPr>
        <w:t xml:space="preserve"> Werkzeug</w:t>
      </w:r>
      <w:r w:rsidR="001D269F" w:rsidRPr="009C139C">
        <w:rPr>
          <w:rFonts w:ascii="Arial" w:hAnsi="Arial"/>
          <w:sz w:val="20"/>
        </w:rPr>
        <w:t>-</w:t>
      </w:r>
      <w:r w:rsidR="001D269F">
        <w:rPr>
          <w:rFonts w:ascii="Arial" w:hAnsi="Arial"/>
          <w:sz w:val="20"/>
        </w:rPr>
        <w:t xml:space="preserve">Code scannen und </w:t>
      </w:r>
      <w:r w:rsidR="00D0517D">
        <w:rPr>
          <w:rFonts w:ascii="Arial" w:hAnsi="Arial"/>
          <w:sz w:val="20"/>
        </w:rPr>
        <w:t xml:space="preserve">direkt </w:t>
      </w:r>
      <w:r w:rsidR="001D269F">
        <w:rPr>
          <w:rFonts w:ascii="Arial" w:hAnsi="Arial"/>
          <w:sz w:val="20"/>
        </w:rPr>
        <w:t>drei Jahre Garantie erhalten – das geht mit der neuen Metabo App. D</w:t>
      </w:r>
      <w:r w:rsidR="00643EF2">
        <w:rPr>
          <w:rFonts w:ascii="Arial" w:hAnsi="Arial"/>
          <w:sz w:val="20"/>
        </w:rPr>
        <w:t>er</w:t>
      </w:r>
      <w:r w:rsidR="001D269F">
        <w:rPr>
          <w:rFonts w:ascii="Arial" w:hAnsi="Arial"/>
          <w:sz w:val="20"/>
        </w:rPr>
        <w:t xml:space="preserve"> neue digitale </w:t>
      </w:r>
      <w:r w:rsidR="00643EF2">
        <w:rPr>
          <w:rFonts w:ascii="Arial" w:hAnsi="Arial"/>
          <w:sz w:val="20"/>
        </w:rPr>
        <w:t xml:space="preserve">Helfer </w:t>
      </w:r>
      <w:r w:rsidR="00634625">
        <w:rPr>
          <w:rFonts w:ascii="Arial" w:hAnsi="Arial"/>
          <w:sz w:val="20"/>
        </w:rPr>
        <w:t>des Nürtinger Elektrowerkzeug-Herstellers</w:t>
      </w:r>
      <w:r w:rsidR="001D269F">
        <w:rPr>
          <w:rFonts w:ascii="Arial" w:hAnsi="Arial"/>
          <w:sz w:val="20"/>
        </w:rPr>
        <w:t xml:space="preserve"> macht Registrierung</w:t>
      </w:r>
      <w:r w:rsidR="00D0517D">
        <w:rPr>
          <w:rFonts w:ascii="Arial" w:hAnsi="Arial"/>
          <w:sz w:val="20"/>
        </w:rPr>
        <w:t>,</w:t>
      </w:r>
      <w:r w:rsidR="00075E40">
        <w:rPr>
          <w:rFonts w:ascii="Arial" w:hAnsi="Arial"/>
          <w:sz w:val="20"/>
        </w:rPr>
        <w:t xml:space="preserve"> </w:t>
      </w:r>
      <w:r w:rsidR="001D269F">
        <w:rPr>
          <w:rFonts w:ascii="Arial" w:hAnsi="Arial"/>
          <w:sz w:val="20"/>
        </w:rPr>
        <w:t>Produkt- und Händlersuche jetzt so einfach wie nie. Ein integrierter Vibrationsrechner sorgt zudem für mehr Arbeitsschutz.</w:t>
      </w:r>
      <w:r w:rsidR="001D269F">
        <w:rPr>
          <w:rFonts w:ascii="Arial" w:hAnsi="Arial" w:cs="Arial"/>
          <w:bCs/>
          <w:color w:val="000000"/>
          <w:sz w:val="20"/>
        </w:rPr>
        <w:t xml:space="preserve"> </w:t>
      </w:r>
      <w:r w:rsidR="00B54FFD">
        <w:rPr>
          <w:rFonts w:ascii="Arial" w:hAnsi="Arial" w:cs="Arial"/>
          <w:bCs/>
          <w:color w:val="000000"/>
          <w:sz w:val="20"/>
        </w:rPr>
        <w:t>„</w:t>
      </w:r>
      <w:r w:rsidR="00643EF2">
        <w:rPr>
          <w:rFonts w:ascii="Arial" w:hAnsi="Arial" w:cs="Arial"/>
          <w:bCs/>
          <w:color w:val="000000"/>
          <w:sz w:val="20"/>
        </w:rPr>
        <w:t xml:space="preserve">Wir haben die App entwickelt, um Handwerker und Händler im Arbeitsalltag zu unterstützen. </w:t>
      </w:r>
      <w:r w:rsidR="00B54FFD">
        <w:rPr>
          <w:rFonts w:ascii="Arial" w:hAnsi="Arial" w:cs="Arial"/>
          <w:bCs/>
          <w:color w:val="000000"/>
          <w:sz w:val="20"/>
        </w:rPr>
        <w:t xml:space="preserve">Besonders wichtig war uns </w:t>
      </w:r>
      <w:r w:rsidR="00634625">
        <w:rPr>
          <w:rFonts w:ascii="Arial" w:hAnsi="Arial" w:cs="Arial"/>
          <w:bCs/>
          <w:color w:val="000000"/>
          <w:sz w:val="20"/>
        </w:rPr>
        <w:t>bei der Entwicklung</w:t>
      </w:r>
      <w:r w:rsidR="00B54FFD">
        <w:rPr>
          <w:rFonts w:ascii="Arial" w:hAnsi="Arial" w:cs="Arial"/>
          <w:bCs/>
          <w:color w:val="000000"/>
          <w:sz w:val="20"/>
        </w:rPr>
        <w:t>, dass sie</w:t>
      </w:r>
      <w:r w:rsidR="00E512A5" w:rsidRPr="00B54FFD">
        <w:rPr>
          <w:rFonts w:ascii="Arial" w:hAnsi="Arial" w:cs="Arial"/>
          <w:bCs/>
          <w:color w:val="000000"/>
          <w:sz w:val="20"/>
        </w:rPr>
        <w:t xml:space="preserve"> einfach und intuitiv zu bedienen</w:t>
      </w:r>
      <w:r w:rsidR="00B54FFD">
        <w:rPr>
          <w:rFonts w:ascii="Arial" w:hAnsi="Arial" w:cs="Arial"/>
          <w:bCs/>
          <w:color w:val="000000"/>
          <w:sz w:val="20"/>
        </w:rPr>
        <w:t xml:space="preserve"> ist“, sagt Nina Sternberg, Projektleiterin im Bereich Business Development bei Metabo</w:t>
      </w:r>
      <w:r w:rsidR="002F38A5" w:rsidRPr="00B54FFD">
        <w:rPr>
          <w:rFonts w:ascii="Arial" w:hAnsi="Arial" w:cs="Arial"/>
          <w:bCs/>
          <w:color w:val="000000"/>
          <w:sz w:val="20"/>
        </w:rPr>
        <w:t xml:space="preserve">. </w:t>
      </w:r>
      <w:r w:rsidR="00B54FFD">
        <w:rPr>
          <w:rFonts w:ascii="Arial" w:hAnsi="Arial" w:cs="Arial"/>
          <w:bCs/>
          <w:color w:val="000000"/>
          <w:sz w:val="20"/>
        </w:rPr>
        <w:t xml:space="preserve">Bisher musste bei der </w:t>
      </w:r>
      <w:r w:rsidR="005B226D" w:rsidRPr="00B54FFD">
        <w:rPr>
          <w:rFonts w:ascii="Arial" w:hAnsi="Arial" w:cs="Arial"/>
          <w:bCs/>
          <w:color w:val="000000"/>
          <w:sz w:val="20"/>
        </w:rPr>
        <w:t>Werkzeug-Registrierung</w:t>
      </w:r>
      <w:r w:rsidR="00B54FFD">
        <w:rPr>
          <w:rFonts w:ascii="Arial" w:hAnsi="Arial" w:cs="Arial"/>
          <w:bCs/>
          <w:color w:val="000000"/>
          <w:sz w:val="20"/>
        </w:rPr>
        <w:t xml:space="preserve"> die Produkt-Seriennummer manuell eingetippt werden. </w:t>
      </w:r>
      <w:r w:rsidR="009B5C64">
        <w:rPr>
          <w:rFonts w:ascii="Arial" w:hAnsi="Arial" w:cs="Arial"/>
          <w:bCs/>
          <w:color w:val="000000"/>
          <w:sz w:val="20"/>
        </w:rPr>
        <w:t>Dank der Metabo</w:t>
      </w:r>
      <w:r w:rsidR="00B54FFD">
        <w:rPr>
          <w:rFonts w:ascii="Arial" w:hAnsi="Arial" w:cs="Arial"/>
          <w:bCs/>
          <w:color w:val="000000"/>
          <w:sz w:val="20"/>
        </w:rPr>
        <w:t xml:space="preserve"> </w:t>
      </w:r>
      <w:r w:rsidR="001D269F">
        <w:rPr>
          <w:rFonts w:ascii="Arial" w:hAnsi="Arial" w:cs="Arial"/>
          <w:bCs/>
          <w:color w:val="000000"/>
          <w:sz w:val="20"/>
        </w:rPr>
        <w:t xml:space="preserve">App </w:t>
      </w:r>
      <w:r w:rsidR="00B54FFD">
        <w:rPr>
          <w:rFonts w:ascii="Arial" w:hAnsi="Arial" w:cs="Arial"/>
          <w:bCs/>
          <w:color w:val="000000"/>
          <w:sz w:val="20"/>
        </w:rPr>
        <w:t xml:space="preserve">geht das jetzt bequem per Scan: </w:t>
      </w:r>
      <w:r w:rsidR="005B226D">
        <w:rPr>
          <w:rFonts w:ascii="Arial" w:hAnsi="Arial" w:cs="Arial"/>
          <w:bCs/>
          <w:color w:val="000000"/>
          <w:sz w:val="20"/>
        </w:rPr>
        <w:t>E</w:t>
      </w:r>
      <w:r w:rsidR="00E512A5">
        <w:rPr>
          <w:rFonts w:ascii="Arial" w:hAnsi="Arial" w:cs="Arial"/>
          <w:bCs/>
          <w:color w:val="000000"/>
          <w:sz w:val="20"/>
        </w:rPr>
        <w:t>infach den Code auf der Maschine</w:t>
      </w:r>
      <w:r w:rsidR="008620F2">
        <w:rPr>
          <w:rFonts w:ascii="Arial" w:hAnsi="Arial" w:cs="Arial"/>
          <w:bCs/>
          <w:color w:val="000000"/>
          <w:sz w:val="20"/>
        </w:rPr>
        <w:t>n</w:t>
      </w:r>
      <w:r w:rsidR="00B54FFD">
        <w:rPr>
          <w:rFonts w:ascii="Arial" w:hAnsi="Arial" w:cs="Arial"/>
          <w:bCs/>
          <w:color w:val="000000"/>
          <w:sz w:val="20"/>
        </w:rPr>
        <w:t>-Verpackung</w:t>
      </w:r>
      <w:r w:rsidR="00E512A5">
        <w:rPr>
          <w:rFonts w:ascii="Arial" w:hAnsi="Arial" w:cs="Arial"/>
          <w:bCs/>
          <w:color w:val="000000"/>
          <w:sz w:val="20"/>
        </w:rPr>
        <w:t xml:space="preserve"> </w:t>
      </w:r>
      <w:r w:rsidR="00126BF5">
        <w:rPr>
          <w:rFonts w:ascii="Arial" w:hAnsi="Arial" w:cs="Arial"/>
          <w:bCs/>
          <w:color w:val="000000"/>
          <w:sz w:val="20"/>
        </w:rPr>
        <w:t>mit dem</w:t>
      </w:r>
      <w:r w:rsidR="00E512A5">
        <w:rPr>
          <w:rFonts w:ascii="Arial" w:hAnsi="Arial" w:cs="Arial"/>
          <w:bCs/>
          <w:color w:val="000000"/>
          <w:sz w:val="20"/>
        </w:rPr>
        <w:t xml:space="preserve"> Smartphone scannen – und schon ist das Werkzeug erfasst. </w:t>
      </w:r>
      <w:r w:rsidR="00B54FFD">
        <w:rPr>
          <w:rFonts w:ascii="Arial" w:hAnsi="Arial" w:cs="Arial"/>
          <w:bCs/>
          <w:color w:val="000000"/>
          <w:sz w:val="20"/>
        </w:rPr>
        <w:t xml:space="preserve">Nicht mal auspacken muss man das Gerät dazu. </w:t>
      </w:r>
      <w:r w:rsidR="008620F2" w:rsidRPr="00512A8C">
        <w:rPr>
          <w:rFonts w:ascii="Arial" w:hAnsi="Arial" w:cs="Arial"/>
          <w:bCs/>
          <w:sz w:val="20"/>
        </w:rPr>
        <w:t>Rechnungen können fotografiert</w:t>
      </w:r>
      <w:r w:rsidR="00512A8C">
        <w:rPr>
          <w:rFonts w:ascii="Arial" w:hAnsi="Arial" w:cs="Arial"/>
          <w:bCs/>
          <w:sz w:val="20"/>
        </w:rPr>
        <w:t xml:space="preserve">, </w:t>
      </w:r>
      <w:r w:rsidR="008620F2" w:rsidRPr="00512A8C">
        <w:rPr>
          <w:rFonts w:ascii="Arial" w:hAnsi="Arial" w:cs="Arial"/>
          <w:bCs/>
          <w:sz w:val="20"/>
        </w:rPr>
        <w:t xml:space="preserve">zu den registrierten Maschinen hochgeladen werden und sind so bei Reparaturen schnell zur Hand. </w:t>
      </w:r>
      <w:r w:rsidR="005B226D" w:rsidRPr="00512A8C">
        <w:rPr>
          <w:rFonts w:ascii="Arial" w:hAnsi="Arial" w:cs="Arial"/>
          <w:bCs/>
          <w:sz w:val="20"/>
        </w:rPr>
        <w:t xml:space="preserve">Ein Blick in die App </w:t>
      </w:r>
      <w:r w:rsidR="00B54FFD" w:rsidRPr="00512A8C">
        <w:rPr>
          <w:rFonts w:ascii="Arial" w:hAnsi="Arial" w:cs="Arial"/>
          <w:bCs/>
          <w:sz w:val="20"/>
        </w:rPr>
        <w:t>zeigt</w:t>
      </w:r>
      <w:r w:rsidR="005B226D" w:rsidRPr="00512A8C">
        <w:rPr>
          <w:rFonts w:ascii="Arial" w:hAnsi="Arial" w:cs="Arial"/>
          <w:bCs/>
          <w:sz w:val="20"/>
        </w:rPr>
        <w:t xml:space="preserve"> </w:t>
      </w:r>
      <w:r w:rsidR="00512A8C">
        <w:rPr>
          <w:rFonts w:ascii="Arial" w:hAnsi="Arial" w:cs="Arial"/>
          <w:bCs/>
          <w:sz w:val="20"/>
        </w:rPr>
        <w:t>Nutzern</w:t>
      </w:r>
      <w:r w:rsidR="001F7E37" w:rsidRPr="00512A8C">
        <w:rPr>
          <w:rFonts w:ascii="Arial" w:hAnsi="Arial" w:cs="Arial"/>
          <w:bCs/>
          <w:sz w:val="20"/>
        </w:rPr>
        <w:t xml:space="preserve"> </w:t>
      </w:r>
      <w:r w:rsidR="005B226D" w:rsidRPr="00512A8C">
        <w:rPr>
          <w:rFonts w:ascii="Arial" w:hAnsi="Arial" w:cs="Arial"/>
          <w:bCs/>
          <w:sz w:val="20"/>
        </w:rPr>
        <w:t>Informationen</w:t>
      </w:r>
      <w:r w:rsidR="00E512A5" w:rsidRPr="00512A8C">
        <w:rPr>
          <w:rFonts w:ascii="Arial" w:hAnsi="Arial" w:cs="Arial"/>
          <w:bCs/>
          <w:sz w:val="20"/>
        </w:rPr>
        <w:t xml:space="preserve"> wie Kaufdatum</w:t>
      </w:r>
      <w:r w:rsidR="006E0686" w:rsidRPr="00512A8C">
        <w:rPr>
          <w:rFonts w:ascii="Arial" w:hAnsi="Arial" w:cs="Arial"/>
          <w:bCs/>
          <w:sz w:val="20"/>
        </w:rPr>
        <w:t xml:space="preserve">, </w:t>
      </w:r>
      <w:r w:rsidR="00E512A5" w:rsidRPr="00512A8C">
        <w:rPr>
          <w:rFonts w:ascii="Arial" w:hAnsi="Arial" w:cs="Arial"/>
          <w:bCs/>
          <w:sz w:val="20"/>
        </w:rPr>
        <w:t>Garantie</w:t>
      </w:r>
      <w:r w:rsidR="006E0686" w:rsidRPr="00512A8C">
        <w:rPr>
          <w:rFonts w:ascii="Arial" w:hAnsi="Arial" w:cs="Arial"/>
          <w:bCs/>
          <w:sz w:val="20"/>
        </w:rPr>
        <w:t>zertifikat und Händler</w:t>
      </w:r>
      <w:r w:rsidR="00B54FFD" w:rsidRPr="00512A8C">
        <w:rPr>
          <w:rFonts w:ascii="Arial" w:hAnsi="Arial" w:cs="Arial"/>
          <w:bCs/>
          <w:sz w:val="20"/>
        </w:rPr>
        <w:t xml:space="preserve"> an. </w:t>
      </w:r>
    </w:p>
    <w:p w14:paraId="6F9B1FB2" w14:textId="45EE22BC" w:rsidR="00107421" w:rsidRDefault="00107421" w:rsidP="00506C8E">
      <w:pPr>
        <w:spacing w:line="360" w:lineRule="auto"/>
        <w:jc w:val="both"/>
        <w:rPr>
          <w:rFonts w:ascii="Arial" w:hAnsi="Arial" w:cs="Arial"/>
          <w:bCs/>
          <w:color w:val="000000"/>
          <w:sz w:val="20"/>
        </w:rPr>
      </w:pPr>
    </w:p>
    <w:p w14:paraId="5BB75EB6" w14:textId="5DB65392" w:rsidR="00D0517D" w:rsidRPr="009C139C" w:rsidRDefault="00D0517D" w:rsidP="00506C8E">
      <w:pPr>
        <w:spacing w:line="360" w:lineRule="auto"/>
        <w:jc w:val="both"/>
        <w:rPr>
          <w:rFonts w:ascii="Arial" w:hAnsi="Arial" w:cs="Arial"/>
          <w:b/>
          <w:bCs/>
          <w:color w:val="000000"/>
          <w:sz w:val="20"/>
        </w:rPr>
      </w:pPr>
      <w:r w:rsidRPr="009C139C">
        <w:rPr>
          <w:rFonts w:ascii="Arial" w:hAnsi="Arial" w:cs="Arial"/>
          <w:b/>
          <w:bCs/>
          <w:color w:val="000000"/>
          <w:sz w:val="20"/>
        </w:rPr>
        <w:t>Service</w:t>
      </w:r>
      <w:r w:rsidR="00960C80" w:rsidRPr="009C139C">
        <w:rPr>
          <w:rFonts w:ascii="Arial" w:hAnsi="Arial" w:cs="Arial"/>
          <w:b/>
          <w:bCs/>
          <w:color w:val="000000"/>
          <w:sz w:val="20"/>
        </w:rPr>
        <w:t xml:space="preserve"> garantiert</w:t>
      </w:r>
    </w:p>
    <w:p w14:paraId="2370F5B5" w14:textId="32D17310" w:rsidR="00D0517D" w:rsidRDefault="000052F3" w:rsidP="00506C8E">
      <w:pPr>
        <w:spacing w:line="360" w:lineRule="auto"/>
        <w:jc w:val="both"/>
        <w:rPr>
          <w:rFonts w:ascii="Arial" w:hAnsi="Arial" w:cs="Arial"/>
          <w:bCs/>
          <w:color w:val="000000"/>
          <w:sz w:val="20"/>
        </w:rPr>
      </w:pPr>
      <w:r>
        <w:rPr>
          <w:rFonts w:ascii="Arial" w:hAnsi="Arial" w:cs="Arial"/>
          <w:bCs/>
          <w:color w:val="000000"/>
          <w:sz w:val="20"/>
        </w:rPr>
        <w:t>Mit der neuen App ist d</w:t>
      </w:r>
      <w:r w:rsidR="00F1422A">
        <w:rPr>
          <w:rFonts w:ascii="Arial" w:hAnsi="Arial" w:cs="Arial"/>
          <w:bCs/>
          <w:color w:val="000000"/>
          <w:sz w:val="20"/>
        </w:rPr>
        <w:t>ie</w:t>
      </w:r>
      <w:r w:rsidR="00107421">
        <w:rPr>
          <w:rFonts w:ascii="Arial" w:hAnsi="Arial" w:cs="Arial"/>
          <w:bCs/>
          <w:color w:val="000000"/>
          <w:sz w:val="20"/>
        </w:rPr>
        <w:t xml:space="preserve"> </w:t>
      </w:r>
      <w:r w:rsidR="005B226D">
        <w:rPr>
          <w:rFonts w:ascii="Arial" w:hAnsi="Arial" w:cs="Arial"/>
          <w:bCs/>
          <w:color w:val="000000"/>
          <w:sz w:val="20"/>
        </w:rPr>
        <w:t>Abwicklung von Service-Leistungen</w:t>
      </w:r>
      <w:r w:rsidR="00107421">
        <w:rPr>
          <w:rFonts w:ascii="Arial" w:hAnsi="Arial" w:cs="Arial"/>
          <w:bCs/>
          <w:color w:val="000000"/>
          <w:sz w:val="20"/>
        </w:rPr>
        <w:t xml:space="preserve"> denkbar einfach</w:t>
      </w:r>
      <w:r w:rsidR="005B226D">
        <w:rPr>
          <w:rFonts w:ascii="Arial" w:hAnsi="Arial" w:cs="Arial"/>
          <w:bCs/>
          <w:color w:val="000000"/>
          <w:sz w:val="20"/>
        </w:rPr>
        <w:t xml:space="preserve">: </w:t>
      </w:r>
      <w:r w:rsidR="00B43AD3">
        <w:rPr>
          <w:rFonts w:ascii="Arial" w:hAnsi="Arial" w:cs="Arial"/>
          <w:bCs/>
          <w:color w:val="000000"/>
          <w:sz w:val="20"/>
        </w:rPr>
        <w:t>„</w:t>
      </w:r>
      <w:r w:rsidR="00F1422A">
        <w:rPr>
          <w:rFonts w:ascii="Arial" w:hAnsi="Arial" w:cs="Arial"/>
          <w:bCs/>
          <w:color w:val="000000"/>
          <w:sz w:val="20"/>
        </w:rPr>
        <w:t xml:space="preserve">Auch </w:t>
      </w:r>
      <w:r w:rsidR="00B43AD3">
        <w:rPr>
          <w:rFonts w:ascii="Arial" w:hAnsi="Arial" w:cs="Arial"/>
          <w:bCs/>
          <w:color w:val="000000"/>
          <w:sz w:val="20"/>
        </w:rPr>
        <w:t>Händler</w:t>
      </w:r>
      <w:r w:rsidR="005B226D">
        <w:rPr>
          <w:rFonts w:ascii="Arial" w:hAnsi="Arial" w:cs="Arial"/>
          <w:bCs/>
          <w:color w:val="000000"/>
          <w:sz w:val="20"/>
        </w:rPr>
        <w:t xml:space="preserve"> </w:t>
      </w:r>
      <w:r w:rsidR="00FB6147">
        <w:rPr>
          <w:rFonts w:ascii="Arial" w:hAnsi="Arial" w:cs="Arial"/>
          <w:bCs/>
          <w:color w:val="000000"/>
          <w:sz w:val="20"/>
        </w:rPr>
        <w:t>selbst können</w:t>
      </w:r>
      <w:r w:rsidR="005B226D">
        <w:rPr>
          <w:rFonts w:ascii="Arial" w:hAnsi="Arial" w:cs="Arial"/>
          <w:bCs/>
          <w:color w:val="000000"/>
          <w:sz w:val="20"/>
        </w:rPr>
        <w:t xml:space="preserve"> </w:t>
      </w:r>
      <w:r w:rsidR="00B43AD3">
        <w:rPr>
          <w:rFonts w:ascii="Arial" w:hAnsi="Arial" w:cs="Arial"/>
          <w:bCs/>
          <w:color w:val="000000"/>
          <w:sz w:val="20"/>
        </w:rPr>
        <w:t>die</w:t>
      </w:r>
      <w:r w:rsidR="005B226D">
        <w:rPr>
          <w:rFonts w:ascii="Arial" w:hAnsi="Arial" w:cs="Arial"/>
          <w:bCs/>
          <w:color w:val="000000"/>
          <w:sz w:val="20"/>
        </w:rPr>
        <w:t xml:space="preserve"> Geräte </w:t>
      </w:r>
      <w:r w:rsidR="00FB6147">
        <w:rPr>
          <w:rFonts w:ascii="Arial" w:hAnsi="Arial" w:cs="Arial"/>
          <w:bCs/>
          <w:color w:val="000000"/>
          <w:sz w:val="20"/>
        </w:rPr>
        <w:t>ihrer</w:t>
      </w:r>
      <w:r w:rsidR="00B43AD3">
        <w:rPr>
          <w:rFonts w:ascii="Arial" w:hAnsi="Arial" w:cs="Arial"/>
          <w:bCs/>
          <w:color w:val="000000"/>
          <w:sz w:val="20"/>
        </w:rPr>
        <w:t xml:space="preserve"> Kunden </w:t>
      </w:r>
      <w:r w:rsidR="005B226D">
        <w:rPr>
          <w:rFonts w:ascii="Arial" w:hAnsi="Arial" w:cs="Arial"/>
          <w:bCs/>
          <w:color w:val="000000"/>
          <w:sz w:val="20"/>
        </w:rPr>
        <w:t xml:space="preserve">bequem per App </w:t>
      </w:r>
      <w:r w:rsidR="006E0686">
        <w:rPr>
          <w:rFonts w:ascii="Arial" w:hAnsi="Arial" w:cs="Arial"/>
          <w:bCs/>
          <w:color w:val="000000"/>
          <w:sz w:val="20"/>
        </w:rPr>
        <w:t>erfassen</w:t>
      </w:r>
      <w:r w:rsidR="00FB6147">
        <w:rPr>
          <w:rFonts w:ascii="Arial" w:hAnsi="Arial" w:cs="Arial"/>
          <w:bCs/>
          <w:color w:val="000000"/>
          <w:sz w:val="20"/>
        </w:rPr>
        <w:t>. So</w:t>
      </w:r>
      <w:r w:rsidR="005B226D">
        <w:rPr>
          <w:rFonts w:ascii="Arial" w:hAnsi="Arial" w:cs="Arial"/>
          <w:bCs/>
          <w:color w:val="000000"/>
          <w:sz w:val="20"/>
        </w:rPr>
        <w:t xml:space="preserve"> erhalten </w:t>
      </w:r>
      <w:r w:rsidR="00FB6147">
        <w:rPr>
          <w:rFonts w:ascii="Arial" w:hAnsi="Arial" w:cs="Arial"/>
          <w:bCs/>
          <w:color w:val="000000"/>
          <w:sz w:val="20"/>
        </w:rPr>
        <w:t xml:space="preserve">Händler und Anwender </w:t>
      </w:r>
      <w:r w:rsidR="005B226D">
        <w:rPr>
          <w:rFonts w:ascii="Arial" w:hAnsi="Arial" w:cs="Arial"/>
          <w:bCs/>
          <w:color w:val="000000"/>
          <w:sz w:val="20"/>
        </w:rPr>
        <w:t xml:space="preserve">schnell und unkompliziert die erweiterte Garantie von </w:t>
      </w:r>
      <w:r w:rsidR="00C859BB">
        <w:rPr>
          <w:rFonts w:ascii="Arial" w:hAnsi="Arial" w:cs="Arial"/>
          <w:bCs/>
          <w:color w:val="000000"/>
          <w:sz w:val="20"/>
        </w:rPr>
        <w:t>drei</w:t>
      </w:r>
      <w:r w:rsidR="005B226D">
        <w:rPr>
          <w:rFonts w:ascii="Arial" w:hAnsi="Arial" w:cs="Arial"/>
          <w:bCs/>
          <w:color w:val="000000"/>
          <w:sz w:val="20"/>
        </w:rPr>
        <w:t xml:space="preserve"> Jahren</w:t>
      </w:r>
      <w:r w:rsidR="00353E75">
        <w:rPr>
          <w:rFonts w:ascii="Arial" w:hAnsi="Arial" w:cs="Arial"/>
          <w:bCs/>
          <w:color w:val="000000"/>
          <w:sz w:val="20"/>
        </w:rPr>
        <w:t xml:space="preserve">. </w:t>
      </w:r>
      <w:r w:rsidR="00953E9F">
        <w:rPr>
          <w:rFonts w:ascii="Arial" w:hAnsi="Arial" w:cs="Arial"/>
          <w:bCs/>
          <w:color w:val="000000"/>
          <w:sz w:val="20"/>
        </w:rPr>
        <w:t>Handwerker</w:t>
      </w:r>
      <w:r w:rsidR="006E0686">
        <w:rPr>
          <w:rFonts w:ascii="Arial" w:hAnsi="Arial" w:cs="Arial"/>
          <w:bCs/>
          <w:color w:val="000000"/>
          <w:sz w:val="20"/>
        </w:rPr>
        <w:t xml:space="preserve"> haben außerdem die Möglichkeit, ihre Werkzeuge für den Metabo All-In Service und den Metabo </w:t>
      </w:r>
      <w:proofErr w:type="spellStart"/>
      <w:r w:rsidR="006E0686">
        <w:rPr>
          <w:rFonts w:ascii="Arial" w:hAnsi="Arial" w:cs="Arial"/>
          <w:bCs/>
          <w:color w:val="000000"/>
          <w:sz w:val="20"/>
        </w:rPr>
        <w:t>Full</w:t>
      </w:r>
      <w:proofErr w:type="spellEnd"/>
      <w:r w:rsidR="006E0686">
        <w:rPr>
          <w:rFonts w:ascii="Arial" w:hAnsi="Arial" w:cs="Arial"/>
          <w:bCs/>
          <w:color w:val="000000"/>
          <w:sz w:val="20"/>
        </w:rPr>
        <w:t xml:space="preserve"> Service zu registrieren</w:t>
      </w:r>
      <w:r w:rsidR="00456983">
        <w:rPr>
          <w:rFonts w:ascii="Arial" w:hAnsi="Arial" w:cs="Arial"/>
          <w:bCs/>
          <w:color w:val="000000"/>
          <w:sz w:val="20"/>
        </w:rPr>
        <w:t xml:space="preserve">“, </w:t>
      </w:r>
      <w:r w:rsidR="008D2EA4" w:rsidRPr="000C24AB">
        <w:rPr>
          <w:rFonts w:ascii="Arial" w:hAnsi="Arial" w:cs="Arial"/>
          <w:bCs/>
          <w:sz w:val="20"/>
        </w:rPr>
        <w:t>erklärt</w:t>
      </w:r>
      <w:r w:rsidR="00456983" w:rsidRPr="000C24AB">
        <w:rPr>
          <w:rFonts w:ascii="Arial" w:hAnsi="Arial" w:cs="Arial"/>
          <w:bCs/>
          <w:sz w:val="20"/>
        </w:rPr>
        <w:t xml:space="preserve"> </w:t>
      </w:r>
      <w:r w:rsidR="00456983">
        <w:rPr>
          <w:rFonts w:ascii="Arial" w:hAnsi="Arial" w:cs="Arial"/>
          <w:bCs/>
          <w:color w:val="000000"/>
          <w:sz w:val="20"/>
        </w:rPr>
        <w:t>Sternberg</w:t>
      </w:r>
      <w:r w:rsidR="005B226D">
        <w:rPr>
          <w:rFonts w:ascii="Arial" w:hAnsi="Arial" w:cs="Arial"/>
          <w:bCs/>
          <w:color w:val="000000"/>
          <w:sz w:val="20"/>
        </w:rPr>
        <w:t xml:space="preserve">. </w:t>
      </w:r>
      <w:r w:rsidR="00353E75">
        <w:rPr>
          <w:rFonts w:ascii="Arial" w:hAnsi="Arial" w:cs="Arial"/>
          <w:bCs/>
          <w:color w:val="000000"/>
          <w:sz w:val="20"/>
        </w:rPr>
        <w:t xml:space="preserve">„Die Metabo App bringt uns </w:t>
      </w:r>
      <w:r w:rsidR="000C24AB">
        <w:rPr>
          <w:rFonts w:ascii="Arial" w:hAnsi="Arial" w:cs="Arial"/>
          <w:bCs/>
          <w:color w:val="000000"/>
          <w:sz w:val="20"/>
        </w:rPr>
        <w:t xml:space="preserve">auf dem Weg, unsere Serviceleistungen zu digitalisieren, </w:t>
      </w:r>
      <w:r w:rsidR="00353E75">
        <w:rPr>
          <w:rFonts w:ascii="Arial" w:hAnsi="Arial" w:cs="Arial"/>
          <w:bCs/>
          <w:color w:val="000000"/>
          <w:sz w:val="20"/>
        </w:rPr>
        <w:t>einen wichtigen Schritt weiter</w:t>
      </w:r>
      <w:r w:rsidR="000C24AB">
        <w:rPr>
          <w:rFonts w:ascii="Arial" w:hAnsi="Arial" w:cs="Arial"/>
          <w:bCs/>
          <w:color w:val="000000"/>
          <w:sz w:val="20"/>
        </w:rPr>
        <w:t>. Wir haben ein durchdachtes und professionelles Service-Konzept – und jetzt bilden wir das auch konsequent digital ab</w:t>
      </w:r>
      <w:r w:rsidR="006A4A11">
        <w:rPr>
          <w:rFonts w:ascii="Arial" w:hAnsi="Arial" w:cs="Arial"/>
          <w:bCs/>
          <w:color w:val="000000"/>
          <w:sz w:val="20"/>
        </w:rPr>
        <w:t>“, sagt Steffen Präger, Business Development Manager für Service</w:t>
      </w:r>
      <w:r w:rsidR="000C24AB">
        <w:rPr>
          <w:rFonts w:ascii="Arial" w:hAnsi="Arial" w:cs="Arial"/>
          <w:bCs/>
          <w:color w:val="000000"/>
          <w:sz w:val="20"/>
        </w:rPr>
        <w:t>-Konzepte bei Metabo.</w:t>
      </w:r>
      <w:r w:rsidR="00353E75">
        <w:rPr>
          <w:rFonts w:ascii="Arial" w:hAnsi="Arial" w:cs="Arial"/>
          <w:bCs/>
          <w:color w:val="000000"/>
          <w:sz w:val="20"/>
        </w:rPr>
        <w:t xml:space="preserve"> </w:t>
      </w:r>
      <w:r w:rsidR="00D0517D">
        <w:rPr>
          <w:rFonts w:ascii="Arial" w:hAnsi="Arial" w:cs="Arial"/>
          <w:bCs/>
          <w:color w:val="000000"/>
          <w:sz w:val="20"/>
        </w:rPr>
        <w:t xml:space="preserve">Die App soll </w:t>
      </w:r>
      <w:r w:rsidR="00960C80">
        <w:rPr>
          <w:rFonts w:ascii="Arial" w:hAnsi="Arial" w:cs="Arial"/>
          <w:bCs/>
          <w:color w:val="000000"/>
          <w:sz w:val="20"/>
        </w:rPr>
        <w:t xml:space="preserve">kontinuierlich </w:t>
      </w:r>
      <w:r w:rsidR="00D0517D">
        <w:rPr>
          <w:rFonts w:ascii="Arial" w:hAnsi="Arial" w:cs="Arial"/>
          <w:bCs/>
          <w:color w:val="000000"/>
          <w:sz w:val="20"/>
        </w:rPr>
        <w:t xml:space="preserve">mit zusätzlichen Funktionen </w:t>
      </w:r>
      <w:r w:rsidR="00D0517D">
        <w:rPr>
          <w:rFonts w:ascii="Arial" w:hAnsi="Arial" w:cs="Arial"/>
          <w:bCs/>
          <w:color w:val="000000"/>
          <w:sz w:val="20"/>
        </w:rPr>
        <w:lastRenderedPageBreak/>
        <w:t xml:space="preserve">weiterentwickelt werden. </w:t>
      </w:r>
      <w:r w:rsidR="0099081C">
        <w:rPr>
          <w:rFonts w:ascii="Arial" w:hAnsi="Arial" w:cs="Arial"/>
          <w:bCs/>
          <w:color w:val="000000"/>
          <w:sz w:val="20"/>
        </w:rPr>
        <w:t>„</w:t>
      </w:r>
      <w:r w:rsidR="00960C80">
        <w:rPr>
          <w:rFonts w:ascii="Arial" w:hAnsi="Arial" w:cs="Arial"/>
          <w:bCs/>
          <w:color w:val="000000"/>
          <w:sz w:val="20"/>
        </w:rPr>
        <w:t>Dabei steht eines im Mittelpunkt: Die Funktionen sollen Nutzern helfen,</w:t>
      </w:r>
      <w:r w:rsidR="00EC523A">
        <w:rPr>
          <w:rFonts w:ascii="Arial" w:hAnsi="Arial" w:cs="Arial"/>
          <w:bCs/>
          <w:color w:val="000000"/>
          <w:sz w:val="20"/>
        </w:rPr>
        <w:t xml:space="preserve"> noch</w:t>
      </w:r>
      <w:r w:rsidR="007D7CF1">
        <w:rPr>
          <w:rFonts w:ascii="Arial" w:hAnsi="Arial" w:cs="Arial"/>
          <w:bCs/>
          <w:color w:val="000000"/>
          <w:sz w:val="20"/>
        </w:rPr>
        <w:t xml:space="preserve"> schnell</w:t>
      </w:r>
      <w:r w:rsidR="00EC523A">
        <w:rPr>
          <w:rFonts w:ascii="Arial" w:hAnsi="Arial" w:cs="Arial"/>
          <w:bCs/>
          <w:color w:val="000000"/>
          <w:sz w:val="20"/>
        </w:rPr>
        <w:t>er</w:t>
      </w:r>
      <w:r w:rsidR="007D7CF1">
        <w:rPr>
          <w:rFonts w:ascii="Arial" w:hAnsi="Arial" w:cs="Arial"/>
          <w:bCs/>
          <w:color w:val="000000"/>
          <w:sz w:val="20"/>
        </w:rPr>
        <w:t xml:space="preserve"> und effizient</w:t>
      </w:r>
      <w:r w:rsidR="00EC523A">
        <w:rPr>
          <w:rFonts w:ascii="Arial" w:hAnsi="Arial" w:cs="Arial"/>
          <w:bCs/>
          <w:color w:val="000000"/>
          <w:sz w:val="20"/>
        </w:rPr>
        <w:t>er</w:t>
      </w:r>
      <w:r w:rsidR="007D7CF1">
        <w:rPr>
          <w:rFonts w:ascii="Arial" w:hAnsi="Arial" w:cs="Arial"/>
          <w:bCs/>
          <w:color w:val="000000"/>
          <w:sz w:val="20"/>
        </w:rPr>
        <w:t xml:space="preserve"> </w:t>
      </w:r>
      <w:r w:rsidR="00372C57">
        <w:rPr>
          <w:rFonts w:ascii="Arial" w:hAnsi="Arial" w:cs="Arial"/>
          <w:bCs/>
          <w:color w:val="000000"/>
          <w:sz w:val="20"/>
        </w:rPr>
        <w:t xml:space="preserve">zu </w:t>
      </w:r>
      <w:r w:rsidR="007D7CF1">
        <w:rPr>
          <w:rFonts w:ascii="Arial" w:hAnsi="Arial" w:cs="Arial"/>
          <w:bCs/>
          <w:color w:val="000000"/>
          <w:sz w:val="20"/>
        </w:rPr>
        <w:t>arbeiten</w:t>
      </w:r>
      <w:r w:rsidR="00D0517D">
        <w:rPr>
          <w:rFonts w:ascii="Arial" w:hAnsi="Arial" w:cs="Arial"/>
          <w:bCs/>
          <w:color w:val="000000"/>
          <w:sz w:val="20"/>
        </w:rPr>
        <w:t>“</w:t>
      </w:r>
      <w:r w:rsidR="006A4A11">
        <w:rPr>
          <w:rFonts w:ascii="Arial" w:hAnsi="Arial" w:cs="Arial"/>
          <w:bCs/>
          <w:color w:val="000000"/>
          <w:sz w:val="20"/>
        </w:rPr>
        <w:t xml:space="preserve">, </w:t>
      </w:r>
      <w:r w:rsidR="000C24AB">
        <w:rPr>
          <w:rFonts w:ascii="Arial" w:hAnsi="Arial" w:cs="Arial"/>
          <w:bCs/>
          <w:color w:val="000000"/>
          <w:sz w:val="20"/>
        </w:rPr>
        <w:t>ergänzt</w:t>
      </w:r>
      <w:r w:rsidR="006A4A11">
        <w:rPr>
          <w:rFonts w:ascii="Arial" w:hAnsi="Arial" w:cs="Arial"/>
          <w:bCs/>
          <w:color w:val="000000"/>
          <w:sz w:val="20"/>
        </w:rPr>
        <w:t xml:space="preserve"> Sternberg.</w:t>
      </w:r>
      <w:r w:rsidR="0099081C">
        <w:rPr>
          <w:rFonts w:ascii="Arial" w:hAnsi="Arial" w:cs="Arial"/>
          <w:bCs/>
          <w:color w:val="000000"/>
          <w:sz w:val="20"/>
        </w:rPr>
        <w:t xml:space="preserve"> </w:t>
      </w:r>
    </w:p>
    <w:p w14:paraId="6B8939B7" w14:textId="77777777" w:rsidR="00D0517D" w:rsidRDefault="00D0517D" w:rsidP="00506C8E">
      <w:pPr>
        <w:spacing w:line="360" w:lineRule="auto"/>
        <w:jc w:val="both"/>
        <w:rPr>
          <w:rFonts w:ascii="Arial" w:hAnsi="Arial" w:cs="Arial"/>
          <w:bCs/>
          <w:color w:val="000000"/>
          <w:sz w:val="20"/>
        </w:rPr>
      </w:pPr>
    </w:p>
    <w:p w14:paraId="11F3463B" w14:textId="77777777" w:rsidR="00D0517D" w:rsidRPr="00FB6147" w:rsidRDefault="00D0517D" w:rsidP="00D0517D">
      <w:pPr>
        <w:spacing w:line="360" w:lineRule="auto"/>
        <w:jc w:val="both"/>
        <w:rPr>
          <w:rFonts w:ascii="Arial" w:hAnsi="Arial" w:cs="Arial"/>
          <w:b/>
          <w:bCs/>
          <w:color w:val="000000"/>
          <w:sz w:val="20"/>
        </w:rPr>
      </w:pPr>
      <w:r w:rsidRPr="00FB6147">
        <w:rPr>
          <w:rFonts w:ascii="Arial" w:hAnsi="Arial" w:cs="Arial"/>
          <w:b/>
          <w:bCs/>
          <w:color w:val="000000"/>
          <w:sz w:val="20"/>
        </w:rPr>
        <w:t>Händler und Produkte finden</w:t>
      </w:r>
    </w:p>
    <w:p w14:paraId="3DB0C2F2" w14:textId="3CDBB4EF" w:rsidR="002E69A4" w:rsidRDefault="00FB6147" w:rsidP="00506C8E">
      <w:pPr>
        <w:spacing w:line="360" w:lineRule="auto"/>
        <w:jc w:val="both"/>
        <w:rPr>
          <w:rFonts w:ascii="Arial" w:hAnsi="Arial" w:cs="Arial"/>
          <w:bCs/>
          <w:color w:val="000000"/>
          <w:sz w:val="20"/>
        </w:rPr>
      </w:pPr>
      <w:r>
        <w:rPr>
          <w:rFonts w:ascii="Arial" w:hAnsi="Arial" w:cs="Arial"/>
          <w:bCs/>
          <w:color w:val="000000"/>
          <w:sz w:val="20"/>
        </w:rPr>
        <w:t xml:space="preserve">Nächstgelegene Fachhändler finden Anwender </w:t>
      </w:r>
      <w:r w:rsidR="00F1422A">
        <w:rPr>
          <w:rFonts w:ascii="Arial" w:hAnsi="Arial" w:cs="Arial"/>
          <w:bCs/>
          <w:color w:val="000000"/>
          <w:sz w:val="20"/>
        </w:rPr>
        <w:t xml:space="preserve">schon jetzt </w:t>
      </w:r>
      <w:r>
        <w:rPr>
          <w:rFonts w:ascii="Arial" w:hAnsi="Arial" w:cs="Arial"/>
          <w:bCs/>
          <w:color w:val="000000"/>
          <w:sz w:val="20"/>
        </w:rPr>
        <w:t xml:space="preserve">mit der Händlersuche. Auch </w:t>
      </w:r>
      <w:proofErr w:type="spellStart"/>
      <w:r>
        <w:rPr>
          <w:rFonts w:ascii="Arial" w:hAnsi="Arial" w:cs="Arial"/>
          <w:bCs/>
          <w:color w:val="000000"/>
          <w:sz w:val="20"/>
        </w:rPr>
        <w:t>LiHD</w:t>
      </w:r>
      <w:proofErr w:type="spellEnd"/>
      <w:r>
        <w:rPr>
          <w:rFonts w:ascii="Arial" w:hAnsi="Arial" w:cs="Arial"/>
          <w:bCs/>
          <w:color w:val="000000"/>
          <w:sz w:val="20"/>
        </w:rPr>
        <w:t xml:space="preserve">-Partner werden angezeigt, also solche Fachhändler, die ihren Kunden </w:t>
      </w:r>
      <w:r w:rsidRPr="002A5EF8">
        <w:rPr>
          <w:rFonts w:ascii="Arial" w:hAnsi="Arial" w:cs="Arial"/>
          <w:bCs/>
          <w:color w:val="000000"/>
          <w:sz w:val="20"/>
        </w:rPr>
        <w:t xml:space="preserve">exklusive Vorteile </w:t>
      </w:r>
      <w:r>
        <w:rPr>
          <w:rFonts w:ascii="Arial" w:hAnsi="Arial" w:cs="Arial"/>
          <w:bCs/>
          <w:color w:val="000000"/>
          <w:sz w:val="20"/>
        </w:rPr>
        <w:t>und eine spezifische</w:t>
      </w:r>
      <w:r w:rsidRPr="002A5EF8">
        <w:rPr>
          <w:rFonts w:ascii="Arial" w:hAnsi="Arial" w:cs="Arial"/>
          <w:bCs/>
          <w:color w:val="000000"/>
          <w:sz w:val="20"/>
        </w:rPr>
        <w:t xml:space="preserve"> Beratung rund um die </w:t>
      </w:r>
      <w:r>
        <w:rPr>
          <w:rFonts w:ascii="Arial" w:hAnsi="Arial" w:cs="Arial"/>
          <w:bCs/>
          <w:color w:val="000000"/>
          <w:sz w:val="20"/>
        </w:rPr>
        <w:t xml:space="preserve">Metabo </w:t>
      </w:r>
      <w:proofErr w:type="spellStart"/>
      <w:r>
        <w:rPr>
          <w:rFonts w:ascii="Arial" w:hAnsi="Arial" w:cs="Arial"/>
          <w:bCs/>
          <w:color w:val="000000"/>
          <w:sz w:val="20"/>
        </w:rPr>
        <w:t>LiHD</w:t>
      </w:r>
      <w:proofErr w:type="spellEnd"/>
      <w:r>
        <w:rPr>
          <w:rFonts w:ascii="Arial" w:hAnsi="Arial" w:cs="Arial"/>
          <w:bCs/>
          <w:color w:val="000000"/>
          <w:sz w:val="20"/>
        </w:rPr>
        <w:t>-</w:t>
      </w:r>
      <w:r w:rsidRPr="002A5EF8">
        <w:rPr>
          <w:rFonts w:ascii="Arial" w:hAnsi="Arial" w:cs="Arial"/>
          <w:bCs/>
          <w:color w:val="000000"/>
          <w:sz w:val="20"/>
        </w:rPr>
        <w:t>Akku-Technologie bieten</w:t>
      </w:r>
      <w:r>
        <w:rPr>
          <w:rFonts w:ascii="Arial" w:hAnsi="Arial" w:cs="Arial"/>
          <w:bCs/>
          <w:color w:val="000000"/>
          <w:sz w:val="20"/>
        </w:rPr>
        <w:t>.</w:t>
      </w:r>
      <w:r w:rsidR="009C03BC">
        <w:rPr>
          <w:rFonts w:ascii="Arial" w:hAnsi="Arial" w:cs="Arial"/>
          <w:bCs/>
          <w:color w:val="000000"/>
          <w:sz w:val="20"/>
        </w:rPr>
        <w:t xml:space="preserve"> </w:t>
      </w:r>
      <w:r w:rsidR="00960C80">
        <w:rPr>
          <w:rFonts w:ascii="Arial" w:hAnsi="Arial" w:cs="Arial"/>
          <w:bCs/>
          <w:color w:val="000000"/>
          <w:sz w:val="20"/>
        </w:rPr>
        <w:t>Zudem sind in der App</w:t>
      </w:r>
      <w:r>
        <w:rPr>
          <w:rFonts w:ascii="Arial" w:hAnsi="Arial" w:cs="Arial"/>
          <w:bCs/>
          <w:color w:val="000000"/>
          <w:sz w:val="20"/>
        </w:rPr>
        <w:t xml:space="preserve"> </w:t>
      </w:r>
      <w:r w:rsidR="00960C80">
        <w:rPr>
          <w:rFonts w:ascii="Arial" w:hAnsi="Arial" w:cs="Arial"/>
          <w:bCs/>
          <w:color w:val="000000"/>
          <w:sz w:val="20"/>
        </w:rPr>
        <w:t>a</w:t>
      </w:r>
      <w:r w:rsidR="00F449BD">
        <w:rPr>
          <w:rFonts w:ascii="Arial" w:hAnsi="Arial" w:cs="Arial"/>
          <w:bCs/>
          <w:color w:val="000000"/>
          <w:sz w:val="20"/>
        </w:rPr>
        <w:t xml:space="preserve">lle Metabo </w:t>
      </w:r>
      <w:r w:rsidR="008620F2" w:rsidRPr="00F46460">
        <w:rPr>
          <w:rFonts w:ascii="Arial" w:hAnsi="Arial" w:cs="Arial"/>
          <w:bCs/>
          <w:sz w:val="20"/>
        </w:rPr>
        <w:t>Maschinen</w:t>
      </w:r>
      <w:r w:rsidRPr="00F46460">
        <w:rPr>
          <w:rFonts w:ascii="Arial" w:hAnsi="Arial" w:cs="Arial"/>
          <w:bCs/>
          <w:sz w:val="20"/>
        </w:rPr>
        <w:t xml:space="preserve"> </w:t>
      </w:r>
      <w:r>
        <w:rPr>
          <w:rFonts w:ascii="Arial" w:hAnsi="Arial" w:cs="Arial"/>
          <w:bCs/>
          <w:color w:val="000000"/>
          <w:sz w:val="20"/>
        </w:rPr>
        <w:t xml:space="preserve">mit den dazugehörigen technischen Details im integrierten Produktkatalog zu finden. </w:t>
      </w:r>
    </w:p>
    <w:p w14:paraId="41338459" w14:textId="77777777" w:rsidR="000C54CC" w:rsidRDefault="000C54CC" w:rsidP="00506C8E">
      <w:pPr>
        <w:spacing w:line="360" w:lineRule="auto"/>
        <w:jc w:val="both"/>
        <w:rPr>
          <w:rFonts w:ascii="Arial" w:hAnsi="Arial" w:cs="Arial"/>
          <w:bCs/>
          <w:color w:val="000000"/>
          <w:sz w:val="20"/>
        </w:rPr>
      </w:pPr>
    </w:p>
    <w:p w14:paraId="70691A47" w14:textId="1704B917" w:rsidR="00B40033" w:rsidRPr="00456B68" w:rsidRDefault="006A4A11" w:rsidP="00C37B3C">
      <w:pPr>
        <w:pStyle w:val="KeinLeerraum"/>
      </w:pPr>
      <w:r>
        <w:t>Das rechnet sich</w:t>
      </w:r>
    </w:p>
    <w:p w14:paraId="67B44F25" w14:textId="514DA372" w:rsidR="00107421" w:rsidRDefault="00107421" w:rsidP="00506C8E">
      <w:pPr>
        <w:spacing w:line="360" w:lineRule="auto"/>
        <w:jc w:val="both"/>
        <w:rPr>
          <w:rFonts w:ascii="Arial" w:hAnsi="Arial" w:cs="Arial"/>
          <w:bCs/>
          <w:color w:val="000000"/>
          <w:sz w:val="20"/>
        </w:rPr>
      </w:pPr>
      <w:r>
        <w:rPr>
          <w:rFonts w:ascii="Arial" w:hAnsi="Arial" w:cs="Arial"/>
          <w:bCs/>
          <w:color w:val="000000"/>
          <w:sz w:val="20"/>
        </w:rPr>
        <w:t>Doch die App informiert Anwender nicht nur, sie schützt sie auch:</w:t>
      </w:r>
      <w:r w:rsidR="00BA469D">
        <w:rPr>
          <w:rFonts w:ascii="Arial" w:hAnsi="Arial" w:cs="Arial"/>
          <w:bCs/>
          <w:color w:val="000000"/>
          <w:sz w:val="20"/>
        </w:rPr>
        <w:t xml:space="preserve"> </w:t>
      </w:r>
      <w:r>
        <w:rPr>
          <w:rFonts w:ascii="Arial" w:hAnsi="Arial" w:cs="Arial"/>
          <w:bCs/>
          <w:color w:val="000000"/>
          <w:sz w:val="20"/>
        </w:rPr>
        <w:t xml:space="preserve">Ein </w:t>
      </w:r>
      <w:r w:rsidR="00DB674A">
        <w:rPr>
          <w:rFonts w:ascii="Arial" w:hAnsi="Arial" w:cs="Arial"/>
          <w:bCs/>
          <w:color w:val="000000"/>
          <w:sz w:val="20"/>
        </w:rPr>
        <w:t>integrierte</w:t>
      </w:r>
      <w:r>
        <w:rPr>
          <w:rFonts w:ascii="Arial" w:hAnsi="Arial" w:cs="Arial"/>
          <w:bCs/>
          <w:color w:val="000000"/>
          <w:sz w:val="20"/>
        </w:rPr>
        <w:t>r</w:t>
      </w:r>
      <w:r w:rsidR="00DB674A">
        <w:rPr>
          <w:rFonts w:ascii="Arial" w:hAnsi="Arial" w:cs="Arial"/>
          <w:bCs/>
          <w:color w:val="000000"/>
          <w:sz w:val="20"/>
        </w:rPr>
        <w:t xml:space="preserve"> Vibrationsrechner </w:t>
      </w:r>
      <w:r w:rsidR="00584A69">
        <w:rPr>
          <w:rFonts w:ascii="Arial" w:hAnsi="Arial" w:cs="Arial"/>
          <w:bCs/>
          <w:color w:val="000000"/>
          <w:sz w:val="20"/>
        </w:rPr>
        <w:t>berechnet</w:t>
      </w:r>
      <w:r w:rsidR="00FB487A">
        <w:rPr>
          <w:rFonts w:ascii="Arial" w:hAnsi="Arial" w:cs="Arial"/>
          <w:bCs/>
          <w:color w:val="000000"/>
          <w:sz w:val="20"/>
        </w:rPr>
        <w:t xml:space="preserve"> </w:t>
      </w:r>
      <w:r w:rsidR="00633E86">
        <w:rPr>
          <w:rFonts w:ascii="Arial" w:hAnsi="Arial" w:cs="Arial"/>
          <w:bCs/>
          <w:color w:val="000000"/>
          <w:sz w:val="20"/>
        </w:rPr>
        <w:t xml:space="preserve">schnell und </w:t>
      </w:r>
      <w:r w:rsidR="00FB487A">
        <w:rPr>
          <w:rFonts w:ascii="Arial" w:hAnsi="Arial" w:cs="Arial"/>
          <w:bCs/>
          <w:color w:val="000000"/>
          <w:sz w:val="20"/>
        </w:rPr>
        <w:t xml:space="preserve">genau, wie viele Stunden mit einem Gerät </w:t>
      </w:r>
      <w:r>
        <w:rPr>
          <w:rFonts w:ascii="Arial" w:hAnsi="Arial" w:cs="Arial"/>
          <w:bCs/>
          <w:color w:val="000000"/>
          <w:sz w:val="20"/>
        </w:rPr>
        <w:t>ge</w:t>
      </w:r>
      <w:r w:rsidR="00FB487A">
        <w:rPr>
          <w:rFonts w:ascii="Arial" w:hAnsi="Arial" w:cs="Arial"/>
          <w:bCs/>
          <w:color w:val="000000"/>
          <w:sz w:val="20"/>
        </w:rPr>
        <w:t>arbeite</w:t>
      </w:r>
      <w:r>
        <w:rPr>
          <w:rFonts w:ascii="Arial" w:hAnsi="Arial" w:cs="Arial"/>
          <w:bCs/>
          <w:color w:val="000000"/>
          <w:sz w:val="20"/>
        </w:rPr>
        <w:t>t werde</w:t>
      </w:r>
      <w:r w:rsidR="00FB487A">
        <w:rPr>
          <w:rFonts w:ascii="Arial" w:hAnsi="Arial" w:cs="Arial"/>
          <w:bCs/>
          <w:color w:val="000000"/>
          <w:sz w:val="20"/>
        </w:rPr>
        <w:t>n kann, ohne</w:t>
      </w:r>
      <w:r>
        <w:rPr>
          <w:rFonts w:ascii="Arial" w:hAnsi="Arial" w:cs="Arial"/>
          <w:bCs/>
          <w:color w:val="000000"/>
          <w:sz w:val="20"/>
        </w:rPr>
        <w:t xml:space="preserve"> dabei</w:t>
      </w:r>
      <w:r w:rsidR="00FB487A">
        <w:rPr>
          <w:rFonts w:ascii="Arial" w:hAnsi="Arial" w:cs="Arial"/>
          <w:bCs/>
          <w:color w:val="000000"/>
          <w:sz w:val="20"/>
        </w:rPr>
        <w:t xml:space="preserve"> gesundheitliche Risiken einzugehen. </w:t>
      </w:r>
      <w:r w:rsidR="00633E86">
        <w:rPr>
          <w:rFonts w:ascii="Arial" w:hAnsi="Arial" w:cs="Arial"/>
          <w:bCs/>
          <w:color w:val="000000"/>
          <w:sz w:val="20"/>
        </w:rPr>
        <w:t xml:space="preserve">Dazu greift die App auf die </w:t>
      </w:r>
      <w:r w:rsidR="008620F2" w:rsidRPr="00F46460">
        <w:rPr>
          <w:rFonts w:ascii="Arial" w:hAnsi="Arial" w:cs="Arial"/>
          <w:bCs/>
          <w:sz w:val="20"/>
        </w:rPr>
        <w:t xml:space="preserve">hinterlegten </w:t>
      </w:r>
      <w:r w:rsidR="00633E86">
        <w:rPr>
          <w:rFonts w:ascii="Arial" w:hAnsi="Arial" w:cs="Arial"/>
          <w:bCs/>
          <w:color w:val="000000"/>
          <w:sz w:val="20"/>
        </w:rPr>
        <w:t xml:space="preserve">Vibrationswerte </w:t>
      </w:r>
      <w:r w:rsidR="00F6308D">
        <w:rPr>
          <w:rFonts w:ascii="Arial" w:hAnsi="Arial" w:cs="Arial"/>
          <w:bCs/>
          <w:color w:val="000000"/>
          <w:sz w:val="20"/>
        </w:rPr>
        <w:t>aller</w:t>
      </w:r>
      <w:r w:rsidR="00633E86">
        <w:rPr>
          <w:rFonts w:ascii="Arial" w:hAnsi="Arial" w:cs="Arial"/>
          <w:bCs/>
          <w:color w:val="000000"/>
          <w:sz w:val="20"/>
        </w:rPr>
        <w:t xml:space="preserve"> Metabo</w:t>
      </w:r>
      <w:r>
        <w:rPr>
          <w:rFonts w:ascii="Arial" w:hAnsi="Arial" w:cs="Arial"/>
          <w:bCs/>
          <w:color w:val="000000"/>
          <w:sz w:val="20"/>
        </w:rPr>
        <w:t xml:space="preserve"> </w:t>
      </w:r>
      <w:r w:rsidR="00633E86">
        <w:rPr>
          <w:rFonts w:ascii="Arial" w:hAnsi="Arial" w:cs="Arial"/>
          <w:bCs/>
          <w:color w:val="000000"/>
          <w:sz w:val="20"/>
        </w:rPr>
        <w:t xml:space="preserve">Maschinen zurück. Auch wenn der Anwender mit </w:t>
      </w:r>
      <w:r w:rsidR="008D2EA4" w:rsidRPr="000C24AB">
        <w:rPr>
          <w:rFonts w:ascii="Arial" w:hAnsi="Arial" w:cs="Arial"/>
          <w:bCs/>
          <w:sz w:val="20"/>
        </w:rPr>
        <w:t>verschiedenen</w:t>
      </w:r>
      <w:r>
        <w:rPr>
          <w:rFonts w:ascii="Arial" w:hAnsi="Arial" w:cs="Arial"/>
          <w:bCs/>
          <w:color w:val="000000"/>
          <w:sz w:val="20"/>
        </w:rPr>
        <w:t xml:space="preserve"> Maschinen </w:t>
      </w:r>
      <w:r w:rsidR="008D2EA4" w:rsidRPr="000C24AB">
        <w:rPr>
          <w:rFonts w:ascii="Arial" w:hAnsi="Arial" w:cs="Arial"/>
          <w:bCs/>
          <w:sz w:val="20"/>
        </w:rPr>
        <w:t>am Tag</w:t>
      </w:r>
      <w:r w:rsidRPr="000C24AB">
        <w:rPr>
          <w:rFonts w:ascii="Arial" w:hAnsi="Arial" w:cs="Arial"/>
          <w:bCs/>
          <w:sz w:val="20"/>
        </w:rPr>
        <w:t xml:space="preserve"> </w:t>
      </w:r>
      <w:r w:rsidR="00633E86">
        <w:rPr>
          <w:rFonts w:ascii="Arial" w:hAnsi="Arial" w:cs="Arial"/>
          <w:bCs/>
          <w:color w:val="000000"/>
          <w:sz w:val="20"/>
        </w:rPr>
        <w:t xml:space="preserve">arbeitet, ermittelt der Vibrationsrechner </w:t>
      </w:r>
      <w:r w:rsidR="00BA469D">
        <w:rPr>
          <w:rFonts w:ascii="Arial" w:hAnsi="Arial" w:cs="Arial"/>
          <w:bCs/>
          <w:color w:val="000000"/>
          <w:sz w:val="20"/>
        </w:rPr>
        <w:t xml:space="preserve">in nur wenigen Schritten </w:t>
      </w:r>
      <w:r w:rsidR="00633E86">
        <w:rPr>
          <w:rFonts w:ascii="Arial" w:hAnsi="Arial" w:cs="Arial"/>
          <w:bCs/>
          <w:color w:val="000000"/>
          <w:sz w:val="20"/>
        </w:rPr>
        <w:t>die max</w:t>
      </w:r>
      <w:r>
        <w:rPr>
          <w:rFonts w:ascii="Arial" w:hAnsi="Arial" w:cs="Arial"/>
          <w:bCs/>
          <w:color w:val="000000"/>
          <w:sz w:val="20"/>
        </w:rPr>
        <w:t>imalen Arbeitsstunden pro Gerät.</w:t>
      </w:r>
      <w:r w:rsidR="00633E86">
        <w:rPr>
          <w:rFonts w:ascii="Arial" w:hAnsi="Arial" w:cs="Arial"/>
          <w:bCs/>
          <w:color w:val="000000"/>
          <w:sz w:val="20"/>
        </w:rPr>
        <w:t xml:space="preserve"> </w:t>
      </w:r>
      <w:r>
        <w:rPr>
          <w:rFonts w:ascii="Arial" w:hAnsi="Arial" w:cs="Arial"/>
          <w:bCs/>
          <w:color w:val="000000"/>
          <w:sz w:val="20"/>
        </w:rPr>
        <w:t xml:space="preserve">Maschinen anderer Hersteller können ebenfalls </w:t>
      </w:r>
      <w:r w:rsidR="00F1422A">
        <w:rPr>
          <w:rFonts w:ascii="Arial" w:hAnsi="Arial" w:cs="Arial"/>
          <w:bCs/>
          <w:color w:val="000000"/>
          <w:sz w:val="20"/>
        </w:rPr>
        <w:t>miteingerechnet</w:t>
      </w:r>
      <w:r>
        <w:rPr>
          <w:rFonts w:ascii="Arial" w:hAnsi="Arial" w:cs="Arial"/>
          <w:bCs/>
          <w:color w:val="000000"/>
          <w:sz w:val="20"/>
        </w:rPr>
        <w:t xml:space="preserve"> werden, sofern deren Vibrationswerte bekannt sind. „</w:t>
      </w:r>
      <w:r w:rsidR="00633E86">
        <w:rPr>
          <w:rFonts w:ascii="Arial" w:hAnsi="Arial" w:cs="Arial"/>
          <w:bCs/>
          <w:color w:val="000000"/>
          <w:sz w:val="20"/>
        </w:rPr>
        <w:t xml:space="preserve">Für die Berechnung wählt der Handwerker die entsprechenden Maschinen aus und </w:t>
      </w:r>
      <w:r w:rsidR="001066D7">
        <w:rPr>
          <w:rFonts w:ascii="Arial" w:hAnsi="Arial" w:cs="Arial"/>
          <w:bCs/>
          <w:color w:val="000000"/>
          <w:sz w:val="20"/>
        </w:rPr>
        <w:t xml:space="preserve">schon </w:t>
      </w:r>
      <w:r w:rsidR="00633E86">
        <w:rPr>
          <w:rFonts w:ascii="Arial" w:hAnsi="Arial" w:cs="Arial"/>
          <w:bCs/>
          <w:color w:val="000000"/>
          <w:sz w:val="20"/>
        </w:rPr>
        <w:t>sieht er auf einen Blick, wie viele Stunden er mit den jeweiligen Geräten</w:t>
      </w:r>
      <w:r>
        <w:rPr>
          <w:rFonts w:ascii="Arial" w:hAnsi="Arial" w:cs="Arial"/>
          <w:bCs/>
          <w:color w:val="000000"/>
          <w:sz w:val="20"/>
        </w:rPr>
        <w:t xml:space="preserve"> </w:t>
      </w:r>
      <w:r w:rsidR="00633E86">
        <w:rPr>
          <w:rFonts w:ascii="Arial" w:hAnsi="Arial" w:cs="Arial"/>
          <w:bCs/>
          <w:color w:val="000000"/>
          <w:sz w:val="20"/>
        </w:rPr>
        <w:t>arbeiten kann</w:t>
      </w:r>
      <w:r>
        <w:rPr>
          <w:rFonts w:ascii="Arial" w:hAnsi="Arial" w:cs="Arial"/>
          <w:bCs/>
          <w:color w:val="000000"/>
          <w:sz w:val="20"/>
        </w:rPr>
        <w:t>“, erklärt Sternberg</w:t>
      </w:r>
      <w:r w:rsidR="00633E86">
        <w:rPr>
          <w:rFonts w:ascii="Arial" w:hAnsi="Arial" w:cs="Arial"/>
          <w:bCs/>
          <w:color w:val="000000"/>
          <w:sz w:val="20"/>
        </w:rPr>
        <w:t xml:space="preserve">. </w:t>
      </w:r>
      <w:r>
        <w:rPr>
          <w:rFonts w:ascii="Arial" w:hAnsi="Arial" w:cs="Arial"/>
          <w:bCs/>
          <w:color w:val="000000"/>
          <w:sz w:val="20"/>
        </w:rPr>
        <w:t xml:space="preserve">Grüner Smiley bedeutet: Alles im grünen Bereich. Metabo Maschinen mit integriertem Autobalancer sind hier klar im Vorteil: „Mit der App kann man sehr </w:t>
      </w:r>
      <w:r w:rsidRPr="00E41E09">
        <w:rPr>
          <w:rFonts w:ascii="Arial" w:hAnsi="Arial" w:cs="Arial"/>
          <w:bCs/>
          <w:color w:val="000000"/>
          <w:sz w:val="20"/>
        </w:rPr>
        <w:t>gut sehen, wie viel diese</w:t>
      </w:r>
      <w:r w:rsidR="0099081C" w:rsidRPr="00E41E09">
        <w:rPr>
          <w:rFonts w:ascii="Arial" w:hAnsi="Arial" w:cs="Arial"/>
          <w:bCs/>
          <w:color w:val="000000"/>
          <w:sz w:val="20"/>
        </w:rPr>
        <w:t xml:space="preserve"> Funktion</w:t>
      </w:r>
      <w:r w:rsidRPr="00E41E09">
        <w:rPr>
          <w:rFonts w:ascii="Arial" w:hAnsi="Arial" w:cs="Arial"/>
          <w:bCs/>
          <w:color w:val="000000"/>
          <w:sz w:val="20"/>
        </w:rPr>
        <w:t xml:space="preserve"> eigentlich ausmacht</w:t>
      </w:r>
      <w:r w:rsidR="008D2EA4">
        <w:rPr>
          <w:rFonts w:ascii="Arial" w:hAnsi="Arial" w:cs="Arial"/>
          <w:bCs/>
          <w:color w:val="000000"/>
          <w:sz w:val="20"/>
        </w:rPr>
        <w:t xml:space="preserve"> </w:t>
      </w:r>
      <w:r w:rsidR="008D2EA4" w:rsidRPr="000C24AB">
        <w:rPr>
          <w:rFonts w:ascii="Arial" w:hAnsi="Arial" w:cs="Arial"/>
          <w:bCs/>
          <w:sz w:val="20"/>
        </w:rPr>
        <w:t>und</w:t>
      </w:r>
      <w:r w:rsidR="006A4A11">
        <w:rPr>
          <w:rFonts w:ascii="Arial" w:hAnsi="Arial" w:cs="Arial"/>
          <w:bCs/>
          <w:sz w:val="20"/>
        </w:rPr>
        <w:t>,</w:t>
      </w:r>
      <w:r w:rsidR="008D2EA4" w:rsidRPr="000C24AB">
        <w:rPr>
          <w:rFonts w:ascii="Arial" w:hAnsi="Arial" w:cs="Arial"/>
          <w:bCs/>
          <w:sz w:val="20"/>
        </w:rPr>
        <w:t xml:space="preserve"> dass es sich für den Kunden rechnet</w:t>
      </w:r>
      <w:r w:rsidRPr="000C24AB">
        <w:rPr>
          <w:rFonts w:ascii="Arial" w:hAnsi="Arial" w:cs="Arial"/>
          <w:bCs/>
          <w:sz w:val="20"/>
        </w:rPr>
        <w:t xml:space="preserve">“, </w:t>
      </w:r>
      <w:r w:rsidRPr="00E41E09">
        <w:rPr>
          <w:rFonts w:ascii="Arial" w:hAnsi="Arial" w:cs="Arial"/>
          <w:bCs/>
          <w:color w:val="000000"/>
          <w:sz w:val="20"/>
        </w:rPr>
        <w:t xml:space="preserve">sagt Sternberg. </w:t>
      </w:r>
      <w:r w:rsidR="0099081C" w:rsidRPr="00E41E09">
        <w:rPr>
          <w:rFonts w:ascii="Arial" w:hAnsi="Arial" w:cs="Arial"/>
          <w:sz w:val="20"/>
        </w:rPr>
        <w:t>Der Metabo Autobalancer gleicht Unwuchten bei Trenn- und Schruppscheiben aus</w:t>
      </w:r>
      <w:r w:rsidR="008620F2">
        <w:rPr>
          <w:rFonts w:ascii="Arial" w:hAnsi="Arial" w:cs="Arial"/>
          <w:sz w:val="20"/>
        </w:rPr>
        <w:t xml:space="preserve"> </w:t>
      </w:r>
      <w:r w:rsidR="008620F2" w:rsidRPr="00F46460">
        <w:rPr>
          <w:rFonts w:ascii="Arial" w:hAnsi="Arial" w:cs="Arial"/>
          <w:sz w:val="20"/>
        </w:rPr>
        <w:t>und</w:t>
      </w:r>
      <w:r w:rsidR="0099081C" w:rsidRPr="00F46460">
        <w:rPr>
          <w:rFonts w:ascii="Arial" w:hAnsi="Arial" w:cs="Arial"/>
          <w:sz w:val="20"/>
        </w:rPr>
        <w:t xml:space="preserve"> </w:t>
      </w:r>
      <w:r w:rsidR="0099081C" w:rsidRPr="00E41E09">
        <w:rPr>
          <w:rFonts w:ascii="Arial" w:hAnsi="Arial" w:cs="Arial"/>
          <w:sz w:val="20"/>
        </w:rPr>
        <w:t xml:space="preserve">die Metabo </w:t>
      </w:r>
      <w:proofErr w:type="spellStart"/>
      <w:r w:rsidR="0099081C" w:rsidRPr="00E41E09">
        <w:rPr>
          <w:rFonts w:ascii="Arial" w:hAnsi="Arial" w:cs="Arial"/>
          <w:sz w:val="20"/>
        </w:rPr>
        <w:t>VibraTech</w:t>
      </w:r>
      <w:proofErr w:type="spellEnd"/>
      <w:r w:rsidR="0099081C" w:rsidRPr="00E41E09">
        <w:rPr>
          <w:rFonts w:ascii="Arial" w:hAnsi="Arial" w:cs="Arial"/>
          <w:sz w:val="20"/>
        </w:rPr>
        <w:t>-Funktion (MVT) entkoppelt</w:t>
      </w:r>
      <w:r w:rsidR="0099081C" w:rsidRPr="008620F2">
        <w:rPr>
          <w:rFonts w:ascii="Arial" w:hAnsi="Arial" w:cs="Arial"/>
          <w:color w:val="FF0000"/>
          <w:sz w:val="20"/>
        </w:rPr>
        <w:t xml:space="preserve"> </w:t>
      </w:r>
      <w:r w:rsidR="008620F2" w:rsidRPr="00F46460">
        <w:rPr>
          <w:rFonts w:ascii="Arial" w:hAnsi="Arial" w:cs="Arial"/>
          <w:sz w:val="20"/>
        </w:rPr>
        <w:t xml:space="preserve">zusätzlich </w:t>
      </w:r>
      <w:r w:rsidR="0099081C" w:rsidRPr="00E41E09">
        <w:rPr>
          <w:rFonts w:ascii="Arial" w:hAnsi="Arial" w:cs="Arial"/>
          <w:sz w:val="20"/>
        </w:rPr>
        <w:t>die Griffbereiche. So können Vibrationen bis zu 50 Prozent reduziert werden.</w:t>
      </w:r>
      <w:r w:rsidR="0099081C">
        <w:rPr>
          <w:rFonts w:ascii="Arial" w:hAnsi="Arial" w:cs="Arial"/>
          <w:sz w:val="20"/>
        </w:rPr>
        <w:t xml:space="preserve"> </w:t>
      </w:r>
    </w:p>
    <w:p w14:paraId="4FAC0165" w14:textId="77777777" w:rsidR="00107421" w:rsidRDefault="00107421" w:rsidP="00506C8E">
      <w:pPr>
        <w:spacing w:line="360" w:lineRule="auto"/>
        <w:jc w:val="both"/>
        <w:rPr>
          <w:rFonts w:ascii="Arial" w:hAnsi="Arial" w:cs="Arial"/>
          <w:bCs/>
          <w:color w:val="000000"/>
          <w:sz w:val="20"/>
        </w:rPr>
      </w:pPr>
    </w:p>
    <w:p w14:paraId="596DB56F" w14:textId="411EA8F3" w:rsidR="000C54CC" w:rsidRPr="00456B68" w:rsidRDefault="000C54CC" w:rsidP="00506C8E">
      <w:pPr>
        <w:spacing w:line="360" w:lineRule="auto"/>
        <w:jc w:val="both"/>
        <w:rPr>
          <w:rFonts w:ascii="Arial" w:hAnsi="Arial" w:cs="Arial"/>
          <w:bCs/>
          <w:color w:val="000000"/>
          <w:sz w:val="20"/>
        </w:rPr>
      </w:pPr>
      <w:r>
        <w:rPr>
          <w:rFonts w:ascii="Arial" w:hAnsi="Arial" w:cs="Arial"/>
          <w:bCs/>
          <w:color w:val="000000"/>
          <w:sz w:val="20"/>
        </w:rPr>
        <w:t>Die neue Metabo</w:t>
      </w:r>
      <w:r w:rsidR="008620F2">
        <w:rPr>
          <w:rFonts w:ascii="Arial" w:hAnsi="Arial" w:cs="Arial"/>
          <w:bCs/>
          <w:color w:val="000000"/>
          <w:sz w:val="20"/>
        </w:rPr>
        <w:t xml:space="preserve"> </w:t>
      </w:r>
      <w:r>
        <w:rPr>
          <w:rFonts w:ascii="Arial" w:hAnsi="Arial" w:cs="Arial"/>
          <w:bCs/>
          <w:color w:val="000000"/>
          <w:sz w:val="20"/>
        </w:rPr>
        <w:t>App ist</w:t>
      </w:r>
      <w:r w:rsidR="00B43AD3">
        <w:rPr>
          <w:rFonts w:ascii="Arial" w:hAnsi="Arial" w:cs="Arial"/>
          <w:bCs/>
          <w:color w:val="000000"/>
          <w:sz w:val="20"/>
        </w:rPr>
        <w:t xml:space="preserve"> </w:t>
      </w:r>
      <w:r w:rsidR="006E0686">
        <w:rPr>
          <w:rFonts w:ascii="Arial" w:hAnsi="Arial" w:cs="Arial"/>
          <w:bCs/>
          <w:color w:val="000000"/>
          <w:sz w:val="20"/>
        </w:rPr>
        <w:t>in</w:t>
      </w:r>
      <w:r w:rsidR="00B43AD3">
        <w:rPr>
          <w:rFonts w:ascii="Arial" w:hAnsi="Arial" w:cs="Arial"/>
          <w:bCs/>
          <w:color w:val="000000"/>
          <w:sz w:val="20"/>
        </w:rPr>
        <w:t xml:space="preserve"> 21 Sprachen</w:t>
      </w:r>
      <w:r>
        <w:rPr>
          <w:rFonts w:ascii="Arial" w:hAnsi="Arial" w:cs="Arial"/>
          <w:bCs/>
          <w:color w:val="000000"/>
          <w:sz w:val="20"/>
        </w:rPr>
        <w:t xml:space="preserve"> ab </w:t>
      </w:r>
      <w:r w:rsidR="0099081C">
        <w:rPr>
          <w:rFonts w:ascii="Arial" w:hAnsi="Arial" w:cs="Arial"/>
          <w:bCs/>
          <w:color w:val="000000"/>
          <w:sz w:val="20"/>
        </w:rPr>
        <w:t>sofort</w:t>
      </w:r>
      <w:r w:rsidR="006E0686">
        <w:rPr>
          <w:rFonts w:ascii="Arial" w:hAnsi="Arial" w:cs="Arial"/>
          <w:bCs/>
          <w:color w:val="000000"/>
          <w:sz w:val="20"/>
        </w:rPr>
        <w:t xml:space="preserve"> </w:t>
      </w:r>
      <w:r>
        <w:rPr>
          <w:rFonts w:ascii="Arial" w:hAnsi="Arial" w:cs="Arial"/>
          <w:bCs/>
          <w:color w:val="000000"/>
          <w:sz w:val="20"/>
        </w:rPr>
        <w:t xml:space="preserve">kostenlos im Apple App Store und im Google Play Store verfügbar. </w:t>
      </w:r>
      <w:r w:rsidR="001066D7">
        <w:rPr>
          <w:rFonts w:ascii="Arial" w:hAnsi="Arial" w:cs="Arial"/>
          <w:bCs/>
          <w:color w:val="000000"/>
          <w:sz w:val="20"/>
        </w:rPr>
        <w:t xml:space="preserve">Wer nur den Produktkatalog oder die Händlersuche nutzen möchte, benötigt dafür keine Registrierung. Produkt- und Händlerinformationen sind offen zugänglich. </w:t>
      </w:r>
    </w:p>
    <w:p w14:paraId="60D651B1" w14:textId="77777777" w:rsidR="00246201" w:rsidRPr="00456B68" w:rsidRDefault="00246201" w:rsidP="00664746">
      <w:pPr>
        <w:spacing w:line="360" w:lineRule="auto"/>
        <w:jc w:val="both"/>
        <w:rPr>
          <w:rFonts w:ascii="Arial" w:hAnsi="Arial" w:cs="Arial"/>
          <w:bCs/>
          <w:color w:val="000000"/>
          <w:sz w:val="20"/>
        </w:rPr>
      </w:pPr>
    </w:p>
    <w:p w14:paraId="1908E27F" w14:textId="77777777" w:rsidR="00865C5E" w:rsidRDefault="00865C5E" w:rsidP="00664746">
      <w:pPr>
        <w:spacing w:line="360" w:lineRule="auto"/>
        <w:jc w:val="center"/>
        <w:rPr>
          <w:rFonts w:ascii="Arial" w:hAnsi="Arial"/>
          <w:sz w:val="20"/>
        </w:rPr>
      </w:pPr>
      <w:r>
        <w:rPr>
          <w:rFonts w:ascii="Arial" w:hAnsi="Arial"/>
          <w:sz w:val="20"/>
        </w:rPr>
        <w:t>* * *</w:t>
      </w:r>
    </w:p>
    <w:p w14:paraId="04E5EAE5"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lastRenderedPageBreak/>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037114FC" w14:textId="77777777" w:rsidR="00456B68" w:rsidRDefault="00456B68" w:rsidP="00664746">
      <w:pPr>
        <w:spacing w:line="360" w:lineRule="auto"/>
        <w:rPr>
          <w:rFonts w:ascii="Arial" w:hAnsi="Arial"/>
          <w:sz w:val="20"/>
        </w:rPr>
      </w:pPr>
    </w:p>
    <w:p w14:paraId="3CF28F50" w14:textId="7C281A83" w:rsidR="003B41F0" w:rsidRDefault="003B41F0" w:rsidP="00664746">
      <w:pPr>
        <w:spacing w:line="360" w:lineRule="auto"/>
        <w:rPr>
          <w:rFonts w:ascii="Arial" w:hAnsi="Arial"/>
          <w:sz w:val="20"/>
        </w:rPr>
      </w:pPr>
      <w:r>
        <w:rPr>
          <w:rFonts w:ascii="Arial" w:hAnsi="Arial"/>
          <w:noProof/>
          <w:sz w:val="20"/>
        </w:rPr>
        <w:drawing>
          <wp:inline distT="0" distB="0" distL="0" distR="0" wp14:anchorId="20F030E6" wp14:editId="5B469697">
            <wp:extent cx="1702027" cy="3554233"/>
            <wp:effectExtent l="0" t="0" r="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taboApp_Mobiltelefo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25978" cy="3604249"/>
                    </a:xfrm>
                    <a:prstGeom prst="rect">
                      <a:avLst/>
                    </a:prstGeom>
                  </pic:spPr>
                </pic:pic>
              </a:graphicData>
            </a:graphic>
          </wp:inline>
        </w:drawing>
      </w:r>
    </w:p>
    <w:p w14:paraId="129D0941" w14:textId="29944A9B" w:rsidR="00ED5E93" w:rsidRDefault="00B94D7D" w:rsidP="00664746">
      <w:pPr>
        <w:tabs>
          <w:tab w:val="right" w:pos="6379"/>
        </w:tabs>
        <w:spacing w:line="360" w:lineRule="auto"/>
        <w:rPr>
          <w:rFonts w:ascii="Arial" w:hAnsi="Arial"/>
          <w:b/>
          <w:sz w:val="20"/>
        </w:rPr>
      </w:pPr>
      <w:r>
        <w:rPr>
          <w:rFonts w:ascii="Arial" w:hAnsi="Arial"/>
          <w:bCs/>
          <w:sz w:val="20"/>
        </w:rPr>
        <w:t xml:space="preserve">Werkzeuge registrieren, </w:t>
      </w:r>
      <w:r>
        <w:rPr>
          <w:rFonts w:ascii="Arial" w:hAnsi="Arial" w:cs="Arial"/>
          <w:bCs/>
          <w:color w:val="000000"/>
          <w:sz w:val="20"/>
        </w:rPr>
        <w:t xml:space="preserve">Produkte oder Händler suchen und mehr Arbeitsschutz </w:t>
      </w:r>
      <w:r w:rsidR="00116146">
        <w:rPr>
          <w:rFonts w:ascii="Arial" w:hAnsi="Arial" w:cs="Arial"/>
          <w:bCs/>
          <w:color w:val="000000"/>
          <w:sz w:val="20"/>
        </w:rPr>
        <w:t xml:space="preserve">dank Vibrationsrechner </w:t>
      </w:r>
      <w:r>
        <w:rPr>
          <w:rFonts w:ascii="Arial" w:hAnsi="Arial" w:cs="Arial"/>
          <w:bCs/>
          <w:color w:val="000000"/>
          <w:sz w:val="20"/>
        </w:rPr>
        <w:t>– das bietet die neue Metabo</w:t>
      </w:r>
      <w:r w:rsidR="008620F2">
        <w:rPr>
          <w:rFonts w:ascii="Arial" w:hAnsi="Arial" w:cs="Arial"/>
          <w:bCs/>
          <w:color w:val="000000"/>
          <w:sz w:val="20"/>
        </w:rPr>
        <w:t xml:space="preserve"> </w:t>
      </w:r>
      <w:r>
        <w:rPr>
          <w:rFonts w:ascii="Arial" w:hAnsi="Arial" w:cs="Arial"/>
          <w:bCs/>
          <w:color w:val="000000"/>
          <w:sz w:val="20"/>
        </w:rPr>
        <w:t>App. Sie unterstützt Handwerker und Händler im Arbeitsalltag und ist einfach und intuitiv zu bedienen.</w:t>
      </w:r>
      <w:r w:rsidR="00ED5E93" w:rsidRPr="00AA3007">
        <w:rPr>
          <w:rFonts w:ascii="Arial" w:hAnsi="Arial" w:cs="Arial"/>
          <w:bCs/>
          <w:color w:val="000000"/>
          <w:sz w:val="20"/>
        </w:rPr>
        <w:t xml:space="preserve"> </w:t>
      </w:r>
      <w:r w:rsidR="00AD704E" w:rsidRPr="00C37B3C">
        <w:rPr>
          <w:rStyle w:val="Fett"/>
        </w:rPr>
        <w:t>Foto</w:t>
      </w:r>
      <w:r w:rsidR="00ED5E93" w:rsidRPr="00C37B3C">
        <w:rPr>
          <w:rStyle w:val="Fett"/>
        </w:rPr>
        <w:t>: Metabo</w:t>
      </w:r>
    </w:p>
    <w:p w14:paraId="2D78CBAB" w14:textId="77777777" w:rsidR="00ED5E93" w:rsidRDefault="00ED5E93" w:rsidP="00664746">
      <w:pPr>
        <w:tabs>
          <w:tab w:val="right" w:pos="6379"/>
        </w:tabs>
        <w:spacing w:line="360" w:lineRule="auto"/>
        <w:rPr>
          <w:rFonts w:ascii="Arial" w:hAnsi="Arial"/>
          <w:sz w:val="20"/>
        </w:rPr>
      </w:pPr>
    </w:p>
    <w:p w14:paraId="0E2A3CC9" w14:textId="6742912D" w:rsidR="00B94D7D" w:rsidRDefault="00B94D7D" w:rsidP="00B94D7D">
      <w:pPr>
        <w:spacing w:line="360" w:lineRule="auto"/>
        <w:rPr>
          <w:rFonts w:ascii="Arial" w:hAnsi="Arial"/>
          <w:sz w:val="20"/>
        </w:rPr>
      </w:pPr>
    </w:p>
    <w:p w14:paraId="7FC86A7F" w14:textId="46AA93B4" w:rsidR="003B41F0" w:rsidRDefault="003B41F0" w:rsidP="00B94D7D">
      <w:pPr>
        <w:spacing w:line="360" w:lineRule="auto"/>
        <w:rPr>
          <w:rFonts w:ascii="Arial" w:hAnsi="Arial"/>
          <w:sz w:val="20"/>
        </w:rPr>
      </w:pPr>
    </w:p>
    <w:p w14:paraId="18F14D1D" w14:textId="4A2169ED" w:rsidR="003B41F0" w:rsidRDefault="003B41F0" w:rsidP="00B94D7D">
      <w:pPr>
        <w:spacing w:line="360" w:lineRule="auto"/>
        <w:rPr>
          <w:rFonts w:ascii="Arial" w:hAnsi="Arial"/>
          <w:sz w:val="20"/>
        </w:rPr>
      </w:pPr>
      <w:r>
        <w:rPr>
          <w:rFonts w:ascii="Arial" w:hAnsi="Arial"/>
          <w:noProof/>
          <w:sz w:val="20"/>
        </w:rPr>
        <w:lastRenderedPageBreak/>
        <w:drawing>
          <wp:inline distT="0" distB="0" distL="0" distR="0" wp14:anchorId="7EE976B8" wp14:editId="52FBB451">
            <wp:extent cx="4519295" cy="301307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taboApp_Anwendun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19295" cy="3013075"/>
                    </a:xfrm>
                    <a:prstGeom prst="rect">
                      <a:avLst/>
                    </a:prstGeom>
                  </pic:spPr>
                </pic:pic>
              </a:graphicData>
            </a:graphic>
          </wp:inline>
        </w:drawing>
      </w:r>
    </w:p>
    <w:p w14:paraId="056AA073" w14:textId="27A42933" w:rsidR="00B94D7D" w:rsidRDefault="00CF10E5" w:rsidP="00B94D7D">
      <w:pPr>
        <w:tabs>
          <w:tab w:val="right" w:pos="6379"/>
        </w:tabs>
        <w:spacing w:line="360" w:lineRule="auto"/>
        <w:rPr>
          <w:rFonts w:ascii="Arial" w:hAnsi="Arial"/>
          <w:b/>
          <w:sz w:val="20"/>
        </w:rPr>
      </w:pPr>
      <w:r>
        <w:rPr>
          <w:rFonts w:ascii="Arial" w:hAnsi="Arial" w:cs="Arial"/>
          <w:bCs/>
          <w:color w:val="000000"/>
          <w:sz w:val="20"/>
        </w:rPr>
        <w:t xml:space="preserve">Begleiter im Arbeitsalltag: </w:t>
      </w:r>
      <w:r w:rsidR="006A7883">
        <w:rPr>
          <w:rFonts w:ascii="Arial" w:hAnsi="Arial" w:cs="Arial"/>
          <w:bCs/>
          <w:color w:val="000000"/>
          <w:sz w:val="20"/>
        </w:rPr>
        <w:t>Dank der Metabo App geht die Werkzeug-Registrierung jetzt bequem per Scan</w:t>
      </w:r>
      <w:r w:rsidR="00F659B7">
        <w:rPr>
          <w:rFonts w:ascii="Arial" w:hAnsi="Arial" w:cs="Arial"/>
          <w:bCs/>
          <w:color w:val="000000"/>
          <w:sz w:val="20"/>
        </w:rPr>
        <w:t>.</w:t>
      </w:r>
      <w:r w:rsidR="006A7883">
        <w:rPr>
          <w:rFonts w:ascii="Arial" w:hAnsi="Arial" w:cs="Arial"/>
          <w:bCs/>
          <w:color w:val="000000"/>
          <w:sz w:val="20"/>
        </w:rPr>
        <w:t xml:space="preserve"> Einfach den Code auf der Maschinen-Verpackung mit dem Smartphone scannen – und schon ist das Werkzeug erfa</w:t>
      </w:r>
      <w:bookmarkStart w:id="0" w:name="_GoBack"/>
      <w:bookmarkEnd w:id="0"/>
      <w:r w:rsidR="006A7883">
        <w:rPr>
          <w:rFonts w:ascii="Arial" w:hAnsi="Arial" w:cs="Arial"/>
          <w:bCs/>
          <w:color w:val="000000"/>
          <w:sz w:val="20"/>
        </w:rPr>
        <w:t xml:space="preserve">sst. Nicht mal auspacken muss man das Gerät dazu. </w:t>
      </w:r>
      <w:r w:rsidR="00B94D7D" w:rsidRPr="00C37B3C">
        <w:rPr>
          <w:rStyle w:val="Fett"/>
        </w:rPr>
        <w:t>Foto: Metabo</w:t>
      </w:r>
    </w:p>
    <w:p w14:paraId="6699FC72" w14:textId="77777777" w:rsidR="00B94D7D" w:rsidRPr="00AA3007" w:rsidRDefault="00B94D7D" w:rsidP="00664746">
      <w:pPr>
        <w:tabs>
          <w:tab w:val="right" w:pos="6379"/>
        </w:tabs>
        <w:spacing w:line="360" w:lineRule="auto"/>
        <w:rPr>
          <w:rFonts w:ascii="Arial" w:hAnsi="Arial"/>
          <w:sz w:val="20"/>
        </w:rPr>
      </w:pPr>
    </w:p>
    <w:p w14:paraId="3C7682BF" w14:textId="77777777"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2982B15B" w14:textId="77777777" w:rsidR="00B131CE" w:rsidRPr="00C37B3C" w:rsidRDefault="00B131CE" w:rsidP="00664746">
      <w:pPr>
        <w:tabs>
          <w:tab w:val="right" w:pos="6379"/>
        </w:tabs>
        <w:spacing w:line="360" w:lineRule="auto"/>
        <w:rPr>
          <w:rStyle w:val="IntensiveHervorhebung"/>
        </w:rPr>
      </w:pPr>
    </w:p>
    <w:p w14:paraId="15DAACFA" w14:textId="77777777" w:rsidR="00EF3568" w:rsidRPr="00EF3568" w:rsidRDefault="00EF3568" w:rsidP="00EF3568">
      <w:pPr>
        <w:pStyle w:val="Zitat"/>
        <w:rPr>
          <w:rFonts w:cs="Arial"/>
        </w:rPr>
      </w:pPr>
      <w:r w:rsidRPr="00EF3568">
        <w:rPr>
          <w:rFonts w:cs="Arial"/>
        </w:rPr>
        <w:t>Über Metabo</w:t>
      </w:r>
    </w:p>
    <w:p w14:paraId="012AC027" w14:textId="77777777" w:rsidR="00EF3568" w:rsidRPr="00EF3568" w:rsidRDefault="00EF3568" w:rsidP="00EF3568">
      <w:pPr>
        <w:spacing w:line="360" w:lineRule="auto"/>
        <w:rPr>
          <w:rFonts w:ascii="Arial" w:eastAsiaTheme="minorHAnsi" w:hAnsi="Arial" w:cs="Arial"/>
          <w:sz w:val="18"/>
          <w:szCs w:val="18"/>
        </w:rPr>
      </w:pPr>
      <w:r w:rsidRPr="00EF3568">
        <w:rPr>
          <w:rFonts w:ascii="Arial" w:hAnsi="Arial" w:cs="Arial"/>
          <w:color w:val="000000"/>
          <w:sz w:val="18"/>
          <w:szCs w:val="18"/>
        </w:rPr>
        <w:t xml:space="preserve">Die Metabowerke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EF3568">
        <w:rPr>
          <w:rFonts w:ascii="Arial" w:hAnsi="Arial" w:cs="Arial"/>
          <w:color w:val="000000"/>
          <w:sz w:val="18"/>
          <w:szCs w:val="18"/>
        </w:rPr>
        <w:t>LiHD</w:t>
      </w:r>
      <w:proofErr w:type="spellEnd"/>
      <w:r w:rsidRPr="00EF3568">
        <w:rPr>
          <w:rFonts w:ascii="Arial" w:hAnsi="Arial" w:cs="Arial"/>
          <w:color w:val="000000"/>
          <w:sz w:val="18"/>
          <w:szCs w:val="18"/>
        </w:rPr>
        <w:t xml:space="preserve">-Technologie führender Anbieter im Akkusegment. So hat Metabo seine Vision der </w:t>
      </w:r>
      <w:r w:rsidR="00463C1F">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sidR="00B455D9">
        <w:rPr>
          <w:rFonts w:ascii="Arial" w:hAnsi="Arial" w:cs="Arial"/>
          <w:color w:val="000000"/>
          <w:sz w:val="18"/>
          <w:szCs w:val="18"/>
        </w:rPr>
        <w:t xml:space="preserve">Die </w:t>
      </w:r>
      <w:proofErr w:type="spellStart"/>
      <w:r w:rsidR="00B455D9">
        <w:rPr>
          <w:rFonts w:ascii="Arial" w:hAnsi="Arial" w:cs="Arial"/>
          <w:color w:val="000000"/>
          <w:sz w:val="18"/>
          <w:szCs w:val="18"/>
        </w:rPr>
        <w:t>LiHD</w:t>
      </w:r>
      <w:proofErr w:type="spellEnd"/>
      <w:r w:rsidR="00B455D9">
        <w:rPr>
          <w:rFonts w:ascii="Arial" w:hAnsi="Arial" w:cs="Arial"/>
          <w:color w:val="000000"/>
          <w:sz w:val="18"/>
          <w:szCs w:val="18"/>
        </w:rPr>
        <w:t>-Technologie ist zudem die Basis des Akku-Systems CAS (</w:t>
      </w:r>
      <w:proofErr w:type="spellStart"/>
      <w:r w:rsidR="00B455D9">
        <w:rPr>
          <w:rFonts w:ascii="Arial" w:hAnsi="Arial" w:cs="Arial"/>
          <w:color w:val="000000"/>
          <w:sz w:val="18"/>
          <w:szCs w:val="18"/>
        </w:rPr>
        <w:t>Cordless</w:t>
      </w:r>
      <w:proofErr w:type="spellEnd"/>
      <w:r w:rsidR="00B455D9">
        <w:rPr>
          <w:rFonts w:ascii="Arial" w:hAnsi="Arial" w:cs="Arial"/>
          <w:color w:val="000000"/>
          <w:sz w:val="18"/>
          <w:szCs w:val="18"/>
        </w:rPr>
        <w:t xml:space="preserve"> Alliance System), das Maschinen und Elektrowerkzeuge verschiedener, branchenspezifischer Hersteller umfasst. </w:t>
      </w:r>
      <w:r w:rsidRPr="00EF3568">
        <w:rPr>
          <w:rFonts w:ascii="Arial" w:hAnsi="Arial" w:cs="Arial"/>
          <w:color w:val="000000"/>
          <w:sz w:val="18"/>
          <w:szCs w:val="18"/>
        </w:rPr>
        <w:t xml:space="preserve">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w:t>
      </w:r>
      <w:proofErr w:type="gramStart"/>
      <w:r w:rsidRPr="00EF3568">
        <w:rPr>
          <w:rFonts w:ascii="Arial" w:hAnsi="Arial" w:cs="Arial"/>
          <w:color w:val="000000"/>
          <w:sz w:val="18"/>
          <w:szCs w:val="18"/>
        </w:rPr>
        <w:t>die internationale Präsenz</w:t>
      </w:r>
      <w:proofErr w:type="gramEnd"/>
      <w:r w:rsidRPr="00EF3568">
        <w:rPr>
          <w:rFonts w:ascii="Arial" w:hAnsi="Arial" w:cs="Arial"/>
          <w:color w:val="000000"/>
          <w:sz w:val="18"/>
          <w:szCs w:val="18"/>
        </w:rPr>
        <w:t>. Weltweit arbeiten rund 2.000 Menschen für Metabo. Sie haben</w:t>
      </w:r>
      <w:r w:rsidR="00313A16">
        <w:rPr>
          <w:rFonts w:ascii="Arial" w:hAnsi="Arial" w:cs="Arial"/>
          <w:color w:val="000000"/>
          <w:sz w:val="18"/>
          <w:szCs w:val="18"/>
        </w:rPr>
        <w:t xml:space="preserve"> im </w:t>
      </w:r>
      <w:r w:rsidR="00313A16">
        <w:rPr>
          <w:rFonts w:ascii="Arial" w:hAnsi="Arial" w:cs="Arial"/>
          <w:color w:val="000000"/>
          <w:sz w:val="18"/>
          <w:szCs w:val="18"/>
        </w:rPr>
        <w:lastRenderedPageBreak/>
        <w:t>Geschäftsjahr 2018 (April 201</w:t>
      </w:r>
      <w:r w:rsidRPr="00EF3568">
        <w:rPr>
          <w:rFonts w:ascii="Arial" w:hAnsi="Arial" w:cs="Arial"/>
          <w:color w:val="000000"/>
          <w:sz w:val="18"/>
          <w:szCs w:val="18"/>
        </w:rPr>
        <w:t xml:space="preserve">8 bis März 2019) einen Umsatz von 493 Millionen Euro erwirtschaftet. Mehr über das Unternehmen Metabo und seine Produkte unter </w:t>
      </w:r>
      <w:hyperlink r:id="rId12"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601A36AA" w14:textId="77777777" w:rsidR="00EF3568" w:rsidRPr="00EF3568" w:rsidRDefault="00EF3568" w:rsidP="00EF3568">
      <w:pPr>
        <w:rPr>
          <w:rFonts w:ascii="Arial" w:hAnsi="Arial" w:cs="Arial"/>
          <w:sz w:val="18"/>
          <w:szCs w:val="18"/>
        </w:rPr>
      </w:pPr>
    </w:p>
    <w:p w14:paraId="68AFEED3" w14:textId="77777777" w:rsidR="00EF3568" w:rsidRPr="00EF3568" w:rsidRDefault="00EF3568" w:rsidP="00EF3568">
      <w:pPr>
        <w:rPr>
          <w:rFonts w:ascii="Arial" w:hAnsi="Arial" w:cs="Arial"/>
          <w:sz w:val="18"/>
          <w:szCs w:val="18"/>
        </w:rPr>
      </w:pPr>
    </w:p>
    <w:p w14:paraId="4069FC81" w14:textId="77777777" w:rsidR="00EF3568" w:rsidRPr="00EF3568" w:rsidRDefault="00EF3568" w:rsidP="00EF3568">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4087"/>
      </w:tblGrid>
      <w:tr w:rsidR="00EF3568" w:rsidRPr="00EF3568" w14:paraId="1A00FA9B" w14:textId="77777777" w:rsidTr="00EF3568">
        <w:trPr>
          <w:trHeight w:val="1350"/>
        </w:trPr>
        <w:tc>
          <w:tcPr>
            <w:tcW w:w="3085" w:type="dxa"/>
            <w:hideMark/>
          </w:tcPr>
          <w:p w14:paraId="3D08B143" w14:textId="77777777" w:rsidR="00EF3568" w:rsidRPr="00EF3568" w:rsidRDefault="00EF3568">
            <w:pPr>
              <w:pStyle w:val="Kopfzeile"/>
              <w:tabs>
                <w:tab w:val="clear" w:pos="4536"/>
                <w:tab w:val="left" w:pos="2977"/>
                <w:tab w:val="left" w:pos="6974"/>
                <w:tab w:val="right" w:pos="7230"/>
              </w:tabs>
              <w:ind w:left="-105" w:right="27"/>
              <w:rPr>
                <w:rStyle w:val="SchwacherVerweis"/>
              </w:rPr>
            </w:pPr>
            <w:r w:rsidRPr="00EF3568">
              <w:rPr>
                <w:rStyle w:val="SchwacherVerweis"/>
              </w:rPr>
              <w:t>Clarissa Bucher</w:t>
            </w:r>
          </w:p>
          <w:p w14:paraId="11852D5C" w14:textId="77777777" w:rsidR="00EF3568" w:rsidRPr="00EF3568" w:rsidRDefault="00EF3568">
            <w:pPr>
              <w:pStyle w:val="Kopfzeile"/>
              <w:tabs>
                <w:tab w:val="clear" w:pos="4536"/>
                <w:tab w:val="left" w:pos="2977"/>
                <w:tab w:val="left" w:pos="6974"/>
                <w:tab w:val="right" w:pos="7230"/>
              </w:tabs>
              <w:ind w:left="-105" w:right="27"/>
              <w:rPr>
                <w:rStyle w:val="SchwacherVerweis"/>
              </w:rPr>
            </w:pPr>
            <w:r w:rsidRPr="00EF3568">
              <w:rPr>
                <w:rStyle w:val="SchwacherVerweis"/>
              </w:rPr>
              <w:t>Metabowerke GmbH</w:t>
            </w:r>
          </w:p>
          <w:p w14:paraId="3D29E9FB" w14:textId="77777777" w:rsidR="00EF3568" w:rsidRPr="00EF3568" w:rsidRDefault="00EF3568">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0C020792" w14:textId="77777777" w:rsidR="00EF3568" w:rsidRPr="00EF3568" w:rsidRDefault="00EF3568">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44E92728" w14:textId="77777777" w:rsidR="00EF3568" w:rsidRPr="00EF3568" w:rsidRDefault="00EF3568">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72-22 29</w:t>
            </w:r>
          </w:p>
          <w:p w14:paraId="3F900F6F" w14:textId="77777777" w:rsidR="00EF3568" w:rsidRPr="00EF3568" w:rsidRDefault="00EF3568">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14ACF05D" w14:textId="77777777" w:rsidR="00EF3568" w:rsidRPr="00EF3568" w:rsidRDefault="00F659B7">
            <w:pPr>
              <w:pStyle w:val="Kopfzeile"/>
              <w:tabs>
                <w:tab w:val="clear" w:pos="4536"/>
                <w:tab w:val="left" w:pos="2977"/>
                <w:tab w:val="left" w:pos="6974"/>
                <w:tab w:val="right" w:pos="7230"/>
              </w:tabs>
              <w:ind w:left="-105" w:right="27"/>
              <w:rPr>
                <w:rStyle w:val="SchwacherVerweis"/>
              </w:rPr>
            </w:pPr>
            <w:hyperlink r:id="rId13" w:history="1">
              <w:r w:rsidR="00EF3568" w:rsidRPr="00EF3568">
                <w:rPr>
                  <w:rStyle w:val="Hyperlink"/>
                  <w:rFonts w:ascii="Arial" w:hAnsi="Arial" w:cs="Arial"/>
                  <w:sz w:val="18"/>
                  <w:szCs w:val="18"/>
                </w:rPr>
                <w:t>cbucher@metabo.de</w:t>
              </w:r>
            </w:hyperlink>
          </w:p>
        </w:tc>
        <w:tc>
          <w:tcPr>
            <w:tcW w:w="4172" w:type="dxa"/>
            <w:hideMark/>
          </w:tcPr>
          <w:p w14:paraId="498DEDDC" w14:textId="77777777" w:rsidR="00EF3568" w:rsidRPr="00EF3568" w:rsidRDefault="00EF3568">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Hubert Heinz / Marie Hertfelder</w:t>
            </w:r>
          </w:p>
          <w:p w14:paraId="64EAF519" w14:textId="77777777" w:rsidR="00EF3568" w:rsidRPr="00EF3568" w:rsidRDefault="00EF3568">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Communication Consultants</w:t>
            </w:r>
          </w:p>
          <w:p w14:paraId="24C9BAAB" w14:textId="77777777" w:rsidR="00EF3568" w:rsidRPr="00EF3568" w:rsidRDefault="00EF3568">
            <w:pPr>
              <w:pStyle w:val="Kopfzeile"/>
              <w:tabs>
                <w:tab w:val="clear" w:pos="4536"/>
                <w:tab w:val="left" w:pos="2977"/>
                <w:tab w:val="left" w:pos="6974"/>
                <w:tab w:val="right" w:pos="7230"/>
              </w:tabs>
              <w:ind w:left="-105" w:right="27"/>
              <w:rPr>
                <w:rStyle w:val="SchwacherVerweis"/>
              </w:rPr>
            </w:pPr>
            <w:r w:rsidRPr="00EF3568">
              <w:rPr>
                <w:rStyle w:val="SchwacherVerweis"/>
              </w:rPr>
              <w:t>Breitwiesenstr. 17</w:t>
            </w:r>
          </w:p>
          <w:p w14:paraId="6A0AEBE3" w14:textId="77777777" w:rsidR="00EF3568" w:rsidRPr="00EF3568" w:rsidRDefault="00EF3568">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40086564" w14:textId="77777777" w:rsidR="00EF3568" w:rsidRPr="00EF3568" w:rsidRDefault="00EF3568">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1D2685D2" w14:textId="77777777" w:rsidR="00EF3568" w:rsidRPr="00EF3568" w:rsidRDefault="00EF3568">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69E8909E" w14:textId="77777777" w:rsidR="00EF3568" w:rsidRPr="00EF3568" w:rsidRDefault="00F659B7">
            <w:pPr>
              <w:pStyle w:val="Kopfzeile"/>
              <w:tabs>
                <w:tab w:val="clear" w:pos="4536"/>
                <w:tab w:val="left" w:pos="2977"/>
                <w:tab w:val="left" w:pos="6974"/>
                <w:tab w:val="right" w:pos="7230"/>
              </w:tabs>
              <w:ind w:left="-105" w:right="27"/>
              <w:rPr>
                <w:rStyle w:val="SchwacherVerweis"/>
                <w:color w:val="666666"/>
                <w:u w:val="single"/>
              </w:rPr>
            </w:pPr>
            <w:hyperlink r:id="rId14" w:history="1">
              <w:r w:rsidR="00EF3568" w:rsidRPr="00EF3568">
                <w:rPr>
                  <w:rStyle w:val="Hyperlink"/>
                  <w:rFonts w:ascii="Arial" w:hAnsi="Arial" w:cs="Arial"/>
                  <w:sz w:val="18"/>
                  <w:szCs w:val="18"/>
                </w:rPr>
                <w:t>metabo@cc-stuttgart.de</w:t>
              </w:r>
            </w:hyperlink>
            <w:r w:rsidR="00EF3568" w:rsidRPr="00EF3568">
              <w:rPr>
                <w:rStyle w:val="SchwacherVerweis"/>
              </w:rPr>
              <w:t xml:space="preserve"> </w:t>
            </w:r>
          </w:p>
        </w:tc>
      </w:tr>
    </w:tbl>
    <w:p w14:paraId="329AD3CB"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5"/>
      <w:footerReference w:type="default" r:id="rId16"/>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50382" w14:textId="77777777" w:rsidR="00EC4F16" w:rsidRDefault="00EC4F16">
      <w:r>
        <w:separator/>
      </w:r>
    </w:p>
  </w:endnote>
  <w:endnote w:type="continuationSeparator" w:id="0">
    <w:p w14:paraId="7DE41F89" w14:textId="77777777" w:rsidR="00EC4F16" w:rsidRDefault="00EC4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altName w:val="Minion Pro Med"/>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FAF4F" w14:textId="00489B4B" w:rsidR="00EC4F16" w:rsidRPr="0001400F" w:rsidRDefault="00EC4F16"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0C24AB">
      <w:rPr>
        <w:rStyle w:val="IntensiverVerweis"/>
        <w:noProof/>
      </w:rPr>
      <w:t>4</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0C24AB">
      <w:rPr>
        <w:rStyle w:val="IntensiverVerweis"/>
        <w:noProof/>
      </w:rPr>
      <w:t>4</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DE1F0" w14:textId="77777777" w:rsidR="00EC4F16" w:rsidRDefault="00EC4F16">
      <w:r>
        <w:separator/>
      </w:r>
    </w:p>
  </w:footnote>
  <w:footnote w:type="continuationSeparator" w:id="0">
    <w:p w14:paraId="7F264270" w14:textId="77777777" w:rsidR="00EC4F16" w:rsidRDefault="00EC4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5D716" w14:textId="77777777" w:rsidR="00EC4F16" w:rsidRPr="00C37B3C" w:rsidRDefault="00EC4F16"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63ECAC15" wp14:editId="09928B5B">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BA05D11"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0AD93B37" w14:textId="77777777" w:rsidR="00EC4F16" w:rsidRDefault="00EC4F16"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E8E2792"/>
    <w:multiLevelType w:val="hybridMultilevel"/>
    <w:tmpl w:val="2556A64E"/>
    <w:lvl w:ilvl="0" w:tplc="0F44E2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EAF"/>
    <w:rsid w:val="0000082B"/>
    <w:rsid w:val="00001B53"/>
    <w:rsid w:val="000052F3"/>
    <w:rsid w:val="0000552A"/>
    <w:rsid w:val="0000762C"/>
    <w:rsid w:val="00007772"/>
    <w:rsid w:val="00007828"/>
    <w:rsid w:val="000111D3"/>
    <w:rsid w:val="0001400F"/>
    <w:rsid w:val="00023748"/>
    <w:rsid w:val="00024169"/>
    <w:rsid w:val="00027132"/>
    <w:rsid w:val="00033052"/>
    <w:rsid w:val="00037C68"/>
    <w:rsid w:val="00041ED7"/>
    <w:rsid w:val="00044D6F"/>
    <w:rsid w:val="0004574A"/>
    <w:rsid w:val="00047DC6"/>
    <w:rsid w:val="00053D2D"/>
    <w:rsid w:val="000576FD"/>
    <w:rsid w:val="00057E14"/>
    <w:rsid w:val="00065356"/>
    <w:rsid w:val="000734CD"/>
    <w:rsid w:val="000748AA"/>
    <w:rsid w:val="00075E40"/>
    <w:rsid w:val="00080DEE"/>
    <w:rsid w:val="000850E9"/>
    <w:rsid w:val="00091634"/>
    <w:rsid w:val="00092381"/>
    <w:rsid w:val="000945DF"/>
    <w:rsid w:val="00095893"/>
    <w:rsid w:val="00096ED0"/>
    <w:rsid w:val="00097331"/>
    <w:rsid w:val="000A11B4"/>
    <w:rsid w:val="000A698C"/>
    <w:rsid w:val="000C24AB"/>
    <w:rsid w:val="000C46AC"/>
    <w:rsid w:val="000C54CC"/>
    <w:rsid w:val="000D2292"/>
    <w:rsid w:val="000D5B22"/>
    <w:rsid w:val="000E627D"/>
    <w:rsid w:val="000F506B"/>
    <w:rsid w:val="001066D7"/>
    <w:rsid w:val="001068F4"/>
    <w:rsid w:val="00107421"/>
    <w:rsid w:val="00112B1B"/>
    <w:rsid w:val="00116146"/>
    <w:rsid w:val="00123FF7"/>
    <w:rsid w:val="001260BB"/>
    <w:rsid w:val="00126BF5"/>
    <w:rsid w:val="00130830"/>
    <w:rsid w:val="00134105"/>
    <w:rsid w:val="0016033E"/>
    <w:rsid w:val="00167257"/>
    <w:rsid w:val="00171AD2"/>
    <w:rsid w:val="001878BA"/>
    <w:rsid w:val="001B5A45"/>
    <w:rsid w:val="001C211F"/>
    <w:rsid w:val="001D269F"/>
    <w:rsid w:val="001D2DD5"/>
    <w:rsid w:val="001E0F69"/>
    <w:rsid w:val="001F7E37"/>
    <w:rsid w:val="00201C2A"/>
    <w:rsid w:val="00202668"/>
    <w:rsid w:val="00205EE5"/>
    <w:rsid w:val="002070D8"/>
    <w:rsid w:val="00213159"/>
    <w:rsid w:val="002165F9"/>
    <w:rsid w:val="00222D1C"/>
    <w:rsid w:val="002311DA"/>
    <w:rsid w:val="00236B79"/>
    <w:rsid w:val="00242546"/>
    <w:rsid w:val="00244500"/>
    <w:rsid w:val="00246201"/>
    <w:rsid w:val="0026171C"/>
    <w:rsid w:val="002625E3"/>
    <w:rsid w:val="002631A5"/>
    <w:rsid w:val="00267F48"/>
    <w:rsid w:val="00282466"/>
    <w:rsid w:val="00285564"/>
    <w:rsid w:val="002869A1"/>
    <w:rsid w:val="00286C9F"/>
    <w:rsid w:val="00287AEC"/>
    <w:rsid w:val="00295497"/>
    <w:rsid w:val="0029716F"/>
    <w:rsid w:val="002A5441"/>
    <w:rsid w:val="002B3E28"/>
    <w:rsid w:val="002B6769"/>
    <w:rsid w:val="002D1C5D"/>
    <w:rsid w:val="002D2D27"/>
    <w:rsid w:val="002D33A8"/>
    <w:rsid w:val="002E16D9"/>
    <w:rsid w:val="002E3F41"/>
    <w:rsid w:val="002E60D5"/>
    <w:rsid w:val="002E69A4"/>
    <w:rsid w:val="002F38A5"/>
    <w:rsid w:val="002F568B"/>
    <w:rsid w:val="002F7DE7"/>
    <w:rsid w:val="00306DF0"/>
    <w:rsid w:val="00313A16"/>
    <w:rsid w:val="00313FA9"/>
    <w:rsid w:val="00316445"/>
    <w:rsid w:val="00317C21"/>
    <w:rsid w:val="003247CD"/>
    <w:rsid w:val="003324B3"/>
    <w:rsid w:val="00340513"/>
    <w:rsid w:val="00342D2A"/>
    <w:rsid w:val="00343085"/>
    <w:rsid w:val="00347B74"/>
    <w:rsid w:val="00353765"/>
    <w:rsid w:val="00353A23"/>
    <w:rsid w:val="00353E75"/>
    <w:rsid w:val="00356871"/>
    <w:rsid w:val="0036021B"/>
    <w:rsid w:val="00363C64"/>
    <w:rsid w:val="003641B7"/>
    <w:rsid w:val="00370E30"/>
    <w:rsid w:val="00372C57"/>
    <w:rsid w:val="00372DF2"/>
    <w:rsid w:val="00375FE1"/>
    <w:rsid w:val="00377071"/>
    <w:rsid w:val="00377282"/>
    <w:rsid w:val="00377295"/>
    <w:rsid w:val="00386104"/>
    <w:rsid w:val="00396006"/>
    <w:rsid w:val="003A0BA4"/>
    <w:rsid w:val="003A265B"/>
    <w:rsid w:val="003A3860"/>
    <w:rsid w:val="003A6468"/>
    <w:rsid w:val="003B41F0"/>
    <w:rsid w:val="003B7167"/>
    <w:rsid w:val="003C070E"/>
    <w:rsid w:val="003C24AC"/>
    <w:rsid w:val="003C2C58"/>
    <w:rsid w:val="003D4D99"/>
    <w:rsid w:val="003E0CFC"/>
    <w:rsid w:val="003E6F25"/>
    <w:rsid w:val="003F27E1"/>
    <w:rsid w:val="003F46B9"/>
    <w:rsid w:val="003F591B"/>
    <w:rsid w:val="00401947"/>
    <w:rsid w:val="00404D46"/>
    <w:rsid w:val="00405104"/>
    <w:rsid w:val="004069A3"/>
    <w:rsid w:val="00412DF6"/>
    <w:rsid w:val="00425F56"/>
    <w:rsid w:val="00426FA2"/>
    <w:rsid w:val="004326DA"/>
    <w:rsid w:val="0043331F"/>
    <w:rsid w:val="004337B3"/>
    <w:rsid w:val="00437D9F"/>
    <w:rsid w:val="004432F0"/>
    <w:rsid w:val="00443616"/>
    <w:rsid w:val="004460C3"/>
    <w:rsid w:val="00446768"/>
    <w:rsid w:val="00450695"/>
    <w:rsid w:val="00456983"/>
    <w:rsid w:val="00456B68"/>
    <w:rsid w:val="00460EFE"/>
    <w:rsid w:val="00462C93"/>
    <w:rsid w:val="004635A8"/>
    <w:rsid w:val="00463C1F"/>
    <w:rsid w:val="00471599"/>
    <w:rsid w:val="0047605E"/>
    <w:rsid w:val="00476497"/>
    <w:rsid w:val="0048760E"/>
    <w:rsid w:val="00490D73"/>
    <w:rsid w:val="004930CE"/>
    <w:rsid w:val="00493A93"/>
    <w:rsid w:val="00494065"/>
    <w:rsid w:val="004A3BBD"/>
    <w:rsid w:val="004A58B9"/>
    <w:rsid w:val="004B48B4"/>
    <w:rsid w:val="004B499F"/>
    <w:rsid w:val="004B5193"/>
    <w:rsid w:val="004C4150"/>
    <w:rsid w:val="004C57E9"/>
    <w:rsid w:val="004D1492"/>
    <w:rsid w:val="004D5BB3"/>
    <w:rsid w:val="004E1EBD"/>
    <w:rsid w:val="004E3E46"/>
    <w:rsid w:val="004E764E"/>
    <w:rsid w:val="004F2AE3"/>
    <w:rsid w:val="004F776F"/>
    <w:rsid w:val="00506596"/>
    <w:rsid w:val="00506C8E"/>
    <w:rsid w:val="00507133"/>
    <w:rsid w:val="00512A8C"/>
    <w:rsid w:val="00525A93"/>
    <w:rsid w:val="00541824"/>
    <w:rsid w:val="00552EEE"/>
    <w:rsid w:val="00552F73"/>
    <w:rsid w:val="00563ADF"/>
    <w:rsid w:val="00566C00"/>
    <w:rsid w:val="00571DFB"/>
    <w:rsid w:val="0057398B"/>
    <w:rsid w:val="00581F69"/>
    <w:rsid w:val="0058254F"/>
    <w:rsid w:val="00584A69"/>
    <w:rsid w:val="005A2223"/>
    <w:rsid w:val="005B226D"/>
    <w:rsid w:val="005B3716"/>
    <w:rsid w:val="005B5077"/>
    <w:rsid w:val="005B5C4E"/>
    <w:rsid w:val="005B6FFF"/>
    <w:rsid w:val="005C13F7"/>
    <w:rsid w:val="005C57F7"/>
    <w:rsid w:val="005C7F09"/>
    <w:rsid w:val="005D0B6C"/>
    <w:rsid w:val="005D17C9"/>
    <w:rsid w:val="005D2188"/>
    <w:rsid w:val="005E1773"/>
    <w:rsid w:val="005E52F9"/>
    <w:rsid w:val="005E6635"/>
    <w:rsid w:val="005E74A7"/>
    <w:rsid w:val="005F0B32"/>
    <w:rsid w:val="005F2756"/>
    <w:rsid w:val="005F472E"/>
    <w:rsid w:val="005F4AB6"/>
    <w:rsid w:val="005F4DE5"/>
    <w:rsid w:val="005F7563"/>
    <w:rsid w:val="00606A5A"/>
    <w:rsid w:val="00610241"/>
    <w:rsid w:val="00614B87"/>
    <w:rsid w:val="00620B19"/>
    <w:rsid w:val="0062640F"/>
    <w:rsid w:val="00633E86"/>
    <w:rsid w:val="00634625"/>
    <w:rsid w:val="00637DED"/>
    <w:rsid w:val="00641FC9"/>
    <w:rsid w:val="00643EF2"/>
    <w:rsid w:val="00646334"/>
    <w:rsid w:val="00647F74"/>
    <w:rsid w:val="0065328A"/>
    <w:rsid w:val="0065426D"/>
    <w:rsid w:val="00655224"/>
    <w:rsid w:val="00657CFE"/>
    <w:rsid w:val="006644DB"/>
    <w:rsid w:val="00664746"/>
    <w:rsid w:val="00665EB5"/>
    <w:rsid w:val="006721C5"/>
    <w:rsid w:val="006819A0"/>
    <w:rsid w:val="0068225C"/>
    <w:rsid w:val="00684EED"/>
    <w:rsid w:val="006940FE"/>
    <w:rsid w:val="006945CD"/>
    <w:rsid w:val="006977CA"/>
    <w:rsid w:val="006A4A11"/>
    <w:rsid w:val="006A7883"/>
    <w:rsid w:val="006B1430"/>
    <w:rsid w:val="006B3EF8"/>
    <w:rsid w:val="006B65AA"/>
    <w:rsid w:val="006C620F"/>
    <w:rsid w:val="006C6FC7"/>
    <w:rsid w:val="006D158A"/>
    <w:rsid w:val="006E0686"/>
    <w:rsid w:val="006F33CD"/>
    <w:rsid w:val="006F3EAA"/>
    <w:rsid w:val="00700A85"/>
    <w:rsid w:val="00702F98"/>
    <w:rsid w:val="00706F41"/>
    <w:rsid w:val="007104FB"/>
    <w:rsid w:val="0074574E"/>
    <w:rsid w:val="00752BDA"/>
    <w:rsid w:val="007547B9"/>
    <w:rsid w:val="007554A4"/>
    <w:rsid w:val="0075795C"/>
    <w:rsid w:val="00761983"/>
    <w:rsid w:val="00766BEA"/>
    <w:rsid w:val="00770FB8"/>
    <w:rsid w:val="0078359A"/>
    <w:rsid w:val="00784B97"/>
    <w:rsid w:val="007A208D"/>
    <w:rsid w:val="007A3B58"/>
    <w:rsid w:val="007B5237"/>
    <w:rsid w:val="007C65D8"/>
    <w:rsid w:val="007D00A0"/>
    <w:rsid w:val="007D0344"/>
    <w:rsid w:val="007D342B"/>
    <w:rsid w:val="007D7CF1"/>
    <w:rsid w:val="00811A64"/>
    <w:rsid w:val="00812897"/>
    <w:rsid w:val="008172E7"/>
    <w:rsid w:val="00824DC8"/>
    <w:rsid w:val="00831722"/>
    <w:rsid w:val="00831EC2"/>
    <w:rsid w:val="00833E77"/>
    <w:rsid w:val="00835832"/>
    <w:rsid w:val="0084671C"/>
    <w:rsid w:val="00846823"/>
    <w:rsid w:val="00853BA9"/>
    <w:rsid w:val="008610A3"/>
    <w:rsid w:val="008620F2"/>
    <w:rsid w:val="00863848"/>
    <w:rsid w:val="00865C5E"/>
    <w:rsid w:val="008661F6"/>
    <w:rsid w:val="00867920"/>
    <w:rsid w:val="00867B92"/>
    <w:rsid w:val="00872145"/>
    <w:rsid w:val="008733EE"/>
    <w:rsid w:val="00873F70"/>
    <w:rsid w:val="008751F9"/>
    <w:rsid w:val="0087621B"/>
    <w:rsid w:val="00876462"/>
    <w:rsid w:val="00883398"/>
    <w:rsid w:val="008960DD"/>
    <w:rsid w:val="008C0C17"/>
    <w:rsid w:val="008C2354"/>
    <w:rsid w:val="008C6B45"/>
    <w:rsid w:val="008D0F7B"/>
    <w:rsid w:val="008D2EA4"/>
    <w:rsid w:val="008D3082"/>
    <w:rsid w:val="008D4B32"/>
    <w:rsid w:val="008D59F9"/>
    <w:rsid w:val="008D6DD2"/>
    <w:rsid w:val="008E69F1"/>
    <w:rsid w:val="008F5085"/>
    <w:rsid w:val="00921331"/>
    <w:rsid w:val="00932F71"/>
    <w:rsid w:val="009331BB"/>
    <w:rsid w:val="009371F8"/>
    <w:rsid w:val="009376FF"/>
    <w:rsid w:val="00942DB2"/>
    <w:rsid w:val="0094422B"/>
    <w:rsid w:val="00944CDD"/>
    <w:rsid w:val="009451B5"/>
    <w:rsid w:val="00953E9F"/>
    <w:rsid w:val="009556E5"/>
    <w:rsid w:val="00960C80"/>
    <w:rsid w:val="00964129"/>
    <w:rsid w:val="009666C1"/>
    <w:rsid w:val="0099081C"/>
    <w:rsid w:val="009914BB"/>
    <w:rsid w:val="00997B32"/>
    <w:rsid w:val="009A4D5D"/>
    <w:rsid w:val="009A61CC"/>
    <w:rsid w:val="009B5C64"/>
    <w:rsid w:val="009B7C66"/>
    <w:rsid w:val="009C03BC"/>
    <w:rsid w:val="009C139C"/>
    <w:rsid w:val="009C5CA9"/>
    <w:rsid w:val="009C6DA1"/>
    <w:rsid w:val="009D1275"/>
    <w:rsid w:val="009E1B3C"/>
    <w:rsid w:val="009E1D3E"/>
    <w:rsid w:val="009E7F75"/>
    <w:rsid w:val="009F0629"/>
    <w:rsid w:val="009F1EDA"/>
    <w:rsid w:val="00A1010C"/>
    <w:rsid w:val="00A23777"/>
    <w:rsid w:val="00A3766B"/>
    <w:rsid w:val="00A41549"/>
    <w:rsid w:val="00A47C68"/>
    <w:rsid w:val="00A50152"/>
    <w:rsid w:val="00A5180C"/>
    <w:rsid w:val="00A67647"/>
    <w:rsid w:val="00A70139"/>
    <w:rsid w:val="00A71290"/>
    <w:rsid w:val="00A76F3D"/>
    <w:rsid w:val="00A8483D"/>
    <w:rsid w:val="00A859E1"/>
    <w:rsid w:val="00A8616D"/>
    <w:rsid w:val="00A936DE"/>
    <w:rsid w:val="00AA2AAC"/>
    <w:rsid w:val="00AA3007"/>
    <w:rsid w:val="00AA42F1"/>
    <w:rsid w:val="00AA5B09"/>
    <w:rsid w:val="00AB62CE"/>
    <w:rsid w:val="00AC5167"/>
    <w:rsid w:val="00AC7DDE"/>
    <w:rsid w:val="00AD2466"/>
    <w:rsid w:val="00AD704E"/>
    <w:rsid w:val="00AE2A3B"/>
    <w:rsid w:val="00AF0D61"/>
    <w:rsid w:val="00AF78EC"/>
    <w:rsid w:val="00B02C33"/>
    <w:rsid w:val="00B05944"/>
    <w:rsid w:val="00B05BEF"/>
    <w:rsid w:val="00B05FFA"/>
    <w:rsid w:val="00B066AA"/>
    <w:rsid w:val="00B06D53"/>
    <w:rsid w:val="00B114E9"/>
    <w:rsid w:val="00B127F6"/>
    <w:rsid w:val="00B131CE"/>
    <w:rsid w:val="00B23546"/>
    <w:rsid w:val="00B35452"/>
    <w:rsid w:val="00B359A4"/>
    <w:rsid w:val="00B40033"/>
    <w:rsid w:val="00B4301E"/>
    <w:rsid w:val="00B43AD3"/>
    <w:rsid w:val="00B444C3"/>
    <w:rsid w:val="00B45529"/>
    <w:rsid w:val="00B455D9"/>
    <w:rsid w:val="00B47217"/>
    <w:rsid w:val="00B47C92"/>
    <w:rsid w:val="00B512E3"/>
    <w:rsid w:val="00B51857"/>
    <w:rsid w:val="00B53763"/>
    <w:rsid w:val="00B54AF4"/>
    <w:rsid w:val="00B54FFD"/>
    <w:rsid w:val="00B62A60"/>
    <w:rsid w:val="00B64374"/>
    <w:rsid w:val="00B752DB"/>
    <w:rsid w:val="00B94D7D"/>
    <w:rsid w:val="00B955E4"/>
    <w:rsid w:val="00BA469D"/>
    <w:rsid w:val="00BA5C7E"/>
    <w:rsid w:val="00BA60B7"/>
    <w:rsid w:val="00BA6532"/>
    <w:rsid w:val="00BB549F"/>
    <w:rsid w:val="00BC0584"/>
    <w:rsid w:val="00BC379C"/>
    <w:rsid w:val="00BD0851"/>
    <w:rsid w:val="00BD6A7C"/>
    <w:rsid w:val="00BE3C2A"/>
    <w:rsid w:val="00BF317D"/>
    <w:rsid w:val="00BF421B"/>
    <w:rsid w:val="00BF43E3"/>
    <w:rsid w:val="00BF6EAF"/>
    <w:rsid w:val="00BF7B6A"/>
    <w:rsid w:val="00C02C41"/>
    <w:rsid w:val="00C11A96"/>
    <w:rsid w:val="00C12ED4"/>
    <w:rsid w:val="00C13416"/>
    <w:rsid w:val="00C21BD1"/>
    <w:rsid w:val="00C37B3C"/>
    <w:rsid w:val="00C43869"/>
    <w:rsid w:val="00C52436"/>
    <w:rsid w:val="00C53155"/>
    <w:rsid w:val="00C555DF"/>
    <w:rsid w:val="00C5653A"/>
    <w:rsid w:val="00C60698"/>
    <w:rsid w:val="00C7381C"/>
    <w:rsid w:val="00C77360"/>
    <w:rsid w:val="00C841C2"/>
    <w:rsid w:val="00C859BB"/>
    <w:rsid w:val="00C9354D"/>
    <w:rsid w:val="00C95B23"/>
    <w:rsid w:val="00CA0973"/>
    <w:rsid w:val="00CA67B3"/>
    <w:rsid w:val="00CA681A"/>
    <w:rsid w:val="00CB1FFD"/>
    <w:rsid w:val="00CB3B23"/>
    <w:rsid w:val="00CC280D"/>
    <w:rsid w:val="00CC3487"/>
    <w:rsid w:val="00CC4631"/>
    <w:rsid w:val="00CD21A2"/>
    <w:rsid w:val="00CD2E6D"/>
    <w:rsid w:val="00CD33BE"/>
    <w:rsid w:val="00CD7404"/>
    <w:rsid w:val="00CE1AC3"/>
    <w:rsid w:val="00CE22B2"/>
    <w:rsid w:val="00CF10E5"/>
    <w:rsid w:val="00CF5B98"/>
    <w:rsid w:val="00D01744"/>
    <w:rsid w:val="00D01CD1"/>
    <w:rsid w:val="00D03737"/>
    <w:rsid w:val="00D0517D"/>
    <w:rsid w:val="00D07B55"/>
    <w:rsid w:val="00D16A3C"/>
    <w:rsid w:val="00D33CEA"/>
    <w:rsid w:val="00D34F83"/>
    <w:rsid w:val="00D4091D"/>
    <w:rsid w:val="00D420B8"/>
    <w:rsid w:val="00D43A78"/>
    <w:rsid w:val="00D469B9"/>
    <w:rsid w:val="00D47187"/>
    <w:rsid w:val="00D52B4C"/>
    <w:rsid w:val="00D62F22"/>
    <w:rsid w:val="00D65776"/>
    <w:rsid w:val="00D66503"/>
    <w:rsid w:val="00D66F2A"/>
    <w:rsid w:val="00D73415"/>
    <w:rsid w:val="00D7558B"/>
    <w:rsid w:val="00D77C33"/>
    <w:rsid w:val="00D846B2"/>
    <w:rsid w:val="00D84CDC"/>
    <w:rsid w:val="00D904A1"/>
    <w:rsid w:val="00D934B2"/>
    <w:rsid w:val="00DA436F"/>
    <w:rsid w:val="00DB674A"/>
    <w:rsid w:val="00DC2C03"/>
    <w:rsid w:val="00DC5EB6"/>
    <w:rsid w:val="00DD05A9"/>
    <w:rsid w:val="00DD29D8"/>
    <w:rsid w:val="00DD329F"/>
    <w:rsid w:val="00DD4603"/>
    <w:rsid w:val="00DD5525"/>
    <w:rsid w:val="00DD5893"/>
    <w:rsid w:val="00DE1A52"/>
    <w:rsid w:val="00DF1AC8"/>
    <w:rsid w:val="00DF2560"/>
    <w:rsid w:val="00DF2DF2"/>
    <w:rsid w:val="00E06788"/>
    <w:rsid w:val="00E11C3A"/>
    <w:rsid w:val="00E11F49"/>
    <w:rsid w:val="00E13963"/>
    <w:rsid w:val="00E143EB"/>
    <w:rsid w:val="00E16E8D"/>
    <w:rsid w:val="00E20128"/>
    <w:rsid w:val="00E203F7"/>
    <w:rsid w:val="00E26BFD"/>
    <w:rsid w:val="00E26F7F"/>
    <w:rsid w:val="00E327CE"/>
    <w:rsid w:val="00E34B5A"/>
    <w:rsid w:val="00E34B75"/>
    <w:rsid w:val="00E361E1"/>
    <w:rsid w:val="00E41E09"/>
    <w:rsid w:val="00E4442A"/>
    <w:rsid w:val="00E465AF"/>
    <w:rsid w:val="00E46A82"/>
    <w:rsid w:val="00E46F3B"/>
    <w:rsid w:val="00E47DBE"/>
    <w:rsid w:val="00E512A5"/>
    <w:rsid w:val="00E567B6"/>
    <w:rsid w:val="00E57063"/>
    <w:rsid w:val="00E57DCE"/>
    <w:rsid w:val="00E6389C"/>
    <w:rsid w:val="00E67E12"/>
    <w:rsid w:val="00E94D70"/>
    <w:rsid w:val="00EA4600"/>
    <w:rsid w:val="00EB5BB5"/>
    <w:rsid w:val="00EC078B"/>
    <w:rsid w:val="00EC0E11"/>
    <w:rsid w:val="00EC4F16"/>
    <w:rsid w:val="00EC523A"/>
    <w:rsid w:val="00EC56A3"/>
    <w:rsid w:val="00ED5E93"/>
    <w:rsid w:val="00ED7168"/>
    <w:rsid w:val="00EE1475"/>
    <w:rsid w:val="00EF3568"/>
    <w:rsid w:val="00EF4D3E"/>
    <w:rsid w:val="00EF56D8"/>
    <w:rsid w:val="00EF6282"/>
    <w:rsid w:val="00F063F7"/>
    <w:rsid w:val="00F1422A"/>
    <w:rsid w:val="00F15C86"/>
    <w:rsid w:val="00F16A3E"/>
    <w:rsid w:val="00F20634"/>
    <w:rsid w:val="00F237ED"/>
    <w:rsid w:val="00F261BF"/>
    <w:rsid w:val="00F2668A"/>
    <w:rsid w:val="00F26ECF"/>
    <w:rsid w:val="00F311A2"/>
    <w:rsid w:val="00F31B60"/>
    <w:rsid w:val="00F43F13"/>
    <w:rsid w:val="00F444F8"/>
    <w:rsid w:val="00F449BD"/>
    <w:rsid w:val="00F46460"/>
    <w:rsid w:val="00F558F2"/>
    <w:rsid w:val="00F6308D"/>
    <w:rsid w:val="00F659B7"/>
    <w:rsid w:val="00F6656E"/>
    <w:rsid w:val="00F70099"/>
    <w:rsid w:val="00F7515D"/>
    <w:rsid w:val="00F75334"/>
    <w:rsid w:val="00F80CBC"/>
    <w:rsid w:val="00F91FBD"/>
    <w:rsid w:val="00F95EC0"/>
    <w:rsid w:val="00FA289B"/>
    <w:rsid w:val="00FB487A"/>
    <w:rsid w:val="00FB5200"/>
    <w:rsid w:val="00FB6147"/>
    <w:rsid w:val="00FC03FD"/>
    <w:rsid w:val="00FD04CE"/>
    <w:rsid w:val="00FD21D5"/>
    <w:rsid w:val="00FD2438"/>
    <w:rsid w:val="00FD3B28"/>
    <w:rsid w:val="00FD5C7E"/>
    <w:rsid w:val="00FE0306"/>
    <w:rsid w:val="00FF15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oNotEmbedSmartTags/>
  <w:decimalSymbol w:val=","/>
  <w:listSeparator w:val=";"/>
  <w14:docId w14:val="26213322"/>
  <w15:docId w15:val="{73EAFD03-9F9B-4BE9-A0ED-3EB34970F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paragraph" w:styleId="berarbeitung">
    <w:name w:val="Revision"/>
    <w:hidden/>
    <w:uiPriority w:val="99"/>
    <w:semiHidden/>
    <w:rsid w:val="00B54FFD"/>
    <w:rPr>
      <w:rFonts w:ascii="Helvetica" w:eastAsia="Times" w:hAnsi="Helvetica"/>
      <w:sz w:val="22"/>
    </w:rPr>
  </w:style>
  <w:style w:type="paragraph" w:styleId="Listenabsatz">
    <w:name w:val="List Paragraph"/>
    <w:basedOn w:val="Standard"/>
    <w:uiPriority w:val="34"/>
    <w:qFormat/>
    <w:rsid w:val="008D2EA4"/>
    <w:pPr>
      <w:ind w:left="720"/>
    </w:pPr>
    <w:rPr>
      <w:rFonts w:ascii="Calibri" w:eastAsiaTheme="minorHAnsi" w:hAnsi="Calibri" w:cs="Calibr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9009">
      <w:bodyDiv w:val="1"/>
      <w:marLeft w:val="0"/>
      <w:marRight w:val="0"/>
      <w:marTop w:val="0"/>
      <w:marBottom w:val="0"/>
      <w:divBdr>
        <w:top w:val="none" w:sz="0" w:space="0" w:color="auto"/>
        <w:left w:val="none" w:sz="0" w:space="0" w:color="auto"/>
        <w:bottom w:val="none" w:sz="0" w:space="0" w:color="auto"/>
        <w:right w:val="none" w:sz="0" w:space="0" w:color="auto"/>
      </w:divBdr>
    </w:div>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mailto:cbucher@metabo.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tabo.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metabo@cc-stuttgart.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2C537-AED0-4C2B-B1A3-5C668BB2B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DAED3639</Template>
  <TotalTime>0</TotalTime>
  <Pages>5</Pages>
  <Words>938</Words>
  <Characters>6473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7397</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Caroline Ganzert</dc:creator>
  <cp:lastModifiedBy>Marie Hertfelder</cp:lastModifiedBy>
  <cp:revision>12</cp:revision>
  <cp:lastPrinted>2011-02-09T07:07:00Z</cp:lastPrinted>
  <dcterms:created xsi:type="dcterms:W3CDTF">2019-11-14T09:36:00Z</dcterms:created>
  <dcterms:modified xsi:type="dcterms:W3CDTF">2019-11-14T14:50:00Z</dcterms:modified>
</cp:coreProperties>
</file>