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B74" w:rsidRDefault="00EE4563" w:rsidP="009040CD">
      <w:pPr>
        <w:pStyle w:val="berschrift1"/>
      </w:pPr>
      <w:r>
        <w:t xml:space="preserve">Mehr </w:t>
      </w:r>
      <w:r w:rsidR="009631E7">
        <w:t xml:space="preserve">Leistung, mehr </w:t>
      </w:r>
      <w:r>
        <w:t>Freiheit, m</w:t>
      </w:r>
      <w:r w:rsidR="00A33326">
        <w:t>ehr Möglichkeiten</w:t>
      </w:r>
      <w:r w:rsidR="00D3385B">
        <w:rPr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4829810</wp:posOffset>
                </wp:positionH>
                <wp:positionV relativeFrom="paragraph">
                  <wp:posOffset>-34290</wp:posOffset>
                </wp:positionV>
                <wp:extent cx="1562735" cy="22606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735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65AE" w:rsidRPr="00234272" w:rsidRDefault="00AB65AE" w:rsidP="00306DF0">
                            <w:pPr>
                              <w:spacing w:line="276" w:lineRule="auto"/>
                              <w:rPr>
                                <w:rStyle w:val="SchwacheHervorhebung"/>
                                <w:b/>
                                <w:noProof/>
                                <w:lang w:eastAsia="en-US"/>
                              </w:rPr>
                            </w:pPr>
                            <w:proofErr w:type="spellStart"/>
                            <w:r>
                              <w:rPr>
                                <w:rStyle w:val="SchwacheHervorhebung"/>
                              </w:rPr>
                              <w:t>Metabo</w:t>
                            </w:r>
                            <w:proofErr w:type="spellEnd"/>
                            <w:r>
                              <w:rPr>
                                <w:rStyle w:val="SchwacheHervorhebung"/>
                              </w:rPr>
                              <w:t xml:space="preserve"> auf der BAU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80.3pt;margin-top:-2.7pt;width:123.05pt;height:17.8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" stroked="f">
                <v:textbox style="mso-fit-shape-to-text:t">
                  <w:txbxContent>
                    <w:p w:rsidR="00AB65AE" w:rsidRPr="00234272" w:rsidRDefault="00AB65AE" w:rsidP="00306DF0">
                      <w:pPr>
                        <w:spacing w:line="276" w:lineRule="auto"/>
                        <w:rPr>
                          <w:rStyle w:val="SchwacheHervorhebung"/>
                          <w:b/>
                          <w:noProof/>
                          <w:lang w:eastAsia="en-US"/>
                        </w:rPr>
                      </w:pPr>
                      <w:proofErr w:type="spellStart"/>
                      <w:r>
                        <w:rPr>
                          <w:rStyle w:val="SchwacheHervorhebung"/>
                        </w:rPr>
                        <w:t>Metabo</w:t>
                      </w:r>
                      <w:proofErr w:type="spellEnd"/>
                      <w:r>
                        <w:rPr>
                          <w:rStyle w:val="SchwacheHervorhebung"/>
                        </w:rPr>
                        <w:t xml:space="preserve"> auf der BAU 2019</w:t>
                      </w:r>
                    </w:p>
                  </w:txbxContent>
                </v:textbox>
              </v:shape>
            </w:pict>
          </mc:Fallback>
        </mc:AlternateContent>
      </w:r>
      <w:r w:rsidR="00A33326">
        <w:t xml:space="preserve">: </w:t>
      </w:r>
      <w:r w:rsidR="00B74ECF">
        <w:t>Metabo</w:t>
      </w:r>
      <w:r w:rsidR="00A33326">
        <w:t xml:space="preserve"> präsentiert</w:t>
      </w:r>
      <w:r w:rsidR="00525A5B">
        <w:t xml:space="preserve"> auf der BAU</w:t>
      </w:r>
      <w:r w:rsidR="00A33326">
        <w:t xml:space="preserve"> die Vielfalt der</w:t>
      </w:r>
      <w:r w:rsidR="00525A5B">
        <w:t xml:space="preserve"> Kabelfreien Baustelle</w:t>
      </w:r>
    </w:p>
    <w:p w:rsidR="008960DD" w:rsidRPr="00A23777" w:rsidRDefault="008960DD" w:rsidP="00664746">
      <w:pPr>
        <w:spacing w:line="360" w:lineRule="auto"/>
        <w:ind w:right="21"/>
        <w:rPr>
          <w:rFonts w:ascii="Arial" w:hAnsi="Arial" w:cs="Arial"/>
          <w:sz w:val="20"/>
        </w:rPr>
      </w:pPr>
    </w:p>
    <w:p w:rsidR="00976ED5" w:rsidRPr="00507FF0" w:rsidRDefault="00E541EC" w:rsidP="00976ED5">
      <w:pPr>
        <w:pStyle w:val="Untertitel"/>
      </w:pPr>
      <w:r>
        <w:t>„Alles geht mit Akku“, sagt</w:t>
      </w:r>
      <w:r w:rsidR="00733CDC">
        <w:t xml:space="preserve"> Horst W. Garbrecht</w:t>
      </w:r>
      <w:r w:rsidR="007902FA">
        <w:t xml:space="preserve">, </w:t>
      </w:r>
      <w:r w:rsidR="005557AE">
        <w:t xml:space="preserve">CEO </w:t>
      </w:r>
      <w:r w:rsidR="007902FA">
        <w:t>von</w:t>
      </w:r>
      <w:r w:rsidR="007902FA" w:rsidRPr="007902FA">
        <w:t xml:space="preserve"> </w:t>
      </w:r>
      <w:proofErr w:type="spellStart"/>
      <w:r w:rsidR="007902FA">
        <w:t>Metabo</w:t>
      </w:r>
      <w:proofErr w:type="spellEnd"/>
      <w:r w:rsidR="00733CDC">
        <w:t xml:space="preserve">. </w:t>
      </w:r>
      <w:r w:rsidR="00974192">
        <w:t>Und w</w:t>
      </w:r>
      <w:r w:rsidR="00733CDC">
        <w:t xml:space="preserve">ie das </w:t>
      </w:r>
      <w:r w:rsidR="00974192">
        <w:t>geht</w:t>
      </w:r>
      <w:r w:rsidR="00733CDC">
        <w:t xml:space="preserve">, zeigt der </w:t>
      </w:r>
      <w:proofErr w:type="spellStart"/>
      <w:r w:rsidR="00733CDC">
        <w:t>Nürtinger</w:t>
      </w:r>
      <w:proofErr w:type="spellEnd"/>
      <w:r w:rsidR="00733CDC">
        <w:t xml:space="preserve"> Elektrowerkzeug-Hersteller mit seinem breiten Angebot an Akku-Maschinen auf der </w:t>
      </w:r>
      <w:r w:rsidR="007902FA">
        <w:t xml:space="preserve">Messe </w:t>
      </w:r>
      <w:r w:rsidR="00733CDC">
        <w:t xml:space="preserve">BAU in München.  </w:t>
      </w:r>
      <w:r w:rsidR="00974192">
        <w:t>M</w:t>
      </w:r>
      <w:r w:rsidR="00292456">
        <w:t xml:space="preserve">it dem herstellerübergreifenden Akku-System </w:t>
      </w:r>
      <w:proofErr w:type="spellStart"/>
      <w:r w:rsidR="00292456">
        <w:t>Cordless</w:t>
      </w:r>
      <w:proofErr w:type="spellEnd"/>
      <w:r w:rsidR="00292456">
        <w:t xml:space="preserve"> Alliance System (CAS) sind professionelle Anwender </w:t>
      </w:r>
      <w:r w:rsidR="003626C2">
        <w:t xml:space="preserve">dabei </w:t>
      </w:r>
      <w:r w:rsidR="00292456">
        <w:t xml:space="preserve">flexibel wie nie zuvor. </w:t>
      </w:r>
    </w:p>
    <w:p w:rsidR="008960DD" w:rsidRPr="00456B68" w:rsidRDefault="005E1773" w:rsidP="00C37B3C">
      <w:pPr>
        <w:pStyle w:val="Untertitel"/>
      </w:pPr>
      <w:r w:rsidRPr="00456B68">
        <w:t xml:space="preserve"> </w:t>
      </w:r>
    </w:p>
    <w:p w:rsidR="00A8405C" w:rsidRDefault="00976ED5" w:rsidP="00D3385B">
      <w:pPr>
        <w:spacing w:line="360" w:lineRule="auto"/>
        <w:jc w:val="both"/>
        <w:rPr>
          <w:rFonts w:ascii="Arial" w:hAnsi="Arial"/>
          <w:sz w:val="20"/>
        </w:rPr>
      </w:pPr>
      <w:r>
        <w:rPr>
          <w:rStyle w:val="Fett"/>
        </w:rPr>
        <w:t>Nürtingen</w:t>
      </w:r>
      <w:r w:rsidR="00234272">
        <w:rPr>
          <w:rStyle w:val="Fett"/>
        </w:rPr>
        <w:t xml:space="preserve"> / München</w:t>
      </w:r>
      <w:r>
        <w:rPr>
          <w:rStyle w:val="Fett"/>
        </w:rPr>
        <w:t>, Januar 201</w:t>
      </w:r>
      <w:r w:rsidR="00525A5B">
        <w:rPr>
          <w:rStyle w:val="Fett"/>
        </w:rPr>
        <w:t>9</w:t>
      </w:r>
      <w:r w:rsidR="004E3E46" w:rsidRPr="00456B68">
        <w:rPr>
          <w:rStyle w:val="Fett"/>
        </w:rPr>
        <w:t>:</w:t>
      </w:r>
      <w:r w:rsidR="001E2AC6">
        <w:rPr>
          <w:rStyle w:val="Fett"/>
        </w:rPr>
        <w:t xml:space="preserve"> </w:t>
      </w:r>
      <w:r w:rsidR="001E2AC6">
        <w:rPr>
          <w:rStyle w:val="Fett"/>
          <w:b w:val="0"/>
        </w:rPr>
        <w:t xml:space="preserve">Die Messe BAU ist groß, und </w:t>
      </w:r>
      <w:r w:rsidR="005557AE">
        <w:rPr>
          <w:rStyle w:val="Fett"/>
          <w:b w:val="0"/>
        </w:rPr>
        <w:t xml:space="preserve">das gilt </w:t>
      </w:r>
      <w:r w:rsidR="001E2AC6">
        <w:rPr>
          <w:rStyle w:val="Fett"/>
          <w:b w:val="0"/>
        </w:rPr>
        <w:t xml:space="preserve">auch </w:t>
      </w:r>
      <w:r w:rsidR="005557AE">
        <w:rPr>
          <w:rStyle w:val="Fett"/>
          <w:b w:val="0"/>
        </w:rPr>
        <w:t xml:space="preserve">für </w:t>
      </w:r>
      <w:r w:rsidR="001E2AC6">
        <w:rPr>
          <w:rStyle w:val="Fett"/>
          <w:b w:val="0"/>
        </w:rPr>
        <w:t xml:space="preserve">die Anzahl der Hersteller, die hier </w:t>
      </w:r>
      <w:r w:rsidR="00E510AF">
        <w:rPr>
          <w:rStyle w:val="Fett"/>
          <w:b w:val="0"/>
        </w:rPr>
        <w:t>ihre</w:t>
      </w:r>
      <w:r w:rsidR="001E2AC6">
        <w:rPr>
          <w:rStyle w:val="Fett"/>
          <w:b w:val="0"/>
        </w:rPr>
        <w:t xml:space="preserve"> Neuheiten präsentieren. Für die Elektrowerkzeug</w:t>
      </w:r>
      <w:r w:rsidR="005557AE">
        <w:rPr>
          <w:rStyle w:val="Fett"/>
          <w:b w:val="0"/>
        </w:rPr>
        <w:t>-B</w:t>
      </w:r>
      <w:r w:rsidR="001E2AC6">
        <w:rPr>
          <w:rStyle w:val="Fett"/>
          <w:b w:val="0"/>
        </w:rPr>
        <w:t xml:space="preserve">ranche </w:t>
      </w:r>
      <w:r w:rsidR="00CE7B53">
        <w:rPr>
          <w:rStyle w:val="Fett"/>
          <w:b w:val="0"/>
        </w:rPr>
        <w:t xml:space="preserve">und </w:t>
      </w:r>
      <w:r w:rsidR="005557AE">
        <w:rPr>
          <w:rStyle w:val="Fett"/>
          <w:b w:val="0"/>
        </w:rPr>
        <w:t xml:space="preserve">ihre </w:t>
      </w:r>
      <w:r w:rsidR="00CE7B53">
        <w:rPr>
          <w:rStyle w:val="Fett"/>
          <w:b w:val="0"/>
        </w:rPr>
        <w:t xml:space="preserve">Kunden </w:t>
      </w:r>
      <w:r w:rsidR="001E2AC6">
        <w:rPr>
          <w:rStyle w:val="Fett"/>
          <w:b w:val="0"/>
        </w:rPr>
        <w:t xml:space="preserve">bedeutet das: </w:t>
      </w:r>
      <w:r w:rsidR="00525A5B" w:rsidRPr="00525A5B">
        <w:rPr>
          <w:rFonts w:ascii="Arial" w:hAnsi="Arial"/>
          <w:sz w:val="20"/>
        </w:rPr>
        <w:t>Viele unterschiedliche Maschinen, Akkupacks und Ladegeräte.</w:t>
      </w:r>
      <w:r w:rsidR="00525A5B">
        <w:rPr>
          <w:rFonts w:ascii="Arial" w:hAnsi="Arial"/>
          <w:sz w:val="20"/>
        </w:rPr>
        <w:t xml:space="preserve"> Das war zumindest bisher so. </w:t>
      </w:r>
      <w:r w:rsidR="005557AE">
        <w:rPr>
          <w:rFonts w:ascii="Arial" w:hAnsi="Arial"/>
          <w:sz w:val="20"/>
        </w:rPr>
        <w:t xml:space="preserve">Aber </w:t>
      </w:r>
      <w:r w:rsidR="00655D5D">
        <w:rPr>
          <w:rFonts w:ascii="Arial" w:hAnsi="Arial"/>
          <w:sz w:val="20"/>
        </w:rPr>
        <w:t xml:space="preserve">die Akkupacks, die in diesem Jahr am Stand von </w:t>
      </w:r>
      <w:proofErr w:type="spellStart"/>
      <w:r w:rsidR="00655D5D">
        <w:rPr>
          <w:rFonts w:ascii="Arial" w:hAnsi="Arial"/>
          <w:sz w:val="20"/>
        </w:rPr>
        <w:t>Metabo</w:t>
      </w:r>
      <w:proofErr w:type="spellEnd"/>
      <w:r w:rsidR="00655D5D">
        <w:rPr>
          <w:rFonts w:ascii="Arial" w:hAnsi="Arial"/>
          <w:sz w:val="20"/>
        </w:rPr>
        <w:t xml:space="preserve"> im Einsatz sind, passen auch auf die Maschinen </w:t>
      </w:r>
      <w:r w:rsidR="00AB65AE">
        <w:rPr>
          <w:rFonts w:ascii="Arial" w:hAnsi="Arial"/>
          <w:sz w:val="20"/>
        </w:rPr>
        <w:t xml:space="preserve">neun </w:t>
      </w:r>
      <w:r w:rsidR="00655D5D">
        <w:rPr>
          <w:rFonts w:ascii="Arial" w:hAnsi="Arial"/>
          <w:sz w:val="20"/>
        </w:rPr>
        <w:t xml:space="preserve">weiterer Hersteller. Denn </w:t>
      </w:r>
      <w:r w:rsidR="001E2AC6">
        <w:rPr>
          <w:rFonts w:ascii="Arial" w:hAnsi="Arial"/>
          <w:sz w:val="20"/>
        </w:rPr>
        <w:t xml:space="preserve">die </w:t>
      </w:r>
      <w:r w:rsidR="009631E7">
        <w:rPr>
          <w:rFonts w:ascii="Arial" w:hAnsi="Arial"/>
          <w:sz w:val="20"/>
        </w:rPr>
        <w:t>zehn</w:t>
      </w:r>
      <w:r w:rsidR="00525A5B">
        <w:rPr>
          <w:rFonts w:ascii="Arial" w:hAnsi="Arial"/>
          <w:sz w:val="20"/>
        </w:rPr>
        <w:t xml:space="preserve"> </w:t>
      </w:r>
      <w:r w:rsidR="00CE7B53">
        <w:rPr>
          <w:rFonts w:ascii="Arial" w:hAnsi="Arial"/>
          <w:sz w:val="20"/>
        </w:rPr>
        <w:t>Elektrowerkzeug- und Maschinenh</w:t>
      </w:r>
      <w:r w:rsidR="00525A5B">
        <w:rPr>
          <w:rFonts w:ascii="Arial" w:hAnsi="Arial"/>
          <w:sz w:val="20"/>
        </w:rPr>
        <w:t xml:space="preserve">ersteller </w:t>
      </w:r>
      <w:proofErr w:type="spellStart"/>
      <w:r w:rsidR="001E2AC6" w:rsidRPr="001E2AC6">
        <w:rPr>
          <w:rFonts w:ascii="Arial" w:hAnsi="Arial"/>
          <w:sz w:val="20"/>
        </w:rPr>
        <w:t>Metabo</w:t>
      </w:r>
      <w:proofErr w:type="spellEnd"/>
      <w:r w:rsidR="001E2AC6" w:rsidRPr="001E2AC6">
        <w:rPr>
          <w:rFonts w:ascii="Arial" w:hAnsi="Arial"/>
          <w:sz w:val="20"/>
        </w:rPr>
        <w:t xml:space="preserve">, </w:t>
      </w:r>
      <w:proofErr w:type="spellStart"/>
      <w:r w:rsidR="001E2AC6" w:rsidRPr="001E2AC6">
        <w:rPr>
          <w:rFonts w:ascii="Arial" w:hAnsi="Arial"/>
          <w:sz w:val="20"/>
        </w:rPr>
        <w:t>Mafell</w:t>
      </w:r>
      <w:proofErr w:type="spellEnd"/>
      <w:r w:rsidR="001E2AC6" w:rsidRPr="001E2AC6">
        <w:rPr>
          <w:rFonts w:ascii="Arial" w:hAnsi="Arial"/>
          <w:sz w:val="20"/>
        </w:rPr>
        <w:t xml:space="preserve">, Rothenberger, </w:t>
      </w:r>
      <w:proofErr w:type="spellStart"/>
      <w:r w:rsidR="001E2AC6" w:rsidRPr="001E2AC6">
        <w:rPr>
          <w:rFonts w:ascii="Arial" w:hAnsi="Arial"/>
          <w:sz w:val="20"/>
        </w:rPr>
        <w:t>Eibenstock</w:t>
      </w:r>
      <w:proofErr w:type="spellEnd"/>
      <w:r w:rsidR="001E2AC6" w:rsidRPr="001E2AC6">
        <w:rPr>
          <w:rFonts w:ascii="Arial" w:hAnsi="Arial"/>
          <w:sz w:val="20"/>
        </w:rPr>
        <w:t>, Eisenblätt</w:t>
      </w:r>
      <w:r w:rsidR="009631E7">
        <w:rPr>
          <w:rFonts w:ascii="Arial" w:hAnsi="Arial"/>
          <w:sz w:val="20"/>
        </w:rPr>
        <w:t xml:space="preserve">er, </w:t>
      </w:r>
      <w:proofErr w:type="spellStart"/>
      <w:r w:rsidR="009631E7">
        <w:rPr>
          <w:rFonts w:ascii="Arial" w:hAnsi="Arial"/>
          <w:sz w:val="20"/>
        </w:rPr>
        <w:t>Collomix</w:t>
      </w:r>
      <w:proofErr w:type="spellEnd"/>
      <w:r w:rsidR="009631E7">
        <w:rPr>
          <w:rFonts w:ascii="Arial" w:hAnsi="Arial"/>
          <w:sz w:val="20"/>
        </w:rPr>
        <w:t xml:space="preserve">, </w:t>
      </w:r>
      <w:proofErr w:type="spellStart"/>
      <w:r w:rsidR="009631E7">
        <w:rPr>
          <w:rFonts w:ascii="Arial" w:hAnsi="Arial"/>
          <w:sz w:val="20"/>
        </w:rPr>
        <w:t>Steinel</w:t>
      </w:r>
      <w:proofErr w:type="spellEnd"/>
      <w:r w:rsidR="009631E7">
        <w:rPr>
          <w:rFonts w:ascii="Arial" w:hAnsi="Arial"/>
          <w:sz w:val="20"/>
        </w:rPr>
        <w:t xml:space="preserve">, </w:t>
      </w:r>
      <w:proofErr w:type="spellStart"/>
      <w:r w:rsidR="009631E7">
        <w:rPr>
          <w:rFonts w:ascii="Arial" w:hAnsi="Arial"/>
          <w:sz w:val="20"/>
        </w:rPr>
        <w:t>Haaga</w:t>
      </w:r>
      <w:proofErr w:type="spellEnd"/>
      <w:r w:rsidR="009631E7">
        <w:rPr>
          <w:rFonts w:ascii="Arial" w:hAnsi="Arial"/>
          <w:sz w:val="20"/>
        </w:rPr>
        <w:t xml:space="preserve">, </w:t>
      </w:r>
      <w:proofErr w:type="spellStart"/>
      <w:r w:rsidR="001E2AC6" w:rsidRPr="001E2AC6">
        <w:rPr>
          <w:rFonts w:ascii="Arial" w:hAnsi="Arial"/>
          <w:sz w:val="20"/>
        </w:rPr>
        <w:t>Starmix</w:t>
      </w:r>
      <w:proofErr w:type="spellEnd"/>
      <w:r w:rsidR="009631E7">
        <w:rPr>
          <w:rFonts w:ascii="Arial" w:hAnsi="Arial"/>
          <w:sz w:val="20"/>
        </w:rPr>
        <w:t xml:space="preserve"> und </w:t>
      </w:r>
      <w:proofErr w:type="spellStart"/>
      <w:r w:rsidR="009631E7">
        <w:rPr>
          <w:rFonts w:ascii="Arial" w:hAnsi="Arial"/>
          <w:sz w:val="20"/>
        </w:rPr>
        <w:t>Rokamat</w:t>
      </w:r>
      <w:proofErr w:type="spellEnd"/>
      <w:r w:rsidR="001E2AC6" w:rsidRPr="001E2AC6">
        <w:rPr>
          <w:rFonts w:ascii="Arial" w:hAnsi="Arial"/>
          <w:sz w:val="20"/>
        </w:rPr>
        <w:t xml:space="preserve"> </w:t>
      </w:r>
      <w:r w:rsidR="00D3385B">
        <w:rPr>
          <w:rFonts w:ascii="Arial" w:hAnsi="Arial"/>
          <w:sz w:val="20"/>
        </w:rPr>
        <w:t xml:space="preserve">sind Teil des </w:t>
      </w:r>
      <w:r w:rsidR="00CE7B53">
        <w:rPr>
          <w:rFonts w:ascii="Arial" w:hAnsi="Arial"/>
          <w:sz w:val="20"/>
        </w:rPr>
        <w:t>gemeinsame</w:t>
      </w:r>
      <w:r w:rsidR="00D3385B">
        <w:rPr>
          <w:rFonts w:ascii="Arial" w:hAnsi="Arial"/>
          <w:sz w:val="20"/>
        </w:rPr>
        <w:t>n</w:t>
      </w:r>
      <w:r w:rsidR="00525A5B">
        <w:rPr>
          <w:rFonts w:ascii="Arial" w:hAnsi="Arial"/>
          <w:sz w:val="20"/>
        </w:rPr>
        <w:t xml:space="preserve"> Akku-System </w:t>
      </w:r>
      <w:r w:rsidR="00D3385B">
        <w:rPr>
          <w:rFonts w:ascii="Arial" w:hAnsi="Arial"/>
          <w:sz w:val="20"/>
        </w:rPr>
        <w:t>CAS</w:t>
      </w:r>
      <w:r w:rsidR="00655D5D">
        <w:rPr>
          <w:rFonts w:ascii="Arial" w:hAnsi="Arial"/>
          <w:sz w:val="20"/>
        </w:rPr>
        <w:t xml:space="preserve">. </w:t>
      </w:r>
      <w:r w:rsidR="00A8405C">
        <w:rPr>
          <w:rFonts w:ascii="Arial" w:hAnsi="Arial"/>
          <w:sz w:val="20"/>
        </w:rPr>
        <w:t xml:space="preserve">Basis von CAS ist die Akku-Technologie von </w:t>
      </w:r>
      <w:proofErr w:type="spellStart"/>
      <w:r w:rsidR="00A8405C">
        <w:rPr>
          <w:rFonts w:ascii="Arial" w:hAnsi="Arial"/>
          <w:sz w:val="20"/>
        </w:rPr>
        <w:t>Metabo</w:t>
      </w:r>
      <w:proofErr w:type="spellEnd"/>
      <w:r w:rsidR="00A8405C">
        <w:rPr>
          <w:rFonts w:ascii="Arial" w:hAnsi="Arial"/>
          <w:sz w:val="20"/>
        </w:rPr>
        <w:t xml:space="preserve">. Mit der aktuellen Generation der </w:t>
      </w:r>
      <w:proofErr w:type="spellStart"/>
      <w:r w:rsidR="00A8405C">
        <w:rPr>
          <w:rFonts w:ascii="Arial" w:hAnsi="Arial"/>
          <w:sz w:val="20"/>
        </w:rPr>
        <w:t>Metabo</w:t>
      </w:r>
      <w:proofErr w:type="spellEnd"/>
      <w:r w:rsidR="00A8405C">
        <w:rPr>
          <w:rFonts w:ascii="Arial" w:hAnsi="Arial"/>
          <w:sz w:val="20"/>
        </w:rPr>
        <w:t xml:space="preserve"> </w:t>
      </w:r>
      <w:proofErr w:type="spellStart"/>
      <w:r w:rsidR="00A8405C">
        <w:rPr>
          <w:rFonts w:ascii="Arial" w:hAnsi="Arial"/>
          <w:sz w:val="20"/>
        </w:rPr>
        <w:t>LiHD</w:t>
      </w:r>
      <w:proofErr w:type="spellEnd"/>
      <w:r w:rsidR="00A8405C">
        <w:rPr>
          <w:rFonts w:ascii="Arial" w:hAnsi="Arial"/>
          <w:sz w:val="20"/>
        </w:rPr>
        <w:t xml:space="preserve">-Akkupacks bleiben die </w:t>
      </w:r>
      <w:proofErr w:type="spellStart"/>
      <w:r w:rsidR="00A8405C">
        <w:rPr>
          <w:rFonts w:ascii="Arial" w:hAnsi="Arial"/>
          <w:sz w:val="20"/>
        </w:rPr>
        <w:t>Nürtinger</w:t>
      </w:r>
      <w:proofErr w:type="spellEnd"/>
      <w:r w:rsidR="00A8405C">
        <w:rPr>
          <w:rFonts w:ascii="Arial" w:hAnsi="Arial"/>
          <w:sz w:val="20"/>
        </w:rPr>
        <w:t xml:space="preserve"> Technologieführer im Akku-Bereich. Die Akkupacks mit 8.0, 5.5 und 4.0 Amperestunden liefern in Summe bis zu 3.200 Watt. Genug Power also, um selbst bei den härtesten Anwendungen jedes </w:t>
      </w:r>
      <w:r w:rsidR="00A8405C" w:rsidRPr="00E510AF">
        <w:rPr>
          <w:rFonts w:ascii="Arial" w:hAnsi="Arial"/>
          <w:sz w:val="20"/>
        </w:rPr>
        <w:t>handgeführte Elektrowerkzeug so zu betreiben, dass es keinen Leistungsunterschied zu Kabelmaschinen mehr gibt.</w:t>
      </w:r>
      <w:r w:rsidR="00A8405C" w:rsidRPr="00A8405C">
        <w:rPr>
          <w:rFonts w:ascii="Arial" w:hAnsi="Arial"/>
          <w:sz w:val="20"/>
        </w:rPr>
        <w:t xml:space="preserve"> </w:t>
      </w:r>
      <w:r w:rsidR="00D3385B">
        <w:rPr>
          <w:rFonts w:ascii="Arial" w:hAnsi="Arial"/>
          <w:sz w:val="20"/>
        </w:rPr>
        <w:t xml:space="preserve">„Damit beweisen wir, dass die Kabelfreie Baustelle funktioniert“, sagt Horst W. Garbrecht, </w:t>
      </w:r>
      <w:r w:rsidR="00E61781">
        <w:rPr>
          <w:rFonts w:ascii="Arial" w:hAnsi="Arial"/>
          <w:sz w:val="20"/>
        </w:rPr>
        <w:t>CEO</w:t>
      </w:r>
      <w:r w:rsidR="00D3385B">
        <w:rPr>
          <w:rFonts w:ascii="Arial" w:hAnsi="Arial"/>
          <w:sz w:val="20"/>
        </w:rPr>
        <w:t xml:space="preserve"> von </w:t>
      </w:r>
      <w:proofErr w:type="spellStart"/>
      <w:r w:rsidR="00D3385B">
        <w:rPr>
          <w:rFonts w:ascii="Arial" w:hAnsi="Arial"/>
          <w:sz w:val="20"/>
        </w:rPr>
        <w:t>Metabo</w:t>
      </w:r>
      <w:proofErr w:type="spellEnd"/>
      <w:r w:rsidR="00D3385B">
        <w:rPr>
          <w:rFonts w:ascii="Arial" w:hAnsi="Arial"/>
          <w:sz w:val="20"/>
        </w:rPr>
        <w:t>. „</w:t>
      </w:r>
      <w:r w:rsidR="00D3385B" w:rsidRPr="005F268B">
        <w:rPr>
          <w:rFonts w:ascii="Arial" w:hAnsi="Arial"/>
          <w:sz w:val="20"/>
        </w:rPr>
        <w:t xml:space="preserve">Wir wollen dem Handwerker eine klare Botschaft mitgeben: Alles geht mit Akku, und </w:t>
      </w:r>
      <w:r w:rsidR="00D3385B">
        <w:rPr>
          <w:rFonts w:ascii="Arial" w:hAnsi="Arial"/>
          <w:sz w:val="20"/>
        </w:rPr>
        <w:t xml:space="preserve">bei </w:t>
      </w:r>
      <w:proofErr w:type="spellStart"/>
      <w:r w:rsidR="00D3385B" w:rsidRPr="005F268B">
        <w:rPr>
          <w:rFonts w:ascii="Arial" w:hAnsi="Arial"/>
          <w:sz w:val="20"/>
        </w:rPr>
        <w:t>Metabo</w:t>
      </w:r>
      <w:proofErr w:type="spellEnd"/>
      <w:r w:rsidR="00D3385B" w:rsidRPr="005F268B">
        <w:rPr>
          <w:rFonts w:ascii="Arial" w:hAnsi="Arial"/>
          <w:sz w:val="20"/>
        </w:rPr>
        <w:t xml:space="preserve"> </w:t>
      </w:r>
      <w:r w:rsidR="00D3385B">
        <w:rPr>
          <w:rFonts w:ascii="Arial" w:hAnsi="Arial"/>
          <w:sz w:val="20"/>
        </w:rPr>
        <w:t>bist Du dafür an der richtigen Adresse.“</w:t>
      </w:r>
    </w:p>
    <w:p w:rsidR="00A8405C" w:rsidRDefault="00A8405C" w:rsidP="00A8405C">
      <w:pPr>
        <w:spacing w:line="360" w:lineRule="auto"/>
        <w:jc w:val="both"/>
        <w:rPr>
          <w:rFonts w:ascii="Arial" w:hAnsi="Arial"/>
          <w:sz w:val="20"/>
        </w:rPr>
      </w:pPr>
    </w:p>
    <w:p w:rsidR="00A8405C" w:rsidRPr="00A8405C" w:rsidRDefault="00A8405C" w:rsidP="00A8405C">
      <w:pPr>
        <w:spacing w:line="360" w:lineRule="auto"/>
        <w:jc w:val="both"/>
        <w:rPr>
          <w:rFonts w:ascii="Arial" w:hAnsi="Arial"/>
          <w:b/>
          <w:sz w:val="20"/>
        </w:rPr>
      </w:pPr>
      <w:r w:rsidRPr="00A8405C">
        <w:rPr>
          <w:rFonts w:ascii="Arial" w:hAnsi="Arial"/>
          <w:b/>
          <w:sz w:val="20"/>
        </w:rPr>
        <w:t>Leistungsstarke Akku-Technologie</w:t>
      </w:r>
    </w:p>
    <w:p w:rsidR="00A8405C" w:rsidRDefault="00BF7B92" w:rsidP="007F3823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„</w:t>
      </w:r>
      <w:r w:rsidR="00A8405C">
        <w:rPr>
          <w:rFonts w:ascii="Arial" w:hAnsi="Arial"/>
          <w:sz w:val="20"/>
        </w:rPr>
        <w:t>Viele Anwender reagier</w:t>
      </w:r>
      <w:r w:rsidR="00A8405C" w:rsidRPr="00C84C87">
        <w:rPr>
          <w:rFonts w:ascii="Arial" w:hAnsi="Arial"/>
          <w:sz w:val="20"/>
        </w:rPr>
        <w:t>en immer noch erstaunt, wenn sie er</w:t>
      </w:r>
      <w:r w:rsidR="00A8405C">
        <w:rPr>
          <w:rFonts w:ascii="Arial" w:hAnsi="Arial"/>
          <w:sz w:val="20"/>
        </w:rPr>
        <w:t>fahren</w:t>
      </w:r>
      <w:r w:rsidR="00A8405C" w:rsidRPr="00C84C87">
        <w:rPr>
          <w:rFonts w:ascii="Arial" w:hAnsi="Arial"/>
          <w:sz w:val="20"/>
        </w:rPr>
        <w:t xml:space="preserve">, dass bei </w:t>
      </w:r>
      <w:r w:rsidR="00DA2CAA">
        <w:rPr>
          <w:rFonts w:ascii="Arial" w:hAnsi="Arial"/>
          <w:sz w:val="20"/>
        </w:rPr>
        <w:br/>
      </w:r>
      <w:proofErr w:type="spellStart"/>
      <w:r w:rsidR="00A8405C" w:rsidRPr="00C84C87">
        <w:rPr>
          <w:rFonts w:ascii="Arial" w:hAnsi="Arial"/>
          <w:sz w:val="20"/>
        </w:rPr>
        <w:t>Metabo</w:t>
      </w:r>
      <w:proofErr w:type="spellEnd"/>
      <w:r w:rsidR="00A8405C" w:rsidRPr="00C84C87">
        <w:rPr>
          <w:rFonts w:ascii="Arial" w:hAnsi="Arial"/>
          <w:sz w:val="20"/>
        </w:rPr>
        <w:t xml:space="preserve"> </w:t>
      </w:r>
      <w:r w:rsidR="00AB65AE">
        <w:rPr>
          <w:rFonts w:ascii="Arial" w:hAnsi="Arial"/>
          <w:sz w:val="20"/>
        </w:rPr>
        <w:t xml:space="preserve">selbst die </w:t>
      </w:r>
      <w:r w:rsidR="00A8405C" w:rsidRPr="00C84C87">
        <w:rPr>
          <w:rFonts w:ascii="Arial" w:hAnsi="Arial"/>
          <w:sz w:val="20"/>
        </w:rPr>
        <w:t>Akkupacks aus dem Jahr 2009 noch auf jedes aktuelle Werkzeug-Mode</w:t>
      </w:r>
      <w:r w:rsidR="00A8405C">
        <w:rPr>
          <w:rFonts w:ascii="Arial" w:hAnsi="Arial"/>
          <w:sz w:val="20"/>
        </w:rPr>
        <w:t xml:space="preserve">ll und jedes Ladegerät passen. </w:t>
      </w:r>
      <w:r w:rsidR="00A8405C" w:rsidRPr="00C84C87">
        <w:rPr>
          <w:rFonts w:ascii="Arial" w:hAnsi="Arial"/>
          <w:sz w:val="20"/>
        </w:rPr>
        <w:t>Wir haben eine hundertpro</w:t>
      </w:r>
      <w:r w:rsidR="00A8405C">
        <w:rPr>
          <w:rFonts w:ascii="Arial" w:hAnsi="Arial"/>
          <w:sz w:val="20"/>
        </w:rPr>
        <w:t>zen</w:t>
      </w:r>
      <w:r w:rsidR="00A8405C" w:rsidRPr="00C84C87">
        <w:rPr>
          <w:rFonts w:ascii="Arial" w:hAnsi="Arial"/>
          <w:sz w:val="20"/>
        </w:rPr>
        <w:t>tige Kompatibilität innerhalb unseres Akku-Systems – gestern, heute und morgen“, sagt Garbrecht.</w:t>
      </w:r>
      <w:r w:rsidR="00A8405C" w:rsidRPr="00A8405C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Mit CAS seien professionelle Anwender noch flexibler, so Garbrecht.</w:t>
      </w:r>
      <w:r w:rsidR="007F3823">
        <w:rPr>
          <w:rFonts w:ascii="Arial" w:hAnsi="Arial"/>
          <w:sz w:val="20"/>
        </w:rPr>
        <w:t xml:space="preserve"> „Sie können mit ein und demselben </w:t>
      </w:r>
      <w:proofErr w:type="spellStart"/>
      <w:r w:rsidR="007F3823">
        <w:rPr>
          <w:rFonts w:ascii="Arial" w:hAnsi="Arial"/>
          <w:sz w:val="20"/>
        </w:rPr>
        <w:t>Akkupack</w:t>
      </w:r>
      <w:proofErr w:type="spellEnd"/>
      <w:r w:rsidR="007F3823">
        <w:rPr>
          <w:rFonts w:ascii="Arial" w:hAnsi="Arial"/>
          <w:sz w:val="20"/>
        </w:rPr>
        <w:t xml:space="preserve"> die Akku-Maschinen aller CAS-Partner betreiben. So arbeiten sie schneller und produktiver – und die Arbeit macht kabelfrei einfach mehr Spaß.“</w:t>
      </w:r>
    </w:p>
    <w:p w:rsidR="009631E7" w:rsidRDefault="009631E7" w:rsidP="00525A5B">
      <w:pPr>
        <w:spacing w:line="360" w:lineRule="auto"/>
        <w:jc w:val="both"/>
        <w:rPr>
          <w:rFonts w:ascii="Arial" w:hAnsi="Arial"/>
          <w:sz w:val="20"/>
        </w:rPr>
      </w:pPr>
    </w:p>
    <w:p w:rsidR="00CE7B53" w:rsidRPr="00CE7B53" w:rsidRDefault="00CE7B53" w:rsidP="00E510AF">
      <w:pPr>
        <w:spacing w:line="360" w:lineRule="auto"/>
        <w:jc w:val="both"/>
        <w:rPr>
          <w:rFonts w:ascii="Arial" w:hAnsi="Arial"/>
          <w:b/>
          <w:sz w:val="20"/>
        </w:rPr>
      </w:pPr>
      <w:r w:rsidRPr="00CE7B53">
        <w:rPr>
          <w:rFonts w:ascii="Arial" w:hAnsi="Arial"/>
          <w:b/>
          <w:sz w:val="20"/>
        </w:rPr>
        <w:t>Von Standard- bis Spezialaufgaben</w:t>
      </w:r>
    </w:p>
    <w:p w:rsidR="005F268B" w:rsidRDefault="00AB65AE" w:rsidP="00E510AF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„D</w:t>
      </w:r>
      <w:r w:rsidR="005557AE">
        <w:rPr>
          <w:rFonts w:ascii="Arial" w:hAnsi="Arial"/>
          <w:sz w:val="20"/>
        </w:rPr>
        <w:t xml:space="preserve">ie Nachfrage nach </w:t>
      </w:r>
      <w:r w:rsidR="00E510AF">
        <w:rPr>
          <w:rFonts w:ascii="Arial" w:hAnsi="Arial"/>
          <w:sz w:val="20"/>
        </w:rPr>
        <w:t xml:space="preserve">Akku-Maschinen </w:t>
      </w:r>
      <w:r>
        <w:rPr>
          <w:rFonts w:ascii="Arial" w:hAnsi="Arial"/>
          <w:sz w:val="20"/>
        </w:rPr>
        <w:t xml:space="preserve">steigt </w:t>
      </w:r>
      <w:r w:rsidR="005557AE">
        <w:rPr>
          <w:rFonts w:ascii="Arial" w:hAnsi="Arial"/>
          <w:sz w:val="20"/>
        </w:rPr>
        <w:t>kontinuierlich</w:t>
      </w:r>
      <w:r>
        <w:rPr>
          <w:rFonts w:ascii="Arial" w:hAnsi="Arial"/>
          <w:sz w:val="20"/>
        </w:rPr>
        <w:t xml:space="preserve">“, sagt </w:t>
      </w:r>
      <w:r w:rsidRPr="005F268B">
        <w:rPr>
          <w:rFonts w:ascii="Arial" w:hAnsi="Arial"/>
          <w:sz w:val="20"/>
        </w:rPr>
        <w:t xml:space="preserve">Dr. Andreas Siemer, Direktor Produktmanagement &amp; Training bei </w:t>
      </w:r>
      <w:proofErr w:type="spellStart"/>
      <w:r w:rsidRPr="005F268B">
        <w:rPr>
          <w:rFonts w:ascii="Arial" w:hAnsi="Arial"/>
          <w:sz w:val="20"/>
        </w:rPr>
        <w:t>Metabo</w:t>
      </w:r>
      <w:proofErr w:type="spellEnd"/>
      <w:r w:rsidR="005557AE">
        <w:rPr>
          <w:rFonts w:ascii="Arial" w:hAnsi="Arial"/>
          <w:sz w:val="20"/>
        </w:rPr>
        <w:t>.</w:t>
      </w:r>
      <w:r w:rsidR="00E510AF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Die </w:t>
      </w:r>
      <w:proofErr w:type="spellStart"/>
      <w:r>
        <w:rPr>
          <w:rFonts w:ascii="Arial" w:hAnsi="Arial"/>
          <w:sz w:val="20"/>
        </w:rPr>
        <w:t>Nürtinger</w:t>
      </w:r>
      <w:proofErr w:type="spellEnd"/>
      <w:r>
        <w:rPr>
          <w:rFonts w:ascii="Arial" w:hAnsi="Arial"/>
          <w:sz w:val="20"/>
        </w:rPr>
        <w:t xml:space="preserve"> reagieren</w:t>
      </w:r>
      <w:r w:rsidR="005557AE">
        <w:rPr>
          <w:rFonts w:ascii="Arial" w:hAnsi="Arial"/>
          <w:sz w:val="20"/>
        </w:rPr>
        <w:t xml:space="preserve"> darauf mit einem </w:t>
      </w:r>
      <w:r w:rsidR="005557AE">
        <w:rPr>
          <w:rFonts w:ascii="Arial" w:hAnsi="Arial"/>
          <w:sz w:val="20"/>
        </w:rPr>
        <w:lastRenderedPageBreak/>
        <w:t xml:space="preserve">stetigen Ausbau des Akku-Programms. </w:t>
      </w:r>
      <w:r w:rsidR="00E510AF">
        <w:rPr>
          <w:rFonts w:ascii="Arial" w:hAnsi="Arial"/>
          <w:sz w:val="20"/>
        </w:rPr>
        <w:t xml:space="preserve">Schon jetzt </w:t>
      </w:r>
      <w:r>
        <w:rPr>
          <w:rFonts w:ascii="Arial" w:hAnsi="Arial"/>
          <w:sz w:val="20"/>
        </w:rPr>
        <w:t>bietet</w:t>
      </w:r>
      <w:r w:rsidR="005557AE"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Metabo</w:t>
      </w:r>
      <w:proofErr w:type="spellEnd"/>
      <w:r w:rsidR="00E510AF">
        <w:rPr>
          <w:rFonts w:ascii="Arial" w:hAnsi="Arial"/>
          <w:sz w:val="20"/>
        </w:rPr>
        <w:t xml:space="preserve"> alle</w:t>
      </w:r>
      <w:r w:rsidR="00A8405C">
        <w:rPr>
          <w:rFonts w:ascii="Arial" w:hAnsi="Arial"/>
          <w:sz w:val="20"/>
        </w:rPr>
        <w:t>in im 18-Volt-System mehr als 90</w:t>
      </w:r>
      <w:r w:rsidR="00E510AF">
        <w:rPr>
          <w:rFonts w:ascii="Arial" w:hAnsi="Arial"/>
          <w:sz w:val="20"/>
        </w:rPr>
        <w:t xml:space="preserve"> Maschinen, innerhalb CAS stehen Anwendern mehr als 1</w:t>
      </w:r>
      <w:r w:rsidR="00DA2CAA">
        <w:rPr>
          <w:rFonts w:ascii="Arial" w:hAnsi="Arial"/>
          <w:sz w:val="20"/>
        </w:rPr>
        <w:t>20</w:t>
      </w:r>
      <w:r w:rsidR="00E510AF">
        <w:rPr>
          <w:rFonts w:ascii="Arial" w:hAnsi="Arial"/>
          <w:sz w:val="20"/>
        </w:rPr>
        <w:t xml:space="preserve"> Geräte zur Verfügung. </w:t>
      </w:r>
      <w:r w:rsidR="005F268B">
        <w:rPr>
          <w:rFonts w:ascii="Arial" w:hAnsi="Arial"/>
          <w:sz w:val="20"/>
        </w:rPr>
        <w:t>„Wir wollen neben allen wichtigen gängigen Maschinen auch immer mehr Spezialmaschinen für unsere Zielgruppen in einer Akku-Variante anbieten“,</w:t>
      </w:r>
      <w:r>
        <w:rPr>
          <w:rFonts w:ascii="Arial" w:hAnsi="Arial"/>
          <w:sz w:val="20"/>
        </w:rPr>
        <w:t xml:space="preserve"> sagt Dr. Siemer</w:t>
      </w:r>
      <w:r w:rsidR="00E510AF">
        <w:rPr>
          <w:rFonts w:ascii="Arial" w:hAnsi="Arial"/>
          <w:sz w:val="20"/>
        </w:rPr>
        <w:t xml:space="preserve">. </w:t>
      </w:r>
      <w:r w:rsidR="005F268B">
        <w:rPr>
          <w:rFonts w:ascii="Arial" w:hAnsi="Arial"/>
          <w:sz w:val="20"/>
        </w:rPr>
        <w:t>Insbesondere für die Kernzielgruppen Bauhandwerk und Renovierung sowie Metallhandwerk und -in</w:t>
      </w:r>
      <w:r w:rsidR="005F268B">
        <w:rPr>
          <w:rFonts w:ascii="Arial" w:hAnsi="Arial"/>
          <w:sz w:val="20"/>
        </w:rPr>
        <w:softHyphen/>
        <w:t xml:space="preserve">dustrie </w:t>
      </w:r>
      <w:r w:rsidRPr="00AB65AE">
        <w:rPr>
          <w:rFonts w:ascii="Arial" w:hAnsi="Arial"/>
          <w:sz w:val="20"/>
        </w:rPr>
        <w:t>biete</w:t>
      </w:r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Metabo</w:t>
      </w:r>
      <w:proofErr w:type="spellEnd"/>
      <w:r>
        <w:rPr>
          <w:rFonts w:ascii="Arial" w:hAnsi="Arial"/>
          <w:sz w:val="20"/>
        </w:rPr>
        <w:t xml:space="preserve"> gemeinsam mit den CAS-</w:t>
      </w:r>
      <w:r w:rsidRPr="00AB65AE">
        <w:rPr>
          <w:rFonts w:ascii="Arial" w:hAnsi="Arial"/>
          <w:sz w:val="20"/>
        </w:rPr>
        <w:t>Partnern das umfangreichste Standard- und Spezialmaschinensortiment im gesamten Wettbewerb an</w:t>
      </w:r>
      <w:r w:rsidR="005F268B">
        <w:rPr>
          <w:rFonts w:ascii="Arial" w:hAnsi="Arial"/>
          <w:sz w:val="20"/>
        </w:rPr>
        <w:t xml:space="preserve">. </w:t>
      </w:r>
      <w:r w:rsidR="00C84C87" w:rsidRPr="00C84C87">
        <w:rPr>
          <w:rFonts w:ascii="Arial" w:hAnsi="Arial"/>
          <w:sz w:val="20"/>
        </w:rPr>
        <w:t xml:space="preserve">In Summe könnten so 98 Prozent der Anwendungen </w:t>
      </w:r>
      <w:r w:rsidR="00C84C87">
        <w:rPr>
          <w:rFonts w:ascii="Arial" w:hAnsi="Arial"/>
          <w:sz w:val="20"/>
        </w:rPr>
        <w:t>auf der Baustelle</w:t>
      </w:r>
      <w:r w:rsidR="00C84C87" w:rsidRPr="00C84C87">
        <w:rPr>
          <w:rFonts w:ascii="Arial" w:hAnsi="Arial"/>
          <w:sz w:val="20"/>
        </w:rPr>
        <w:t xml:space="preserve"> mit Akku-Maschinen erledigt werden</w:t>
      </w:r>
      <w:r w:rsidR="00C84C87">
        <w:rPr>
          <w:rFonts w:ascii="Arial" w:hAnsi="Arial"/>
          <w:sz w:val="20"/>
        </w:rPr>
        <w:t xml:space="preserve">. </w:t>
      </w:r>
    </w:p>
    <w:p w:rsidR="00572C67" w:rsidRDefault="00572C67" w:rsidP="00E510AF">
      <w:pPr>
        <w:spacing w:line="360" w:lineRule="auto"/>
        <w:jc w:val="both"/>
        <w:rPr>
          <w:rFonts w:ascii="Arial" w:hAnsi="Arial"/>
          <w:sz w:val="20"/>
        </w:rPr>
      </w:pPr>
    </w:p>
    <w:p w:rsidR="00CE7B53" w:rsidRPr="00CE7B53" w:rsidRDefault="00CE7B53" w:rsidP="00E510AF">
      <w:pPr>
        <w:spacing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Schneller schrauben </w:t>
      </w:r>
    </w:p>
    <w:p w:rsidR="00EA745C" w:rsidRDefault="005557AE" w:rsidP="00EA745C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Zu den diesjährigen Neuheiten auf der BAU gehören beispielweise der Akku-Schlagschrauber SSW 18 LTX 300 BL und die Akku-Metall-Handkreissäge MKS 18 LTX 58. </w:t>
      </w:r>
      <w:r w:rsidR="00EA745C">
        <w:rPr>
          <w:rFonts w:ascii="Arial" w:hAnsi="Arial"/>
          <w:sz w:val="20"/>
        </w:rPr>
        <w:t>Wer</w:t>
      </w:r>
      <w:r w:rsidR="005F268B">
        <w:rPr>
          <w:rFonts w:ascii="Arial" w:hAnsi="Arial"/>
          <w:sz w:val="20"/>
        </w:rPr>
        <w:t xml:space="preserve"> </w:t>
      </w:r>
      <w:r w:rsidR="00EA745C">
        <w:rPr>
          <w:rFonts w:ascii="Arial" w:hAnsi="Arial"/>
          <w:sz w:val="20"/>
        </w:rPr>
        <w:t xml:space="preserve">zum </w:t>
      </w:r>
      <w:r w:rsidR="00EA745C" w:rsidRPr="00EA745C">
        <w:rPr>
          <w:rFonts w:ascii="Arial" w:hAnsi="Arial"/>
          <w:sz w:val="20"/>
        </w:rPr>
        <w:t xml:space="preserve">neuen Akku-Schlagschrauber SSW 18 LTX 300 BL greift, erledigt Schraubarbeiten in Beton, Metall oder Holz jetzt so schnell wie nie zuvor. Denn das neueste Kraftpaket von </w:t>
      </w:r>
      <w:proofErr w:type="spellStart"/>
      <w:r w:rsidR="00EA745C" w:rsidRPr="00EA745C">
        <w:rPr>
          <w:rFonts w:ascii="Arial" w:hAnsi="Arial"/>
          <w:sz w:val="20"/>
        </w:rPr>
        <w:t>Metabo</w:t>
      </w:r>
      <w:proofErr w:type="spellEnd"/>
      <w:r w:rsidR="00EA745C" w:rsidRPr="00EA745C">
        <w:rPr>
          <w:rFonts w:ascii="Arial" w:hAnsi="Arial"/>
          <w:sz w:val="20"/>
        </w:rPr>
        <w:t xml:space="preserve"> hat einen bürstenlosen Motor und ein maximales Drehmoment von 300 Newtonmetern. „Damit ist der Schlagschrauber für </w:t>
      </w:r>
      <w:r>
        <w:rPr>
          <w:rFonts w:ascii="Arial" w:hAnsi="Arial"/>
          <w:sz w:val="20"/>
        </w:rPr>
        <w:t xml:space="preserve">unterschiedlichste </w:t>
      </w:r>
      <w:r w:rsidR="00EA745C" w:rsidRPr="00EA745C">
        <w:rPr>
          <w:rFonts w:ascii="Arial" w:hAnsi="Arial"/>
          <w:sz w:val="20"/>
        </w:rPr>
        <w:t>Schraubarbeiten in Metall, Beton oder Holz bestens geeignet und dabei noch besonde</w:t>
      </w:r>
      <w:r w:rsidR="00EA745C">
        <w:rPr>
          <w:rFonts w:ascii="Arial" w:hAnsi="Arial"/>
          <w:sz w:val="20"/>
        </w:rPr>
        <w:t xml:space="preserve">rs schnell und effizient“, erklärt </w:t>
      </w:r>
      <w:proofErr w:type="spellStart"/>
      <w:r w:rsidR="00EA745C">
        <w:rPr>
          <w:rFonts w:ascii="Arial" w:hAnsi="Arial"/>
          <w:sz w:val="20"/>
        </w:rPr>
        <w:t>Metabo</w:t>
      </w:r>
      <w:proofErr w:type="spellEnd"/>
      <w:r w:rsidR="00EA745C">
        <w:rPr>
          <w:rFonts w:ascii="Arial" w:hAnsi="Arial"/>
          <w:sz w:val="20"/>
        </w:rPr>
        <w:t xml:space="preserve"> </w:t>
      </w:r>
      <w:r w:rsidR="00EA745C" w:rsidRPr="00EA745C">
        <w:rPr>
          <w:rFonts w:ascii="Arial" w:hAnsi="Arial"/>
          <w:sz w:val="20"/>
        </w:rPr>
        <w:t>Produktmanager Felix Kaiser.</w:t>
      </w:r>
      <w:r w:rsidR="00EA745C">
        <w:rPr>
          <w:rFonts w:ascii="Arial" w:hAnsi="Arial"/>
          <w:sz w:val="20"/>
        </w:rPr>
        <w:t xml:space="preserve"> Und trotz einer erheblichen Leistungssteigerung im Vergleich zu seinem Vorgänger ist der SSW 18 LTX 300 BL besonders kompakt und leicht. Das erleichtert das Arbeiten buchstäblich, etwa </w:t>
      </w:r>
      <w:r w:rsidR="00EA745C" w:rsidRPr="00EA745C">
        <w:rPr>
          <w:rFonts w:ascii="Arial" w:hAnsi="Arial"/>
          <w:sz w:val="20"/>
        </w:rPr>
        <w:t>bei Arbeiten auf dem Gerüst oder über Kopf</w:t>
      </w:r>
      <w:r w:rsidR="00EA745C">
        <w:rPr>
          <w:rFonts w:ascii="Arial" w:hAnsi="Arial"/>
          <w:sz w:val="20"/>
        </w:rPr>
        <w:t>.</w:t>
      </w:r>
    </w:p>
    <w:p w:rsidR="00EA745C" w:rsidRDefault="00EA745C" w:rsidP="00EA745C">
      <w:pPr>
        <w:spacing w:line="360" w:lineRule="auto"/>
        <w:jc w:val="both"/>
        <w:rPr>
          <w:rFonts w:ascii="Arial" w:hAnsi="Arial"/>
          <w:sz w:val="20"/>
        </w:rPr>
      </w:pPr>
    </w:p>
    <w:p w:rsidR="00CE7B53" w:rsidRPr="00CE7B53" w:rsidRDefault="005F268B" w:rsidP="00EA745C">
      <w:pPr>
        <w:spacing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Flexible Metallbearbeitung</w:t>
      </w:r>
    </w:p>
    <w:p w:rsidR="00551B62" w:rsidRDefault="002576C8" w:rsidP="00664746">
      <w:pPr>
        <w:spacing w:line="360" w:lineRule="auto"/>
        <w:jc w:val="both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/>
          <w:sz w:val="20"/>
        </w:rPr>
        <w:t>Handlich und kompakt</w:t>
      </w:r>
      <w:r w:rsidR="00EA745C">
        <w:rPr>
          <w:rFonts w:ascii="Arial" w:hAnsi="Arial"/>
          <w:sz w:val="20"/>
        </w:rPr>
        <w:t xml:space="preserve"> ist auch die neue Akku-Metall-Handkreissäge </w:t>
      </w:r>
      <w:r w:rsidR="00A33326">
        <w:rPr>
          <w:rFonts w:ascii="Arial" w:hAnsi="Arial"/>
          <w:sz w:val="20"/>
        </w:rPr>
        <w:t xml:space="preserve">von </w:t>
      </w:r>
      <w:proofErr w:type="spellStart"/>
      <w:r w:rsidR="00A33326">
        <w:rPr>
          <w:rFonts w:ascii="Arial" w:hAnsi="Arial"/>
          <w:sz w:val="20"/>
        </w:rPr>
        <w:t>Metabo</w:t>
      </w:r>
      <w:proofErr w:type="spellEnd"/>
      <w:r w:rsidR="00A33326">
        <w:rPr>
          <w:rFonts w:ascii="Arial" w:hAnsi="Arial"/>
          <w:sz w:val="20"/>
        </w:rPr>
        <w:t xml:space="preserve">. Doch auch hier trügt das äußere Bild: Die MKS 18 LTX 58 hat ordentlich Durchzugskraft. Die erste Akku-Metall-Handkreissäge aus Nürtingen überzeugt </w:t>
      </w:r>
      <w:r w:rsidR="00C95367">
        <w:rPr>
          <w:rFonts w:ascii="Arial" w:hAnsi="Arial"/>
          <w:sz w:val="20"/>
        </w:rPr>
        <w:t>mit</w:t>
      </w:r>
      <w:r w:rsidR="00A33326">
        <w:rPr>
          <w:rFonts w:ascii="Arial" w:hAnsi="Arial"/>
          <w:sz w:val="20"/>
        </w:rPr>
        <w:t xml:space="preserve"> einer am Markt einzigartigen Schnitttiefe von 58 Millimetern und </w:t>
      </w:r>
      <w:r w:rsidR="00C95367">
        <w:rPr>
          <w:rFonts w:ascii="Arial" w:hAnsi="Arial"/>
          <w:sz w:val="20"/>
        </w:rPr>
        <w:t>besonders präzisen Schnitten</w:t>
      </w:r>
      <w:bookmarkStart w:id="0" w:name="_GoBack"/>
      <w:bookmarkEnd w:id="0"/>
      <w:r w:rsidR="00A33326">
        <w:rPr>
          <w:rFonts w:ascii="Arial" w:hAnsi="Arial"/>
          <w:sz w:val="20"/>
        </w:rPr>
        <w:t xml:space="preserve">. Produktmanagerin Katja Stark weiß: </w:t>
      </w:r>
      <w:r w:rsidR="00A33326" w:rsidRPr="00A33326">
        <w:rPr>
          <w:rFonts w:ascii="Arial" w:hAnsi="Arial"/>
          <w:sz w:val="20"/>
        </w:rPr>
        <w:t>„Mit der neuen Akku-Metall-Handkreissäge sind Anwender besonders flexibel</w:t>
      </w:r>
      <w:r w:rsidR="007902FA">
        <w:rPr>
          <w:rFonts w:ascii="Arial" w:hAnsi="Arial"/>
          <w:sz w:val="20"/>
        </w:rPr>
        <w:t xml:space="preserve">. </w:t>
      </w:r>
      <w:r w:rsidR="00572C67">
        <w:rPr>
          <w:rFonts w:ascii="Arial" w:hAnsi="Arial" w:cs="Arial"/>
          <w:bCs/>
          <w:color w:val="000000"/>
          <w:sz w:val="20"/>
        </w:rPr>
        <w:t>Die MKS 18 LTX 58 ist die optimale Maschine für alle, die auf der Baustelle mobil bleiben wollen</w:t>
      </w:r>
      <w:r w:rsidR="003A6055">
        <w:rPr>
          <w:rFonts w:ascii="Arial" w:hAnsi="Arial" w:cs="Arial"/>
          <w:bCs/>
          <w:color w:val="000000"/>
          <w:sz w:val="20"/>
        </w:rPr>
        <w:t>, um</w:t>
      </w:r>
      <w:r w:rsidR="00572C67">
        <w:rPr>
          <w:rFonts w:ascii="Arial" w:hAnsi="Arial" w:cs="Arial"/>
          <w:bCs/>
          <w:color w:val="000000"/>
          <w:sz w:val="20"/>
        </w:rPr>
        <w:t xml:space="preserve"> die verschiedensten Arten von Metall vor Ort zu</w:t>
      </w:r>
      <w:r w:rsidR="003A6055">
        <w:rPr>
          <w:rFonts w:ascii="Arial" w:hAnsi="Arial" w:cs="Arial"/>
          <w:bCs/>
          <w:color w:val="000000"/>
          <w:sz w:val="20"/>
        </w:rPr>
        <w:t>zu</w:t>
      </w:r>
      <w:r w:rsidR="00572C67">
        <w:rPr>
          <w:rFonts w:ascii="Arial" w:hAnsi="Arial" w:cs="Arial"/>
          <w:bCs/>
          <w:color w:val="000000"/>
          <w:sz w:val="20"/>
        </w:rPr>
        <w:t>schneiden oder an einem Werkstück nach</w:t>
      </w:r>
      <w:r w:rsidR="003A6055">
        <w:rPr>
          <w:rFonts w:ascii="Arial" w:hAnsi="Arial" w:cs="Arial"/>
          <w:bCs/>
          <w:color w:val="000000"/>
          <w:sz w:val="20"/>
        </w:rPr>
        <w:t>zuarbeiten</w:t>
      </w:r>
      <w:r w:rsidR="00572C67">
        <w:rPr>
          <w:rFonts w:ascii="Arial" w:hAnsi="Arial" w:cs="Arial"/>
          <w:bCs/>
          <w:color w:val="000000"/>
          <w:sz w:val="20"/>
        </w:rPr>
        <w:t>.“</w:t>
      </w:r>
    </w:p>
    <w:p w:rsidR="00572C67" w:rsidRDefault="00572C67" w:rsidP="00664746">
      <w:pPr>
        <w:spacing w:line="360" w:lineRule="auto"/>
        <w:jc w:val="both"/>
        <w:rPr>
          <w:rFonts w:ascii="Arial" w:hAnsi="Arial"/>
          <w:sz w:val="20"/>
        </w:rPr>
      </w:pPr>
    </w:p>
    <w:p w:rsidR="00B5078C" w:rsidRPr="00B5078C" w:rsidRDefault="00453151" w:rsidP="00664746">
      <w:pPr>
        <w:spacing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Weniger Kosten, mehr Möglichkeiten</w:t>
      </w:r>
    </w:p>
    <w:p w:rsidR="00C84C87" w:rsidRDefault="00AB65AE" w:rsidP="00453151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</w:t>
      </w:r>
      <w:r w:rsidR="00C84C87">
        <w:rPr>
          <w:rFonts w:ascii="Arial" w:hAnsi="Arial"/>
          <w:sz w:val="20"/>
        </w:rPr>
        <w:t xml:space="preserve">as Arbeiten mit Akku-Geräten ist nicht nur produktiver – es spart auch Kosten. </w:t>
      </w:r>
      <w:r>
        <w:rPr>
          <w:rFonts w:ascii="Arial" w:hAnsi="Arial"/>
          <w:sz w:val="20"/>
        </w:rPr>
        <w:t>„</w:t>
      </w:r>
      <w:r w:rsidRPr="00AB65AE">
        <w:rPr>
          <w:rFonts w:ascii="Arial" w:hAnsi="Arial"/>
          <w:sz w:val="20"/>
        </w:rPr>
        <w:t xml:space="preserve">Häufig sind Akkugeräte </w:t>
      </w:r>
      <w:r>
        <w:rPr>
          <w:rFonts w:ascii="Arial" w:hAnsi="Arial"/>
          <w:sz w:val="20"/>
        </w:rPr>
        <w:t xml:space="preserve">heute </w:t>
      </w:r>
      <w:r w:rsidRPr="00AB65AE">
        <w:rPr>
          <w:rFonts w:ascii="Arial" w:hAnsi="Arial"/>
          <w:sz w:val="20"/>
        </w:rPr>
        <w:t>nicht mehr teurer als leistungsgleiche Kabelgeräte</w:t>
      </w:r>
      <w:r>
        <w:rPr>
          <w:rFonts w:ascii="Arial" w:hAnsi="Arial"/>
          <w:sz w:val="20"/>
        </w:rPr>
        <w:t>“, sagt Dr. Andreas Siemer</w:t>
      </w:r>
      <w:r w:rsidRPr="00AB65AE">
        <w:rPr>
          <w:rFonts w:ascii="Arial" w:hAnsi="Arial"/>
          <w:sz w:val="20"/>
        </w:rPr>
        <w:t xml:space="preserve">. </w:t>
      </w:r>
      <w:r>
        <w:rPr>
          <w:rFonts w:ascii="Arial" w:hAnsi="Arial"/>
          <w:sz w:val="20"/>
        </w:rPr>
        <w:t xml:space="preserve">„Hinzu kommt die Flexibilität im System: Früher musste man zu jedem Gerät </w:t>
      </w:r>
      <w:r w:rsidR="00247813">
        <w:rPr>
          <w:rFonts w:ascii="Arial" w:hAnsi="Arial"/>
          <w:sz w:val="20"/>
        </w:rPr>
        <w:t xml:space="preserve">Akkus und </w:t>
      </w:r>
      <w:r>
        <w:rPr>
          <w:rFonts w:ascii="Arial" w:hAnsi="Arial"/>
          <w:sz w:val="20"/>
        </w:rPr>
        <w:t>Ladegerät dazukaufen. Heute reicht die</w:t>
      </w:r>
      <w:r w:rsidRPr="00AB65AE">
        <w:rPr>
          <w:rFonts w:ascii="Arial" w:hAnsi="Arial"/>
          <w:sz w:val="20"/>
        </w:rPr>
        <w:t xml:space="preserve"> Anschaffung </w:t>
      </w:r>
      <w:r w:rsidR="00F517D3">
        <w:rPr>
          <w:rFonts w:ascii="Arial" w:hAnsi="Arial"/>
          <w:sz w:val="20"/>
        </w:rPr>
        <w:t xml:space="preserve">von </w:t>
      </w:r>
      <w:r w:rsidRPr="00AB65AE">
        <w:rPr>
          <w:rFonts w:ascii="Arial" w:hAnsi="Arial"/>
          <w:sz w:val="20"/>
        </w:rPr>
        <w:t>Akku</w:t>
      </w:r>
      <w:r w:rsidR="008C6693">
        <w:rPr>
          <w:rFonts w:ascii="Arial" w:hAnsi="Arial"/>
          <w:sz w:val="20"/>
        </w:rPr>
        <w:t>s</w:t>
      </w:r>
      <w:r w:rsidRPr="00AB65AE">
        <w:rPr>
          <w:rFonts w:ascii="Arial" w:hAnsi="Arial"/>
          <w:sz w:val="20"/>
        </w:rPr>
        <w:t xml:space="preserve"> und Ladegerät </w:t>
      </w:r>
      <w:r w:rsidR="00F517D3">
        <w:rPr>
          <w:rFonts w:ascii="Arial" w:hAnsi="Arial"/>
          <w:sz w:val="20"/>
        </w:rPr>
        <w:t>in einer</w:t>
      </w:r>
      <w:r w:rsidRPr="00AB65AE">
        <w:rPr>
          <w:rFonts w:ascii="Arial" w:hAnsi="Arial"/>
          <w:sz w:val="20"/>
        </w:rPr>
        <w:t xml:space="preserve"> Voltklasse</w:t>
      </w:r>
      <w:r w:rsidR="00F517D3">
        <w:rPr>
          <w:rFonts w:ascii="Arial" w:hAnsi="Arial"/>
          <w:sz w:val="20"/>
        </w:rPr>
        <w:t>, die Maschinen können beliebig kombiniert werden.“</w:t>
      </w:r>
      <w:r>
        <w:rPr>
          <w:rFonts w:ascii="Arial" w:hAnsi="Arial"/>
          <w:sz w:val="20"/>
        </w:rPr>
        <w:t xml:space="preserve"> </w:t>
      </w:r>
      <w:r w:rsidR="00C84C87">
        <w:rPr>
          <w:rFonts w:ascii="Arial" w:hAnsi="Arial"/>
          <w:sz w:val="20"/>
        </w:rPr>
        <w:t xml:space="preserve">Innerhalb CAS gelte das nicht </w:t>
      </w:r>
      <w:r w:rsidR="00C84C87">
        <w:rPr>
          <w:rFonts w:ascii="Arial" w:hAnsi="Arial"/>
          <w:sz w:val="20"/>
        </w:rPr>
        <w:lastRenderedPageBreak/>
        <w:t>nur doppelt</w:t>
      </w:r>
      <w:r w:rsidR="00453151">
        <w:rPr>
          <w:rFonts w:ascii="Arial" w:hAnsi="Arial"/>
          <w:sz w:val="20"/>
        </w:rPr>
        <w:t xml:space="preserve">, sondern sozusagen gleich </w:t>
      </w:r>
      <w:r w:rsidR="00F517D3">
        <w:rPr>
          <w:rFonts w:ascii="Arial" w:hAnsi="Arial"/>
          <w:sz w:val="20"/>
        </w:rPr>
        <w:t>zehn</w:t>
      </w:r>
      <w:r w:rsidR="00C84C87">
        <w:rPr>
          <w:rFonts w:ascii="Arial" w:hAnsi="Arial"/>
          <w:sz w:val="20"/>
        </w:rPr>
        <w:t xml:space="preserve">fach. „CAS bietet Anwendern die einzigartige Chance, sich bei verschiedenen Herstellern jeweils die besten </w:t>
      </w:r>
      <w:r w:rsidR="00453151">
        <w:rPr>
          <w:rFonts w:ascii="Arial" w:hAnsi="Arial"/>
          <w:sz w:val="20"/>
        </w:rPr>
        <w:t xml:space="preserve">Werkzeuge für die eigenen Zwecke auszusuchen“, </w:t>
      </w:r>
      <w:r w:rsidR="005557AE">
        <w:rPr>
          <w:rFonts w:ascii="Arial" w:hAnsi="Arial"/>
          <w:sz w:val="20"/>
        </w:rPr>
        <w:t xml:space="preserve">ergänzt </w:t>
      </w:r>
      <w:r w:rsidR="00453151">
        <w:rPr>
          <w:rFonts w:ascii="Arial" w:hAnsi="Arial"/>
          <w:sz w:val="20"/>
        </w:rPr>
        <w:t>Garbrecht. CAS soll professionellen Anwendern künftig noch mehr Möglichkeiten bieten</w:t>
      </w:r>
      <w:r w:rsidR="001A0F4F">
        <w:rPr>
          <w:rFonts w:ascii="Arial" w:hAnsi="Arial"/>
          <w:sz w:val="20"/>
        </w:rPr>
        <w:t>.</w:t>
      </w:r>
      <w:r w:rsidR="00453151">
        <w:rPr>
          <w:rFonts w:ascii="Arial" w:hAnsi="Arial"/>
          <w:sz w:val="20"/>
        </w:rPr>
        <w:t xml:space="preserve"> In den kommenden Jahren </w:t>
      </w:r>
      <w:r w:rsidR="007902FA">
        <w:rPr>
          <w:rFonts w:ascii="Arial" w:hAnsi="Arial"/>
          <w:sz w:val="20"/>
        </w:rPr>
        <w:t>s</w:t>
      </w:r>
      <w:r w:rsidR="00453151">
        <w:rPr>
          <w:rFonts w:ascii="Arial" w:hAnsi="Arial"/>
          <w:sz w:val="20"/>
        </w:rPr>
        <w:t>oll</w:t>
      </w:r>
      <w:r w:rsidR="00EE4563">
        <w:rPr>
          <w:rFonts w:ascii="Arial" w:hAnsi="Arial"/>
          <w:sz w:val="20"/>
        </w:rPr>
        <w:t>e</w:t>
      </w:r>
      <w:r w:rsidR="00453151">
        <w:rPr>
          <w:rFonts w:ascii="Arial" w:hAnsi="Arial"/>
          <w:sz w:val="20"/>
        </w:rPr>
        <w:t xml:space="preserve"> sich die Kooperation </w:t>
      </w:r>
      <w:r w:rsidR="00453151" w:rsidRPr="00453151">
        <w:rPr>
          <w:rFonts w:ascii="Arial" w:hAnsi="Arial"/>
          <w:sz w:val="20"/>
        </w:rPr>
        <w:t xml:space="preserve">um weitere Partner und damit weitere </w:t>
      </w:r>
      <w:r w:rsidR="00453151">
        <w:rPr>
          <w:rFonts w:ascii="Arial" w:hAnsi="Arial"/>
          <w:sz w:val="20"/>
        </w:rPr>
        <w:t xml:space="preserve">Spezialisten erweitern. „Unser Ziel ist klar: Wir tun alles, um Handwerkern </w:t>
      </w:r>
      <w:r w:rsidR="007902FA">
        <w:rPr>
          <w:rFonts w:ascii="Arial" w:hAnsi="Arial"/>
          <w:sz w:val="20"/>
        </w:rPr>
        <w:t>das Arbeitsleben zu erleichtern</w:t>
      </w:r>
      <w:r w:rsidR="00453151">
        <w:rPr>
          <w:rFonts w:ascii="Arial" w:hAnsi="Arial"/>
          <w:sz w:val="20"/>
        </w:rPr>
        <w:t>“</w:t>
      </w:r>
      <w:r w:rsidR="007902FA">
        <w:rPr>
          <w:rFonts w:ascii="Arial" w:hAnsi="Arial"/>
          <w:sz w:val="20"/>
        </w:rPr>
        <w:t>, sagt Garbrecht.</w:t>
      </w:r>
      <w:r w:rsidR="00453151">
        <w:rPr>
          <w:rFonts w:ascii="Arial" w:hAnsi="Arial"/>
          <w:sz w:val="20"/>
        </w:rPr>
        <w:t xml:space="preserve"> </w:t>
      </w:r>
    </w:p>
    <w:p w:rsidR="00976ED5" w:rsidRDefault="00976ED5" w:rsidP="00506C8E">
      <w:pPr>
        <w:spacing w:line="360" w:lineRule="auto"/>
        <w:jc w:val="both"/>
        <w:rPr>
          <w:rFonts w:ascii="Arial" w:hAnsi="Arial" w:cs="Arial"/>
          <w:bCs/>
          <w:color w:val="000000"/>
          <w:sz w:val="20"/>
        </w:rPr>
      </w:pPr>
    </w:p>
    <w:p w:rsidR="00865C5E" w:rsidRDefault="00865C5E" w:rsidP="00664746">
      <w:pPr>
        <w:spacing w:line="360" w:lineRule="auto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* * *</w:t>
      </w:r>
    </w:p>
    <w:p w:rsidR="006F4BF0" w:rsidRDefault="006F4BF0" w:rsidP="00E61781">
      <w:pPr>
        <w:spacing w:line="360" w:lineRule="auto"/>
        <w:rPr>
          <w:rFonts w:ascii="Arial" w:hAnsi="Arial" w:cs="Arial"/>
          <w:color w:val="000000"/>
          <w:sz w:val="20"/>
        </w:rPr>
      </w:pPr>
    </w:p>
    <w:p w:rsidR="00453151" w:rsidRDefault="00B152F9" w:rsidP="00664746">
      <w:pPr>
        <w:tabs>
          <w:tab w:val="right" w:pos="6379"/>
        </w:tabs>
        <w:spacing w:line="360" w:lineRule="auto"/>
        <w:rPr>
          <w:rStyle w:val="IntensiveHervorhebung"/>
          <w:i w:val="0"/>
          <w:noProof/>
          <w:color w:val="auto"/>
        </w:rPr>
      </w:pPr>
      <w:r w:rsidRPr="00B152F9">
        <w:rPr>
          <w:rStyle w:val="IntensiveHervorhebung"/>
          <w:i w:val="0"/>
          <w:noProof/>
          <w:color w:val="auto"/>
        </w:rPr>
        <w:drawing>
          <wp:inline distT="0" distB="0" distL="0" distR="0">
            <wp:extent cx="3960000" cy="2643005"/>
            <wp:effectExtent l="0" t="0" r="2540" b="5080"/>
            <wp:docPr id="7" name="Grafik 7" descr="S:\Kunden\Metabo\Visual-Basics\Fotos\Akku\0239580a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Kunden\Metabo\Visual-Basics\Fotos\Akku\0239580a_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64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3F3" w:rsidRDefault="006F4BF0" w:rsidP="00664746">
      <w:pPr>
        <w:tabs>
          <w:tab w:val="right" w:pos="6379"/>
        </w:tabs>
        <w:spacing w:line="360" w:lineRule="auto"/>
        <w:rPr>
          <w:rStyle w:val="Fett"/>
        </w:rPr>
      </w:pPr>
      <w:r>
        <w:rPr>
          <w:rStyle w:val="IntensiveHervorhebung"/>
          <w:i w:val="0"/>
        </w:rPr>
        <w:t xml:space="preserve">Schneller Schrauben mit dem </w:t>
      </w:r>
      <w:r w:rsidRPr="006F4BF0">
        <w:rPr>
          <w:rStyle w:val="IntensiveHervorhebung"/>
          <w:i w:val="0"/>
        </w:rPr>
        <w:t>SSW 18 LTX 300 BL</w:t>
      </w:r>
      <w:r w:rsidR="007F3823">
        <w:rPr>
          <w:rStyle w:val="IntensiveHervorhebung"/>
          <w:i w:val="0"/>
        </w:rPr>
        <w:t>:</w:t>
      </w:r>
      <w:r>
        <w:rPr>
          <w:rStyle w:val="IntensiveHervorhebung"/>
          <w:i w:val="0"/>
        </w:rPr>
        <w:t xml:space="preserve"> Der </w:t>
      </w:r>
      <w:r w:rsidRPr="006F4BF0">
        <w:rPr>
          <w:rStyle w:val="IntensiveHervorhebung"/>
          <w:i w:val="0"/>
        </w:rPr>
        <w:t xml:space="preserve">Akku-Schlagschrauber </w:t>
      </w:r>
      <w:r>
        <w:rPr>
          <w:rStyle w:val="IntensiveHervorhebung"/>
          <w:i w:val="0"/>
        </w:rPr>
        <w:t xml:space="preserve">ist eine der Neuheiten von </w:t>
      </w:r>
      <w:proofErr w:type="spellStart"/>
      <w:r>
        <w:rPr>
          <w:rStyle w:val="IntensiveHervorhebung"/>
          <w:i w:val="0"/>
        </w:rPr>
        <w:t>Metabo</w:t>
      </w:r>
      <w:proofErr w:type="spellEnd"/>
      <w:r>
        <w:rPr>
          <w:rStyle w:val="IntensiveHervorhebung"/>
          <w:i w:val="0"/>
        </w:rPr>
        <w:t xml:space="preserve"> auf der BAU. Mit leistungsstarker Akku-Technologie ist die Maschine im gesamten 18-Volt-System von </w:t>
      </w:r>
      <w:proofErr w:type="spellStart"/>
      <w:r>
        <w:rPr>
          <w:rStyle w:val="IntensiveHervorhebung"/>
          <w:i w:val="0"/>
        </w:rPr>
        <w:t>Metabo</w:t>
      </w:r>
      <w:proofErr w:type="spellEnd"/>
      <w:r>
        <w:rPr>
          <w:rStyle w:val="IntensiveHervorhebung"/>
          <w:i w:val="0"/>
        </w:rPr>
        <w:t xml:space="preserve"> mit mehr als 90 Maschinen kompatibel. </w:t>
      </w:r>
      <w:r w:rsidR="00E643F3" w:rsidRPr="00C37B3C">
        <w:rPr>
          <w:rStyle w:val="Fett"/>
        </w:rPr>
        <w:t xml:space="preserve">Foto: </w:t>
      </w:r>
      <w:proofErr w:type="spellStart"/>
      <w:r w:rsidR="00E643F3" w:rsidRPr="00C37B3C">
        <w:rPr>
          <w:rStyle w:val="Fett"/>
        </w:rPr>
        <w:t>Metabo</w:t>
      </w:r>
      <w:proofErr w:type="spellEnd"/>
    </w:p>
    <w:p w:rsidR="006F4BF0" w:rsidRDefault="006F4BF0" w:rsidP="00664746">
      <w:pPr>
        <w:tabs>
          <w:tab w:val="right" w:pos="6379"/>
        </w:tabs>
        <w:spacing w:line="360" w:lineRule="auto"/>
        <w:rPr>
          <w:rStyle w:val="Fett"/>
        </w:rPr>
      </w:pPr>
    </w:p>
    <w:p w:rsidR="006F4BF0" w:rsidRDefault="00B152F9" w:rsidP="00664746">
      <w:pPr>
        <w:tabs>
          <w:tab w:val="right" w:pos="6379"/>
        </w:tabs>
        <w:spacing w:line="360" w:lineRule="auto"/>
        <w:rPr>
          <w:rStyle w:val="IntensiveHervorhebung"/>
          <w:i w:val="0"/>
        </w:rPr>
      </w:pPr>
      <w:r w:rsidRPr="00B152F9">
        <w:rPr>
          <w:rStyle w:val="IntensiveHervorhebung"/>
          <w:i w:val="0"/>
          <w:noProof/>
        </w:rPr>
        <w:drawing>
          <wp:inline distT="0" distB="0" distL="0" distR="0">
            <wp:extent cx="3960000" cy="1544518"/>
            <wp:effectExtent l="0" t="0" r="2540" b="0"/>
            <wp:docPr id="8" name="Grafik 8" descr="S:\Kunden\Metabo\Visual-Basics\Fotos\Akku\3er_Akkupac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Kunden\Metabo\Visual-Basics\Fotos\Akku\3er_Akkupack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1544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BF0" w:rsidRDefault="006F4BF0" w:rsidP="006F4BF0">
      <w:pPr>
        <w:tabs>
          <w:tab w:val="right" w:pos="6379"/>
        </w:tabs>
        <w:spacing w:line="360" w:lineRule="auto"/>
        <w:rPr>
          <w:rStyle w:val="Fett"/>
        </w:rPr>
      </w:pPr>
      <w:r w:rsidRPr="006F4BF0">
        <w:rPr>
          <w:rStyle w:val="IntensiveHervorhebung"/>
          <w:i w:val="0"/>
        </w:rPr>
        <w:t xml:space="preserve">Die </w:t>
      </w:r>
      <w:r>
        <w:rPr>
          <w:rStyle w:val="IntensiveHervorhebung"/>
          <w:i w:val="0"/>
        </w:rPr>
        <w:t xml:space="preserve">leistungsstarken </w:t>
      </w:r>
      <w:proofErr w:type="spellStart"/>
      <w:r>
        <w:rPr>
          <w:rStyle w:val="IntensiveHervorhebung"/>
          <w:i w:val="0"/>
        </w:rPr>
        <w:t>LiHD</w:t>
      </w:r>
      <w:proofErr w:type="spellEnd"/>
      <w:r>
        <w:rPr>
          <w:rStyle w:val="IntensiveHervorhebung"/>
          <w:i w:val="0"/>
        </w:rPr>
        <w:t>-</w:t>
      </w:r>
      <w:r w:rsidRPr="006F4BF0">
        <w:rPr>
          <w:rStyle w:val="IntensiveHervorhebung"/>
          <w:i w:val="0"/>
        </w:rPr>
        <w:t xml:space="preserve">Akkupacks </w:t>
      </w:r>
      <w:r>
        <w:rPr>
          <w:rStyle w:val="IntensiveHervorhebung"/>
          <w:i w:val="0"/>
        </w:rPr>
        <w:t xml:space="preserve">von </w:t>
      </w:r>
      <w:proofErr w:type="spellStart"/>
      <w:r>
        <w:rPr>
          <w:rStyle w:val="IntensiveHervorhebung"/>
          <w:i w:val="0"/>
        </w:rPr>
        <w:t>Metabo</w:t>
      </w:r>
      <w:proofErr w:type="spellEnd"/>
      <w:r>
        <w:rPr>
          <w:rStyle w:val="IntensiveHervorhebung"/>
          <w:i w:val="0"/>
        </w:rPr>
        <w:t xml:space="preserve"> </w:t>
      </w:r>
      <w:r w:rsidRPr="006F4BF0">
        <w:rPr>
          <w:rStyle w:val="IntensiveHervorhebung"/>
          <w:i w:val="0"/>
        </w:rPr>
        <w:t>mit 8.0, 5.5 und 4.0 Amperestunden liefern in Summe bis zu 3.200 Watt.</w:t>
      </w:r>
      <w:r>
        <w:rPr>
          <w:rStyle w:val="IntensiveHervorhebung"/>
          <w:i w:val="0"/>
        </w:rPr>
        <w:t xml:space="preserve"> </w:t>
      </w:r>
      <w:r w:rsidRPr="006F4BF0">
        <w:rPr>
          <w:rStyle w:val="IntensiveHervorhebung"/>
          <w:i w:val="0"/>
        </w:rPr>
        <w:t>„Damit beweisen wir, dass die Kabelfreie Baustelle funktioniert“, sagt Horst W. Garbrecht</w:t>
      </w:r>
      <w:r w:rsidR="00E61781">
        <w:rPr>
          <w:rStyle w:val="IntensiveHervorhebung"/>
          <w:i w:val="0"/>
        </w:rPr>
        <w:t xml:space="preserve">, CEO von </w:t>
      </w:r>
      <w:proofErr w:type="spellStart"/>
      <w:r w:rsidR="00E61781">
        <w:rPr>
          <w:rStyle w:val="IntensiveHervorhebung"/>
          <w:i w:val="0"/>
        </w:rPr>
        <w:t>Metabo</w:t>
      </w:r>
      <w:proofErr w:type="spellEnd"/>
      <w:r w:rsidR="00E61781">
        <w:rPr>
          <w:rStyle w:val="IntensiveHervorhebung"/>
          <w:i w:val="0"/>
        </w:rPr>
        <w:t>. Die Akku-Technologie aus Nürtingen ist auch die Basis des herstellerübergreifenden Akku-Systems CAS.</w:t>
      </w:r>
      <w:r w:rsidRPr="006F4BF0">
        <w:rPr>
          <w:rStyle w:val="IntensiveHervorhebung"/>
          <w:i w:val="0"/>
        </w:rPr>
        <w:t xml:space="preserve"> </w:t>
      </w:r>
      <w:r w:rsidRPr="00C37B3C">
        <w:rPr>
          <w:rStyle w:val="Fett"/>
        </w:rPr>
        <w:t xml:space="preserve">Foto: </w:t>
      </w:r>
      <w:proofErr w:type="spellStart"/>
      <w:r w:rsidRPr="00C37B3C">
        <w:rPr>
          <w:rStyle w:val="Fett"/>
        </w:rPr>
        <w:t>Metabo</w:t>
      </w:r>
      <w:proofErr w:type="spellEnd"/>
    </w:p>
    <w:p w:rsidR="006F4BF0" w:rsidRPr="00E643F3" w:rsidRDefault="006F4BF0" w:rsidP="00664746">
      <w:pPr>
        <w:tabs>
          <w:tab w:val="right" w:pos="6379"/>
        </w:tabs>
        <w:spacing w:line="360" w:lineRule="auto"/>
        <w:rPr>
          <w:rStyle w:val="IntensiveHervorhebung"/>
          <w:i w:val="0"/>
        </w:rPr>
      </w:pPr>
    </w:p>
    <w:p w:rsidR="002E74F7" w:rsidRDefault="002E74F7" w:rsidP="00664746">
      <w:pPr>
        <w:tabs>
          <w:tab w:val="right" w:pos="6379"/>
        </w:tabs>
        <w:spacing w:line="360" w:lineRule="auto"/>
        <w:rPr>
          <w:rStyle w:val="IntensiveHervorhebung"/>
        </w:rPr>
      </w:pPr>
    </w:p>
    <w:p w:rsidR="0005642B" w:rsidRDefault="00AD704E" w:rsidP="00697281">
      <w:pPr>
        <w:tabs>
          <w:tab w:val="right" w:pos="6379"/>
        </w:tabs>
        <w:spacing w:line="360" w:lineRule="auto"/>
        <w:rPr>
          <w:rStyle w:val="IntensiveHervorhebung"/>
        </w:rPr>
      </w:pPr>
      <w:r w:rsidRPr="00C37B3C">
        <w:rPr>
          <w:rStyle w:val="IntensiveHervorhebung"/>
        </w:rPr>
        <w:t>Alle Fotos zur journalis</w:t>
      </w:r>
      <w:r w:rsidR="00664746" w:rsidRPr="00C37B3C">
        <w:rPr>
          <w:rStyle w:val="IntensiveHervorhebung"/>
        </w:rPr>
        <w:t>tischen Nutzung mit Nennung</w:t>
      </w:r>
      <w:r w:rsidR="00664746" w:rsidRPr="00C37B3C">
        <w:rPr>
          <w:rStyle w:val="IntensiveHervorhebung"/>
        </w:rPr>
        <w:br/>
        <w:t xml:space="preserve">der </w:t>
      </w:r>
      <w:r w:rsidRPr="00C37B3C">
        <w:rPr>
          <w:rStyle w:val="IntensiveHervorhebung"/>
        </w:rPr>
        <w:t>Quellenan</w:t>
      </w:r>
      <w:r w:rsidRPr="00C37B3C">
        <w:rPr>
          <w:rStyle w:val="IntensiveHervorhebung"/>
        </w:rPr>
        <w:softHyphen/>
        <w:t>gabe zum Abdruck frei.</w:t>
      </w:r>
    </w:p>
    <w:p w:rsidR="0005642B" w:rsidRDefault="0005642B" w:rsidP="00697281">
      <w:pPr>
        <w:tabs>
          <w:tab w:val="right" w:pos="6379"/>
        </w:tabs>
        <w:spacing w:line="360" w:lineRule="auto"/>
        <w:rPr>
          <w:rStyle w:val="IntensiveHervorhebung"/>
        </w:rPr>
      </w:pPr>
    </w:p>
    <w:p w:rsidR="0005642B" w:rsidRDefault="0005642B" w:rsidP="00697281">
      <w:pPr>
        <w:tabs>
          <w:tab w:val="right" w:pos="6379"/>
        </w:tabs>
        <w:spacing w:line="360" w:lineRule="auto"/>
        <w:rPr>
          <w:rStyle w:val="IntensiveHervorhebung"/>
        </w:rPr>
      </w:pPr>
    </w:p>
    <w:p w:rsidR="0005642B" w:rsidRDefault="0005642B" w:rsidP="00697281">
      <w:pPr>
        <w:tabs>
          <w:tab w:val="right" w:pos="6379"/>
        </w:tabs>
        <w:spacing w:line="360" w:lineRule="auto"/>
        <w:rPr>
          <w:rStyle w:val="IntensiveHervorhebung"/>
        </w:rPr>
      </w:pPr>
    </w:p>
    <w:p w:rsidR="0005642B" w:rsidRDefault="0005642B" w:rsidP="00697281">
      <w:pPr>
        <w:tabs>
          <w:tab w:val="right" w:pos="6379"/>
        </w:tabs>
        <w:spacing w:line="360" w:lineRule="auto"/>
        <w:rPr>
          <w:rStyle w:val="IntensiveHervorhebung"/>
        </w:rPr>
      </w:pPr>
    </w:p>
    <w:p w:rsidR="00453151" w:rsidRPr="00C37B3C" w:rsidRDefault="00453151" w:rsidP="00453151">
      <w:pPr>
        <w:tabs>
          <w:tab w:val="right" w:pos="6379"/>
        </w:tabs>
        <w:spacing w:line="360" w:lineRule="auto"/>
        <w:rPr>
          <w:rStyle w:val="IntensiveHervorhebung"/>
        </w:rPr>
      </w:pPr>
    </w:p>
    <w:p w:rsidR="00453151" w:rsidRPr="00C37B3C" w:rsidRDefault="00453151" w:rsidP="00453151">
      <w:pPr>
        <w:pStyle w:val="Zitat"/>
      </w:pPr>
      <w:r w:rsidRPr="00C37B3C">
        <w:t xml:space="preserve">Über </w:t>
      </w:r>
      <w:proofErr w:type="spellStart"/>
      <w:r w:rsidRPr="00C37B3C">
        <w:t>Metabo</w:t>
      </w:r>
      <w:proofErr w:type="spellEnd"/>
    </w:p>
    <w:p w:rsidR="00453151" w:rsidRPr="00FF35D6" w:rsidRDefault="00453151" w:rsidP="00453151">
      <w:pPr>
        <w:spacing w:line="360" w:lineRule="auto"/>
        <w:rPr>
          <w:rFonts w:ascii="Arial" w:eastAsiaTheme="minorHAnsi" w:hAnsi="Arial" w:cs="Arial"/>
          <w:sz w:val="18"/>
          <w:szCs w:val="18"/>
        </w:rPr>
      </w:pPr>
      <w:r w:rsidRPr="001B7A3C">
        <w:rPr>
          <w:rFonts w:ascii="Arial" w:hAnsi="Arial" w:cs="Arial"/>
          <w:color w:val="000000"/>
          <w:sz w:val="18"/>
          <w:szCs w:val="18"/>
        </w:rPr>
        <w:t xml:space="preserve">Die </w:t>
      </w:r>
      <w:proofErr w:type="spellStart"/>
      <w:r w:rsidRPr="001B7A3C">
        <w:rPr>
          <w:rFonts w:ascii="Arial" w:hAnsi="Arial" w:cs="Arial"/>
          <w:color w:val="000000"/>
          <w:sz w:val="18"/>
          <w:szCs w:val="18"/>
        </w:rPr>
        <w:t>Metabowerke</w:t>
      </w:r>
      <w:proofErr w:type="spellEnd"/>
      <w:r w:rsidRPr="001B7A3C">
        <w:rPr>
          <w:rFonts w:ascii="Arial" w:hAnsi="Arial" w:cs="Arial"/>
          <w:color w:val="000000"/>
          <w:sz w:val="18"/>
          <w:szCs w:val="18"/>
        </w:rPr>
        <w:t xml:space="preserve"> GmbH in Nürtingen ist ein traditionsreicher Hersteller von Elektrowerkzeugen für professionelle Anwender aus den Kernzielgruppen Metallhandwerk und -industrie sowie Bauhandwerk und Renovierung. </w:t>
      </w:r>
      <w:proofErr w:type="spellStart"/>
      <w:r w:rsidRPr="001B7A3C">
        <w:rPr>
          <w:rFonts w:ascii="Arial" w:hAnsi="Arial" w:cs="Arial"/>
          <w:color w:val="000000"/>
          <w:sz w:val="18"/>
          <w:szCs w:val="18"/>
        </w:rPr>
        <w:t>Metabo</w:t>
      </w:r>
      <w:proofErr w:type="spellEnd"/>
      <w:r w:rsidRPr="001B7A3C">
        <w:rPr>
          <w:rFonts w:ascii="Arial" w:hAnsi="Arial" w:cs="Arial"/>
          <w:color w:val="000000"/>
          <w:sz w:val="18"/>
          <w:szCs w:val="18"/>
        </w:rPr>
        <w:t xml:space="preserve"> steht für leistungsstärkste Akku-Werkzeuge und ist mit seiner </w:t>
      </w:r>
      <w:proofErr w:type="spellStart"/>
      <w:r w:rsidRPr="001B7A3C">
        <w:rPr>
          <w:rFonts w:ascii="Arial" w:hAnsi="Arial" w:cs="Arial"/>
          <w:color w:val="000000"/>
          <w:sz w:val="18"/>
          <w:szCs w:val="18"/>
        </w:rPr>
        <w:t>LiHD</w:t>
      </w:r>
      <w:proofErr w:type="spellEnd"/>
      <w:r w:rsidRPr="001B7A3C">
        <w:rPr>
          <w:rFonts w:ascii="Arial" w:hAnsi="Arial" w:cs="Arial"/>
          <w:color w:val="000000"/>
          <w:sz w:val="18"/>
          <w:szCs w:val="18"/>
        </w:rPr>
        <w:t xml:space="preserve">-Technologie führender Anbieter im Akkusegment. So hat </w:t>
      </w:r>
      <w:proofErr w:type="spellStart"/>
      <w:r w:rsidRPr="001B7A3C">
        <w:rPr>
          <w:rFonts w:ascii="Arial" w:hAnsi="Arial" w:cs="Arial"/>
          <w:color w:val="000000"/>
          <w:sz w:val="18"/>
          <w:szCs w:val="18"/>
        </w:rPr>
        <w:t>Metabo</w:t>
      </w:r>
      <w:proofErr w:type="spellEnd"/>
      <w:r w:rsidRPr="001B7A3C">
        <w:rPr>
          <w:rFonts w:ascii="Arial" w:hAnsi="Arial" w:cs="Arial"/>
          <w:color w:val="000000"/>
          <w:sz w:val="18"/>
          <w:szCs w:val="18"/>
        </w:rPr>
        <w:t xml:space="preserve"> seine Vision der Kabellosen Baustelle zur Wirklichkeit gemacht. Unter dem Markennamen </w:t>
      </w:r>
      <w:proofErr w:type="spellStart"/>
      <w:r w:rsidRPr="001B7A3C">
        <w:rPr>
          <w:rFonts w:ascii="Arial" w:hAnsi="Arial" w:cs="Arial"/>
          <w:color w:val="000000"/>
          <w:sz w:val="18"/>
          <w:szCs w:val="18"/>
        </w:rPr>
        <w:t>Metabo</w:t>
      </w:r>
      <w:proofErr w:type="spellEnd"/>
      <w:r w:rsidRPr="001B7A3C">
        <w:rPr>
          <w:rFonts w:ascii="Arial" w:hAnsi="Arial" w:cs="Arial"/>
          <w:color w:val="000000"/>
          <w:sz w:val="18"/>
          <w:szCs w:val="18"/>
        </w:rPr>
        <w:t xml:space="preserve"> bietet der Vollsortimenter Maschinen und Zubehör für alle gängigen Anwendungen, aber auch Kompetenzprodukte und Systemlösungen für spezielle Anforderungen. Das </w:t>
      </w:r>
      <w:proofErr w:type="spellStart"/>
      <w:r w:rsidRPr="001B7A3C">
        <w:rPr>
          <w:rFonts w:ascii="Arial" w:hAnsi="Arial" w:cs="Arial"/>
          <w:color w:val="000000"/>
          <w:sz w:val="18"/>
          <w:szCs w:val="18"/>
        </w:rPr>
        <w:t>Metabo</w:t>
      </w:r>
      <w:proofErr w:type="spellEnd"/>
      <w:r w:rsidRPr="001B7A3C">
        <w:rPr>
          <w:rFonts w:ascii="Arial" w:hAnsi="Arial" w:cs="Arial"/>
          <w:color w:val="000000"/>
          <w:sz w:val="18"/>
          <w:szCs w:val="18"/>
        </w:rPr>
        <w:t xml:space="preserve"> Programm umfasst außer dem umfangreichen Sortiment an Akkugeräten auch kabelgebundene Netzmaschinen und Druckluftwerkzeuge. 1924 im schwäbischen Nürtingen gegründet, ist </w:t>
      </w:r>
      <w:proofErr w:type="spellStart"/>
      <w:r w:rsidRPr="001B7A3C">
        <w:rPr>
          <w:rFonts w:ascii="Arial" w:hAnsi="Arial" w:cs="Arial"/>
          <w:color w:val="000000"/>
          <w:sz w:val="18"/>
          <w:szCs w:val="18"/>
        </w:rPr>
        <w:t>Metabo</w:t>
      </w:r>
      <w:proofErr w:type="spellEnd"/>
      <w:r w:rsidRPr="001B7A3C">
        <w:rPr>
          <w:rFonts w:ascii="Arial" w:hAnsi="Arial" w:cs="Arial"/>
          <w:color w:val="000000"/>
          <w:sz w:val="18"/>
          <w:szCs w:val="18"/>
        </w:rPr>
        <w:t xml:space="preserve"> heute ein mittelständisches Unternehmen, das außer am Stammsitz Nürtingen auch im chinesischen Shanghai produziert. 25 Vertriebsgesellschaften und mehr als 100 Importeure sichern die internationale Präsenz. Weltweit arbeiten </w:t>
      </w:r>
      <w:r>
        <w:rPr>
          <w:rFonts w:ascii="Arial" w:hAnsi="Arial" w:cs="Arial"/>
          <w:color w:val="000000"/>
          <w:sz w:val="18"/>
          <w:szCs w:val="18"/>
        </w:rPr>
        <w:t>rund 2.000</w:t>
      </w:r>
      <w:r w:rsidRPr="001B7A3C">
        <w:rPr>
          <w:rFonts w:ascii="Arial" w:hAnsi="Arial" w:cs="Arial"/>
          <w:color w:val="000000"/>
          <w:sz w:val="18"/>
          <w:szCs w:val="18"/>
        </w:rPr>
        <w:t xml:space="preserve"> Menschen für </w:t>
      </w:r>
      <w:proofErr w:type="spellStart"/>
      <w:r w:rsidRPr="001B7A3C">
        <w:rPr>
          <w:rFonts w:ascii="Arial" w:hAnsi="Arial" w:cs="Arial"/>
          <w:color w:val="000000"/>
          <w:sz w:val="18"/>
          <w:szCs w:val="18"/>
        </w:rPr>
        <w:t>Metabo</w:t>
      </w:r>
      <w:proofErr w:type="spellEnd"/>
      <w:r w:rsidRPr="001B7A3C">
        <w:rPr>
          <w:rFonts w:ascii="Arial" w:hAnsi="Arial" w:cs="Arial"/>
          <w:color w:val="000000"/>
          <w:sz w:val="18"/>
          <w:szCs w:val="18"/>
        </w:rPr>
        <w:t xml:space="preserve">. Sie haben im </w:t>
      </w:r>
      <w:r>
        <w:rPr>
          <w:rFonts w:ascii="Arial" w:hAnsi="Arial" w:cs="Arial"/>
          <w:color w:val="000000"/>
          <w:sz w:val="18"/>
          <w:szCs w:val="18"/>
        </w:rPr>
        <w:t>Geschäftsj</w:t>
      </w:r>
      <w:r w:rsidRPr="001B7A3C">
        <w:rPr>
          <w:rFonts w:ascii="Arial" w:hAnsi="Arial" w:cs="Arial"/>
          <w:color w:val="000000"/>
          <w:sz w:val="18"/>
          <w:szCs w:val="18"/>
        </w:rPr>
        <w:t>ahr 201</w:t>
      </w:r>
      <w:r>
        <w:rPr>
          <w:rFonts w:ascii="Arial" w:hAnsi="Arial" w:cs="Arial"/>
          <w:color w:val="000000"/>
          <w:sz w:val="18"/>
          <w:szCs w:val="18"/>
        </w:rPr>
        <w:t>7</w:t>
      </w:r>
      <w:r w:rsidRPr="001B7A3C">
        <w:rPr>
          <w:rFonts w:ascii="Arial" w:hAnsi="Arial" w:cs="Arial"/>
          <w:color w:val="000000"/>
          <w:sz w:val="18"/>
          <w:szCs w:val="18"/>
        </w:rPr>
        <w:t xml:space="preserve"> einen Umsatz von 4</w:t>
      </w:r>
      <w:r>
        <w:rPr>
          <w:rFonts w:ascii="Arial" w:hAnsi="Arial" w:cs="Arial"/>
          <w:color w:val="000000"/>
          <w:sz w:val="18"/>
          <w:szCs w:val="18"/>
        </w:rPr>
        <w:t>67</w:t>
      </w:r>
      <w:r w:rsidRPr="001B7A3C">
        <w:rPr>
          <w:rFonts w:ascii="Arial" w:hAnsi="Arial" w:cs="Arial"/>
          <w:color w:val="000000"/>
          <w:sz w:val="18"/>
          <w:szCs w:val="18"/>
        </w:rPr>
        <w:t xml:space="preserve"> Millionen Euro erwirtschaftet. Mehr über das Unternehmen </w:t>
      </w:r>
      <w:proofErr w:type="spellStart"/>
      <w:r w:rsidRPr="001B7A3C">
        <w:rPr>
          <w:rFonts w:ascii="Arial" w:hAnsi="Arial" w:cs="Arial"/>
          <w:color w:val="000000"/>
          <w:sz w:val="18"/>
          <w:szCs w:val="18"/>
        </w:rPr>
        <w:t>Metabo</w:t>
      </w:r>
      <w:proofErr w:type="spellEnd"/>
      <w:r w:rsidRPr="001B7A3C">
        <w:rPr>
          <w:rFonts w:ascii="Arial" w:hAnsi="Arial" w:cs="Arial"/>
          <w:color w:val="000000"/>
          <w:sz w:val="18"/>
          <w:szCs w:val="18"/>
        </w:rPr>
        <w:t xml:space="preserve"> und seine Produkte unter </w:t>
      </w:r>
      <w:hyperlink r:id="rId10" w:history="1">
        <w:r w:rsidRPr="001B7A3C">
          <w:rPr>
            <w:rStyle w:val="Hyperlink"/>
            <w:rFonts w:ascii="Arial" w:hAnsi="Arial" w:cs="Arial"/>
            <w:sz w:val="18"/>
            <w:szCs w:val="18"/>
          </w:rPr>
          <w:t>www.metabo.com</w:t>
        </w:r>
      </w:hyperlink>
      <w:r>
        <w:rPr>
          <w:rStyle w:val="Hyperlink"/>
          <w:rFonts w:ascii="Arial" w:hAnsi="Arial" w:cs="Arial"/>
          <w:sz w:val="18"/>
          <w:szCs w:val="18"/>
          <w:u w:val="none"/>
        </w:rPr>
        <w:t xml:space="preserve">. </w:t>
      </w:r>
    </w:p>
    <w:p w:rsidR="00453151" w:rsidRDefault="00453151" w:rsidP="00453151"/>
    <w:p w:rsidR="00453151" w:rsidRPr="001B7A3C" w:rsidRDefault="00453151" w:rsidP="00453151"/>
    <w:p w:rsidR="00453151" w:rsidRDefault="00453151" w:rsidP="00453151">
      <w:pPr>
        <w:pStyle w:val="Zitat"/>
      </w:pPr>
      <w:r>
        <w:t>Pressekontakt:</w:t>
      </w:r>
    </w:p>
    <w:tbl>
      <w:tblPr>
        <w:tblStyle w:val="Tabellenraster"/>
        <w:tblW w:w="714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4030"/>
      </w:tblGrid>
      <w:tr w:rsidR="00453151" w:rsidTr="0024205D">
        <w:trPr>
          <w:trHeight w:val="1350"/>
        </w:trPr>
        <w:tc>
          <w:tcPr>
            <w:tcW w:w="3119" w:type="dxa"/>
          </w:tcPr>
          <w:p w:rsidR="00453151" w:rsidRDefault="00453151" w:rsidP="0045315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01400F">
              <w:rPr>
                <w:rStyle w:val="SchwacherVerweis"/>
              </w:rPr>
              <w:t>Clarissa Bucher</w:t>
            </w:r>
          </w:p>
          <w:p w:rsidR="00453151" w:rsidRDefault="00453151" w:rsidP="0045315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proofErr w:type="spellStart"/>
            <w:r w:rsidRPr="0001400F">
              <w:rPr>
                <w:rStyle w:val="SchwacherVerweis"/>
              </w:rPr>
              <w:t>Metabowerke</w:t>
            </w:r>
            <w:proofErr w:type="spellEnd"/>
            <w:r w:rsidRPr="0001400F">
              <w:rPr>
                <w:rStyle w:val="SchwacherVerweis"/>
              </w:rPr>
              <w:t xml:space="preserve"> GmbH</w:t>
            </w:r>
          </w:p>
          <w:p w:rsidR="00453151" w:rsidRPr="0001400F" w:rsidRDefault="00453151" w:rsidP="0045315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proofErr w:type="spellStart"/>
            <w:r w:rsidRPr="0001400F">
              <w:rPr>
                <w:rStyle w:val="SchwacherVerweis"/>
              </w:rPr>
              <w:t>Metabo</w:t>
            </w:r>
            <w:proofErr w:type="spellEnd"/>
            <w:r w:rsidRPr="0001400F">
              <w:rPr>
                <w:rStyle w:val="SchwacherVerweis"/>
              </w:rPr>
              <w:t>-Allee 1</w:t>
            </w:r>
          </w:p>
          <w:p w:rsidR="00453151" w:rsidRPr="0001400F" w:rsidRDefault="00453151" w:rsidP="0045315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01400F">
              <w:rPr>
                <w:rStyle w:val="SchwacherVerweis"/>
              </w:rPr>
              <w:t>72622 Nürtingen</w:t>
            </w:r>
          </w:p>
          <w:p w:rsidR="00453151" w:rsidRPr="0001400F" w:rsidRDefault="00453151" w:rsidP="0045315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01400F">
              <w:rPr>
                <w:rStyle w:val="SchwacherVerweis"/>
              </w:rPr>
              <w:t>Telefon: +49 (7022) 72-22 29</w:t>
            </w:r>
          </w:p>
          <w:p w:rsidR="00453151" w:rsidRPr="0001400F" w:rsidRDefault="00453151" w:rsidP="0045315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01400F">
              <w:rPr>
                <w:rStyle w:val="SchwacherVerweis"/>
              </w:rPr>
              <w:t>Telefax: +49 (7022) 72-28 24</w:t>
            </w:r>
          </w:p>
          <w:p w:rsidR="00453151" w:rsidRDefault="00C95367" w:rsidP="0045315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hyperlink r:id="rId11" w:history="1">
              <w:r w:rsidR="00453151" w:rsidRPr="00BE3C2A">
                <w:rPr>
                  <w:rStyle w:val="Hyperlink"/>
                  <w:rFonts w:ascii="Arial" w:hAnsi="Arial" w:cs="Arial"/>
                  <w:sz w:val="18"/>
                  <w:szCs w:val="18"/>
                </w:rPr>
                <w:t>cbucher@metabo.de</w:t>
              </w:r>
            </w:hyperlink>
          </w:p>
        </w:tc>
        <w:tc>
          <w:tcPr>
            <w:tcW w:w="4030" w:type="dxa"/>
          </w:tcPr>
          <w:p w:rsidR="00453151" w:rsidRPr="00AF5F27" w:rsidRDefault="00453151" w:rsidP="0045315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AF5F27">
              <w:rPr>
                <w:rStyle w:val="SchwacherVerweis"/>
              </w:rPr>
              <w:t xml:space="preserve">Hubert Heinz </w:t>
            </w:r>
          </w:p>
          <w:p w:rsidR="00453151" w:rsidRPr="00AF5F27" w:rsidRDefault="00453151" w:rsidP="0045315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AF5F27">
              <w:rPr>
                <w:rStyle w:val="SchwacherVerweis"/>
              </w:rPr>
              <w:t>Communication Consultants</w:t>
            </w:r>
          </w:p>
          <w:p w:rsidR="00453151" w:rsidRDefault="00453151" w:rsidP="0045315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>
              <w:rPr>
                <w:rStyle w:val="SchwacherVerweis"/>
              </w:rPr>
              <w:t>Breitwiesenstr. 17</w:t>
            </w:r>
          </w:p>
          <w:p w:rsidR="00453151" w:rsidRDefault="00453151" w:rsidP="0045315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01400F">
              <w:rPr>
                <w:rStyle w:val="SchwacherVerweis"/>
              </w:rPr>
              <w:t>70565 Stuttgart</w:t>
            </w:r>
          </w:p>
          <w:p w:rsidR="00453151" w:rsidRDefault="00453151" w:rsidP="0045315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>
              <w:rPr>
                <w:rStyle w:val="SchwacherVerweis"/>
              </w:rPr>
              <w:t xml:space="preserve">Telefon: +49 (711) 9 78 93-21 </w:t>
            </w:r>
          </w:p>
          <w:p w:rsidR="00453151" w:rsidRDefault="00453151" w:rsidP="0045315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>
              <w:rPr>
                <w:rStyle w:val="SchwacherVerweis"/>
              </w:rPr>
              <w:t xml:space="preserve">Telefax: +49 (711) 9 78 93-51 </w:t>
            </w:r>
          </w:p>
          <w:p w:rsidR="00453151" w:rsidRPr="009376FF" w:rsidRDefault="00C95367" w:rsidP="0045315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  <w:color w:val="666666"/>
                <w:u w:val="single"/>
              </w:rPr>
            </w:pPr>
            <w:hyperlink r:id="rId12" w:history="1">
              <w:r w:rsidR="00453151" w:rsidRPr="00B63DBB">
                <w:rPr>
                  <w:rStyle w:val="Hyperlink"/>
                  <w:rFonts w:ascii="Arial" w:hAnsi="Arial" w:cs="Arial"/>
                  <w:sz w:val="18"/>
                  <w:szCs w:val="18"/>
                </w:rPr>
                <w:t>metabo@cc-stuttgart.de</w:t>
              </w:r>
            </w:hyperlink>
            <w:r w:rsidR="00453151" w:rsidRPr="009376FF">
              <w:rPr>
                <w:rStyle w:val="SchwacherVerweis"/>
              </w:rPr>
              <w:t xml:space="preserve"> </w:t>
            </w:r>
          </w:p>
        </w:tc>
      </w:tr>
    </w:tbl>
    <w:p w:rsidR="009A61CC" w:rsidRPr="00CC280D" w:rsidRDefault="009A61CC" w:rsidP="00453151">
      <w:pPr>
        <w:pStyle w:val="Zitat"/>
        <w:rPr>
          <w:rFonts w:cs="Arial"/>
        </w:rPr>
      </w:pPr>
    </w:p>
    <w:sectPr w:rsidR="009A61CC" w:rsidRPr="00CC280D" w:rsidSect="00306DF0">
      <w:headerReference w:type="default" r:id="rId13"/>
      <w:footerReference w:type="default" r:id="rId14"/>
      <w:pgSz w:w="11900" w:h="16840"/>
      <w:pgMar w:top="2835" w:right="3536" w:bottom="1134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5AE" w:rsidRDefault="00AB65AE">
      <w:r>
        <w:separator/>
      </w:r>
    </w:p>
  </w:endnote>
  <w:endnote w:type="continuationSeparator" w:id="0">
    <w:p w:rsidR="00AB65AE" w:rsidRDefault="00AB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5AE" w:rsidRPr="0001400F" w:rsidRDefault="00AB65AE" w:rsidP="00C11A96">
    <w:pPr>
      <w:pStyle w:val="Fuzeile"/>
      <w:jc w:val="right"/>
      <w:rPr>
        <w:rStyle w:val="IntensiverVerweis"/>
      </w:rPr>
    </w:pPr>
    <w:r w:rsidRPr="0001400F">
      <w:rPr>
        <w:rStyle w:val="IntensiverVerweis"/>
      </w:rPr>
      <w:fldChar w:fldCharType="begin"/>
    </w:r>
    <w:r w:rsidRPr="0001400F">
      <w:rPr>
        <w:rStyle w:val="IntensiverVerweis"/>
      </w:rPr>
      <w:instrText xml:space="preserve"> PAGE </w:instrText>
    </w:r>
    <w:r w:rsidRPr="0001400F">
      <w:rPr>
        <w:rStyle w:val="IntensiverVerweis"/>
      </w:rPr>
      <w:fldChar w:fldCharType="separate"/>
    </w:r>
    <w:r w:rsidR="00C95367">
      <w:rPr>
        <w:rStyle w:val="IntensiverVerweis"/>
        <w:noProof/>
      </w:rPr>
      <w:t>4</w:t>
    </w:r>
    <w:r w:rsidRPr="0001400F">
      <w:rPr>
        <w:rStyle w:val="IntensiverVerweis"/>
      </w:rPr>
      <w:fldChar w:fldCharType="end"/>
    </w:r>
    <w:r w:rsidRPr="0001400F">
      <w:rPr>
        <w:rStyle w:val="IntensiverVerweis"/>
      </w:rPr>
      <w:t>/</w:t>
    </w:r>
    <w:r w:rsidRPr="0001400F">
      <w:rPr>
        <w:rStyle w:val="IntensiverVerweis"/>
      </w:rPr>
      <w:fldChar w:fldCharType="begin"/>
    </w:r>
    <w:r w:rsidRPr="0001400F">
      <w:rPr>
        <w:rStyle w:val="IntensiverVerweis"/>
      </w:rPr>
      <w:instrText xml:space="preserve"> NUMPAGES </w:instrText>
    </w:r>
    <w:r w:rsidRPr="0001400F">
      <w:rPr>
        <w:rStyle w:val="IntensiverVerweis"/>
      </w:rPr>
      <w:fldChar w:fldCharType="separate"/>
    </w:r>
    <w:r w:rsidR="00C95367">
      <w:rPr>
        <w:rStyle w:val="IntensiverVerweis"/>
        <w:noProof/>
      </w:rPr>
      <w:t>5</w:t>
    </w:r>
    <w:r w:rsidRPr="0001400F">
      <w:rPr>
        <w:rStyle w:val="IntensiverVerwei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5AE" w:rsidRDefault="00AB65AE">
      <w:r>
        <w:separator/>
      </w:r>
    </w:p>
  </w:footnote>
  <w:footnote w:type="continuationSeparator" w:id="0">
    <w:p w:rsidR="00AB65AE" w:rsidRDefault="00AB6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5AE" w:rsidRPr="00C37B3C" w:rsidRDefault="00AB65AE" w:rsidP="00812897">
    <w:pPr>
      <w:pStyle w:val="Kopfzeile"/>
      <w:rPr>
        <w:rStyle w:val="Hervorhebung"/>
      </w:rPr>
    </w:pPr>
    <w:r>
      <w:rPr>
        <w:rFonts w:ascii="Arial" w:hAnsi="Arial" w:cs="Arial"/>
        <w:b/>
        <w:noProof/>
        <w:color w:val="7F7F7F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4921885</wp:posOffset>
              </wp:positionH>
              <wp:positionV relativeFrom="paragraph">
                <wp:posOffset>-502920</wp:posOffset>
              </wp:positionV>
              <wp:extent cx="1565275" cy="1166495"/>
              <wp:effectExtent l="0" t="0" r="0" b="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65275" cy="1166495"/>
                        <a:chOff x="6443" y="-83"/>
                        <a:chExt cx="2465" cy="1837"/>
                      </a:xfrm>
                    </wpg:grpSpPr>
                    <wps:wsp>
                      <wps:cNvPr id="2" name="Rectangle 5"/>
                      <wps:cNvSpPr>
                        <a:spLocks noChangeArrowheads="1"/>
                      </wps:cNvSpPr>
                      <wps:spPr bwMode="auto">
                        <a:xfrm>
                          <a:off x="6443" y="-83"/>
                          <a:ext cx="2465" cy="1837"/>
                        </a:xfrm>
                        <a:prstGeom prst="rect">
                          <a:avLst/>
                        </a:prstGeom>
                        <a:solidFill>
                          <a:srgbClr val="224B4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6" descr="Metabo_n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598" y="1154"/>
                          <a:ext cx="2177" cy="46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A7E58A" id="Group 4" o:spid="_x0000_s1026" style="position:absolute;margin-left:387.55pt;margin-top:-39.6pt;width:123.25pt;height:91.85pt;z-index:251657728" coordorigin="6443,-83" coordsize="2465,18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">
              <v:rect id="Rectangle 5" o:spid="_x0000_s1027" style="position:absolute;left:6443;top:-83;width:2465;height:1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" fillcolor="#224b44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alt="Metabo_neg" style="position:absolute;left:6598;top:1154;width:2177;height:4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">
                <v:imagedata r:id="rId2" o:title="Metabo_neg"/>
              </v:shape>
            </v:group>
          </w:pict>
        </mc:Fallback>
      </mc:AlternateContent>
    </w:r>
    <w:r>
      <w:rPr>
        <w:rStyle w:val="Hervorhebung"/>
      </w:rPr>
      <w:t>PRESSEINFORMATION</w:t>
    </w:r>
  </w:p>
  <w:p w:rsidR="00AB65AE" w:rsidRDefault="00AB65AE" w:rsidP="00C11A96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67F2E"/>
    <w:multiLevelType w:val="multilevel"/>
    <w:tmpl w:val="B5228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A3986"/>
    <w:multiLevelType w:val="multilevel"/>
    <w:tmpl w:val="01D6B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C95A0E"/>
    <w:multiLevelType w:val="hybridMultilevel"/>
    <w:tmpl w:val="40567BEA"/>
    <w:lvl w:ilvl="0" w:tplc="76FE803E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A2620"/>
    <w:multiLevelType w:val="hybridMultilevel"/>
    <w:tmpl w:val="75A012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B7CF3"/>
    <w:multiLevelType w:val="multilevel"/>
    <w:tmpl w:val="9A149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22B"/>
    <w:rsid w:val="0000082B"/>
    <w:rsid w:val="00001B53"/>
    <w:rsid w:val="0000552A"/>
    <w:rsid w:val="000074CE"/>
    <w:rsid w:val="0000762C"/>
    <w:rsid w:val="00007772"/>
    <w:rsid w:val="00007828"/>
    <w:rsid w:val="000111D3"/>
    <w:rsid w:val="0001400F"/>
    <w:rsid w:val="00020A7F"/>
    <w:rsid w:val="00023748"/>
    <w:rsid w:val="00024169"/>
    <w:rsid w:val="00027132"/>
    <w:rsid w:val="000301F6"/>
    <w:rsid w:val="00033052"/>
    <w:rsid w:val="00037C68"/>
    <w:rsid w:val="00044854"/>
    <w:rsid w:val="00044D6F"/>
    <w:rsid w:val="0004574A"/>
    <w:rsid w:val="00047DC6"/>
    <w:rsid w:val="00053D2D"/>
    <w:rsid w:val="0005642B"/>
    <w:rsid w:val="000576FD"/>
    <w:rsid w:val="00057E14"/>
    <w:rsid w:val="00062732"/>
    <w:rsid w:val="00065A14"/>
    <w:rsid w:val="00066345"/>
    <w:rsid w:val="00066B3B"/>
    <w:rsid w:val="00067A64"/>
    <w:rsid w:val="00067D70"/>
    <w:rsid w:val="000705F5"/>
    <w:rsid w:val="00071991"/>
    <w:rsid w:val="000734CD"/>
    <w:rsid w:val="000737F1"/>
    <w:rsid w:val="000748AA"/>
    <w:rsid w:val="00080DEE"/>
    <w:rsid w:val="000850E9"/>
    <w:rsid w:val="00091634"/>
    <w:rsid w:val="00092381"/>
    <w:rsid w:val="00095893"/>
    <w:rsid w:val="00096ED0"/>
    <w:rsid w:val="00097331"/>
    <w:rsid w:val="000A11B4"/>
    <w:rsid w:val="000A698C"/>
    <w:rsid w:val="000C46AC"/>
    <w:rsid w:val="000D2292"/>
    <w:rsid w:val="000D5B22"/>
    <w:rsid w:val="000E16E6"/>
    <w:rsid w:val="000E42FE"/>
    <w:rsid w:val="000E46D9"/>
    <w:rsid w:val="000E627D"/>
    <w:rsid w:val="000F506B"/>
    <w:rsid w:val="000F51C4"/>
    <w:rsid w:val="000F76B1"/>
    <w:rsid w:val="001068F4"/>
    <w:rsid w:val="00112B1B"/>
    <w:rsid w:val="00114A2D"/>
    <w:rsid w:val="0012128A"/>
    <w:rsid w:val="0012300F"/>
    <w:rsid w:val="00123FF7"/>
    <w:rsid w:val="001260BB"/>
    <w:rsid w:val="00134105"/>
    <w:rsid w:val="001345F3"/>
    <w:rsid w:val="001348D7"/>
    <w:rsid w:val="00147ACF"/>
    <w:rsid w:val="001516D7"/>
    <w:rsid w:val="00153F14"/>
    <w:rsid w:val="0016033E"/>
    <w:rsid w:val="00167257"/>
    <w:rsid w:val="00171152"/>
    <w:rsid w:val="00171AD2"/>
    <w:rsid w:val="0018574C"/>
    <w:rsid w:val="001878BA"/>
    <w:rsid w:val="001A0F4F"/>
    <w:rsid w:val="001A4E22"/>
    <w:rsid w:val="001B488C"/>
    <w:rsid w:val="001B5A45"/>
    <w:rsid w:val="001B7F99"/>
    <w:rsid w:val="001C17ED"/>
    <w:rsid w:val="001C798A"/>
    <w:rsid w:val="001D2DD5"/>
    <w:rsid w:val="001D47CD"/>
    <w:rsid w:val="001D5B0B"/>
    <w:rsid w:val="001E0F69"/>
    <w:rsid w:val="001E2AC6"/>
    <w:rsid w:val="001F269D"/>
    <w:rsid w:val="001F34FD"/>
    <w:rsid w:val="002003C0"/>
    <w:rsid w:val="00201C2A"/>
    <w:rsid w:val="002025B0"/>
    <w:rsid w:val="00205EE5"/>
    <w:rsid w:val="002070D8"/>
    <w:rsid w:val="0021188B"/>
    <w:rsid w:val="00213159"/>
    <w:rsid w:val="00214426"/>
    <w:rsid w:val="002165F9"/>
    <w:rsid w:val="00221292"/>
    <w:rsid w:val="00222D1C"/>
    <w:rsid w:val="00225E24"/>
    <w:rsid w:val="0022722B"/>
    <w:rsid w:val="00234272"/>
    <w:rsid w:val="00236B79"/>
    <w:rsid w:val="00240AE6"/>
    <w:rsid w:val="00240BF2"/>
    <w:rsid w:val="0024205D"/>
    <w:rsid w:val="00242546"/>
    <w:rsid w:val="00244500"/>
    <w:rsid w:val="00246201"/>
    <w:rsid w:val="00247813"/>
    <w:rsid w:val="00254400"/>
    <w:rsid w:val="00256FDA"/>
    <w:rsid w:val="002576C8"/>
    <w:rsid w:val="0026171C"/>
    <w:rsid w:val="002625E3"/>
    <w:rsid w:val="00267F48"/>
    <w:rsid w:val="00282F55"/>
    <w:rsid w:val="00285564"/>
    <w:rsid w:val="002869A1"/>
    <w:rsid w:val="00286C9F"/>
    <w:rsid w:val="00287AEC"/>
    <w:rsid w:val="00292456"/>
    <w:rsid w:val="002939C9"/>
    <w:rsid w:val="00295497"/>
    <w:rsid w:val="0029716F"/>
    <w:rsid w:val="002A5441"/>
    <w:rsid w:val="002B2953"/>
    <w:rsid w:val="002B29F5"/>
    <w:rsid w:val="002B3E28"/>
    <w:rsid w:val="002B6769"/>
    <w:rsid w:val="002C0DA0"/>
    <w:rsid w:val="002C37FE"/>
    <w:rsid w:val="002C60D8"/>
    <w:rsid w:val="002C725F"/>
    <w:rsid w:val="002D1C5D"/>
    <w:rsid w:val="002D2D27"/>
    <w:rsid w:val="002D33A8"/>
    <w:rsid w:val="002E16D9"/>
    <w:rsid w:val="002E3F41"/>
    <w:rsid w:val="002E60D5"/>
    <w:rsid w:val="002E74F7"/>
    <w:rsid w:val="002F568B"/>
    <w:rsid w:val="00306DF0"/>
    <w:rsid w:val="003071F1"/>
    <w:rsid w:val="00313FA9"/>
    <w:rsid w:val="00316445"/>
    <w:rsid w:val="003247CD"/>
    <w:rsid w:val="003324B3"/>
    <w:rsid w:val="00342D2A"/>
    <w:rsid w:val="00343085"/>
    <w:rsid w:val="00347B74"/>
    <w:rsid w:val="00353765"/>
    <w:rsid w:val="00353A23"/>
    <w:rsid w:val="00356871"/>
    <w:rsid w:val="003570D7"/>
    <w:rsid w:val="0036021B"/>
    <w:rsid w:val="003626C2"/>
    <w:rsid w:val="003641B7"/>
    <w:rsid w:val="00364345"/>
    <w:rsid w:val="00364D8D"/>
    <w:rsid w:val="00370E30"/>
    <w:rsid w:val="00374BA7"/>
    <w:rsid w:val="00377071"/>
    <w:rsid w:val="00377282"/>
    <w:rsid w:val="00377295"/>
    <w:rsid w:val="00386104"/>
    <w:rsid w:val="00396006"/>
    <w:rsid w:val="00397362"/>
    <w:rsid w:val="003A0BA4"/>
    <w:rsid w:val="003A3860"/>
    <w:rsid w:val="003A4F50"/>
    <w:rsid w:val="003A6055"/>
    <w:rsid w:val="003A6468"/>
    <w:rsid w:val="003B705B"/>
    <w:rsid w:val="003B7167"/>
    <w:rsid w:val="003C070E"/>
    <w:rsid w:val="003C24AC"/>
    <w:rsid w:val="003D57F7"/>
    <w:rsid w:val="003D6873"/>
    <w:rsid w:val="003E0CFC"/>
    <w:rsid w:val="003E6F25"/>
    <w:rsid w:val="003F46B9"/>
    <w:rsid w:val="003F591B"/>
    <w:rsid w:val="003F7E5A"/>
    <w:rsid w:val="00401947"/>
    <w:rsid w:val="00401C8B"/>
    <w:rsid w:val="00404873"/>
    <w:rsid w:val="00404D46"/>
    <w:rsid w:val="00405104"/>
    <w:rsid w:val="004069A3"/>
    <w:rsid w:val="00412DF6"/>
    <w:rsid w:val="0042297D"/>
    <w:rsid w:val="00425F56"/>
    <w:rsid w:val="00426FA2"/>
    <w:rsid w:val="004326DA"/>
    <w:rsid w:val="0043331F"/>
    <w:rsid w:val="004337B3"/>
    <w:rsid w:val="004368FD"/>
    <w:rsid w:val="00437D9F"/>
    <w:rsid w:val="004432F0"/>
    <w:rsid w:val="00443616"/>
    <w:rsid w:val="0044434C"/>
    <w:rsid w:val="004460C3"/>
    <w:rsid w:val="00446768"/>
    <w:rsid w:val="00450695"/>
    <w:rsid w:val="00451C79"/>
    <w:rsid w:val="00453151"/>
    <w:rsid w:val="00456B68"/>
    <w:rsid w:val="00460EFE"/>
    <w:rsid w:val="00462C93"/>
    <w:rsid w:val="004635A8"/>
    <w:rsid w:val="00467A34"/>
    <w:rsid w:val="00470E12"/>
    <w:rsid w:val="00476000"/>
    <w:rsid w:val="0047605E"/>
    <w:rsid w:val="00476497"/>
    <w:rsid w:val="0048760E"/>
    <w:rsid w:val="00490D73"/>
    <w:rsid w:val="004930CE"/>
    <w:rsid w:val="00493A93"/>
    <w:rsid w:val="00494065"/>
    <w:rsid w:val="00495396"/>
    <w:rsid w:val="004A3BBD"/>
    <w:rsid w:val="004A58B9"/>
    <w:rsid w:val="004B48B4"/>
    <w:rsid w:val="004B499F"/>
    <w:rsid w:val="004B5193"/>
    <w:rsid w:val="004C055A"/>
    <w:rsid w:val="004C4150"/>
    <w:rsid w:val="004C7C57"/>
    <w:rsid w:val="004D1492"/>
    <w:rsid w:val="004D5BB3"/>
    <w:rsid w:val="004E15D2"/>
    <w:rsid w:val="004E1EBD"/>
    <w:rsid w:val="004E27DE"/>
    <w:rsid w:val="004E3E46"/>
    <w:rsid w:val="004E764E"/>
    <w:rsid w:val="004F2AE3"/>
    <w:rsid w:val="004F4475"/>
    <w:rsid w:val="004F776F"/>
    <w:rsid w:val="005020B5"/>
    <w:rsid w:val="00505823"/>
    <w:rsid w:val="00506596"/>
    <w:rsid w:val="00506C8E"/>
    <w:rsid w:val="00507133"/>
    <w:rsid w:val="00507546"/>
    <w:rsid w:val="00525A5B"/>
    <w:rsid w:val="00525A93"/>
    <w:rsid w:val="005306A7"/>
    <w:rsid w:val="00541824"/>
    <w:rsid w:val="00551437"/>
    <w:rsid w:val="00551B62"/>
    <w:rsid w:val="00552EEE"/>
    <w:rsid w:val="00552F73"/>
    <w:rsid w:val="005557AE"/>
    <w:rsid w:val="00566C00"/>
    <w:rsid w:val="00567D29"/>
    <w:rsid w:val="00571DFB"/>
    <w:rsid w:val="00572C67"/>
    <w:rsid w:val="00572DF2"/>
    <w:rsid w:val="0057398B"/>
    <w:rsid w:val="005773D8"/>
    <w:rsid w:val="00581F69"/>
    <w:rsid w:val="0058254F"/>
    <w:rsid w:val="005837DE"/>
    <w:rsid w:val="0058401A"/>
    <w:rsid w:val="00584E41"/>
    <w:rsid w:val="005A2223"/>
    <w:rsid w:val="005B3716"/>
    <w:rsid w:val="005B5077"/>
    <w:rsid w:val="005B5C4E"/>
    <w:rsid w:val="005B6FFF"/>
    <w:rsid w:val="005C13F7"/>
    <w:rsid w:val="005C57F7"/>
    <w:rsid w:val="005C603C"/>
    <w:rsid w:val="005C7F09"/>
    <w:rsid w:val="005D0B6C"/>
    <w:rsid w:val="005D2188"/>
    <w:rsid w:val="005E1773"/>
    <w:rsid w:val="005E52F9"/>
    <w:rsid w:val="005E6635"/>
    <w:rsid w:val="005E74A7"/>
    <w:rsid w:val="005F268B"/>
    <w:rsid w:val="005F2756"/>
    <w:rsid w:val="005F472E"/>
    <w:rsid w:val="005F4DE5"/>
    <w:rsid w:val="005F7563"/>
    <w:rsid w:val="00606A5A"/>
    <w:rsid w:val="006111B1"/>
    <w:rsid w:val="006120D3"/>
    <w:rsid w:val="00614B87"/>
    <w:rsid w:val="00620B19"/>
    <w:rsid w:val="00631C35"/>
    <w:rsid w:val="00637030"/>
    <w:rsid w:val="00641F0B"/>
    <w:rsid w:val="00641FC9"/>
    <w:rsid w:val="00646334"/>
    <w:rsid w:val="00647F74"/>
    <w:rsid w:val="0065328A"/>
    <w:rsid w:val="0065426D"/>
    <w:rsid w:val="00655224"/>
    <w:rsid w:val="00655D5D"/>
    <w:rsid w:val="00657CFE"/>
    <w:rsid w:val="006644DB"/>
    <w:rsid w:val="00664746"/>
    <w:rsid w:val="00665EB5"/>
    <w:rsid w:val="006721C5"/>
    <w:rsid w:val="00672955"/>
    <w:rsid w:val="006819A0"/>
    <w:rsid w:val="0068225C"/>
    <w:rsid w:val="00687112"/>
    <w:rsid w:val="006940FE"/>
    <w:rsid w:val="006945CD"/>
    <w:rsid w:val="00697281"/>
    <w:rsid w:val="006977CA"/>
    <w:rsid w:val="006B1430"/>
    <w:rsid w:val="006B29DB"/>
    <w:rsid w:val="006B3B22"/>
    <w:rsid w:val="006B3EF8"/>
    <w:rsid w:val="006B65AA"/>
    <w:rsid w:val="006C620F"/>
    <w:rsid w:val="006C6FC7"/>
    <w:rsid w:val="006D14B6"/>
    <w:rsid w:val="006D158A"/>
    <w:rsid w:val="006D6647"/>
    <w:rsid w:val="006E6603"/>
    <w:rsid w:val="006F2558"/>
    <w:rsid w:val="006F3EAA"/>
    <w:rsid w:val="006F4BF0"/>
    <w:rsid w:val="007009CC"/>
    <w:rsid w:val="00700A85"/>
    <w:rsid w:val="00702F98"/>
    <w:rsid w:val="00706F41"/>
    <w:rsid w:val="007104FB"/>
    <w:rsid w:val="007124B0"/>
    <w:rsid w:val="00717A6E"/>
    <w:rsid w:val="007258B9"/>
    <w:rsid w:val="00733CDC"/>
    <w:rsid w:val="007410AA"/>
    <w:rsid w:val="0074574E"/>
    <w:rsid w:val="00752BDA"/>
    <w:rsid w:val="007547B9"/>
    <w:rsid w:val="007554A4"/>
    <w:rsid w:val="00761983"/>
    <w:rsid w:val="00761CFA"/>
    <w:rsid w:val="00766BEA"/>
    <w:rsid w:val="00770FB8"/>
    <w:rsid w:val="00772315"/>
    <w:rsid w:val="0078226D"/>
    <w:rsid w:val="0078359A"/>
    <w:rsid w:val="00784B97"/>
    <w:rsid w:val="007902FA"/>
    <w:rsid w:val="0079507A"/>
    <w:rsid w:val="007A208D"/>
    <w:rsid w:val="007A3B58"/>
    <w:rsid w:val="007B5237"/>
    <w:rsid w:val="007C16D9"/>
    <w:rsid w:val="007C65D8"/>
    <w:rsid w:val="007C6B74"/>
    <w:rsid w:val="007D00A0"/>
    <w:rsid w:val="007D0344"/>
    <w:rsid w:val="007D342B"/>
    <w:rsid w:val="007F222B"/>
    <w:rsid w:val="007F3823"/>
    <w:rsid w:val="007F6C9C"/>
    <w:rsid w:val="00807295"/>
    <w:rsid w:val="00807BE3"/>
    <w:rsid w:val="00811260"/>
    <w:rsid w:val="00811A64"/>
    <w:rsid w:val="00812897"/>
    <w:rsid w:val="008172E7"/>
    <w:rsid w:val="00823C67"/>
    <w:rsid w:val="00824DC8"/>
    <w:rsid w:val="0082628D"/>
    <w:rsid w:val="00831722"/>
    <w:rsid w:val="00831EC2"/>
    <w:rsid w:val="00833E77"/>
    <w:rsid w:val="00835832"/>
    <w:rsid w:val="00836797"/>
    <w:rsid w:val="0083770B"/>
    <w:rsid w:val="008379A1"/>
    <w:rsid w:val="008453EC"/>
    <w:rsid w:val="0084671C"/>
    <w:rsid w:val="00846823"/>
    <w:rsid w:val="00853422"/>
    <w:rsid w:val="00853BA9"/>
    <w:rsid w:val="0085632F"/>
    <w:rsid w:val="008610A3"/>
    <w:rsid w:val="00863848"/>
    <w:rsid w:val="00865C5E"/>
    <w:rsid w:val="008661F6"/>
    <w:rsid w:val="00867920"/>
    <w:rsid w:val="00867B92"/>
    <w:rsid w:val="00872145"/>
    <w:rsid w:val="008733EE"/>
    <w:rsid w:val="0087621B"/>
    <w:rsid w:val="00876462"/>
    <w:rsid w:val="008778F8"/>
    <w:rsid w:val="008832C4"/>
    <w:rsid w:val="00883398"/>
    <w:rsid w:val="00884EC7"/>
    <w:rsid w:val="008856BA"/>
    <w:rsid w:val="00890B5C"/>
    <w:rsid w:val="00892A81"/>
    <w:rsid w:val="008960DD"/>
    <w:rsid w:val="008B22E2"/>
    <w:rsid w:val="008C0C17"/>
    <w:rsid w:val="008C112E"/>
    <w:rsid w:val="008C2354"/>
    <w:rsid w:val="008C5800"/>
    <w:rsid w:val="008C6693"/>
    <w:rsid w:val="008C6B45"/>
    <w:rsid w:val="008D0F7B"/>
    <w:rsid w:val="008D3082"/>
    <w:rsid w:val="008D3DB8"/>
    <w:rsid w:val="008D4082"/>
    <w:rsid w:val="008D4B32"/>
    <w:rsid w:val="008D59F9"/>
    <w:rsid w:val="008D6DD2"/>
    <w:rsid w:val="008E6290"/>
    <w:rsid w:val="008E69F1"/>
    <w:rsid w:val="008E74E2"/>
    <w:rsid w:val="008F26DB"/>
    <w:rsid w:val="008F5085"/>
    <w:rsid w:val="009040CD"/>
    <w:rsid w:val="009119F9"/>
    <w:rsid w:val="00921331"/>
    <w:rsid w:val="00922582"/>
    <w:rsid w:val="00932F71"/>
    <w:rsid w:val="009331BB"/>
    <w:rsid w:val="009376FF"/>
    <w:rsid w:val="00937ACB"/>
    <w:rsid w:val="0094422B"/>
    <w:rsid w:val="009451B5"/>
    <w:rsid w:val="00950269"/>
    <w:rsid w:val="009556E5"/>
    <w:rsid w:val="00956153"/>
    <w:rsid w:val="009620F1"/>
    <w:rsid w:val="00962A02"/>
    <w:rsid w:val="009631E7"/>
    <w:rsid w:val="00964129"/>
    <w:rsid w:val="009666C1"/>
    <w:rsid w:val="00970AB5"/>
    <w:rsid w:val="00974192"/>
    <w:rsid w:val="00976ED5"/>
    <w:rsid w:val="00977993"/>
    <w:rsid w:val="00977AD8"/>
    <w:rsid w:val="009914BB"/>
    <w:rsid w:val="00992BC7"/>
    <w:rsid w:val="00994A9E"/>
    <w:rsid w:val="00997B32"/>
    <w:rsid w:val="009A4D5D"/>
    <w:rsid w:val="009A61CC"/>
    <w:rsid w:val="009A68AB"/>
    <w:rsid w:val="009A7CCA"/>
    <w:rsid w:val="009B02F9"/>
    <w:rsid w:val="009B1D45"/>
    <w:rsid w:val="009B7C66"/>
    <w:rsid w:val="009C440D"/>
    <w:rsid w:val="009C5CA9"/>
    <w:rsid w:val="009C6DA1"/>
    <w:rsid w:val="009D1275"/>
    <w:rsid w:val="009D1E41"/>
    <w:rsid w:val="009E1B3C"/>
    <w:rsid w:val="009E2739"/>
    <w:rsid w:val="009F1EDA"/>
    <w:rsid w:val="00A1010C"/>
    <w:rsid w:val="00A23777"/>
    <w:rsid w:val="00A33326"/>
    <w:rsid w:val="00A350E4"/>
    <w:rsid w:val="00A3766B"/>
    <w:rsid w:val="00A41549"/>
    <w:rsid w:val="00A43E7B"/>
    <w:rsid w:val="00A451B0"/>
    <w:rsid w:val="00A47C68"/>
    <w:rsid w:val="00A47D14"/>
    <w:rsid w:val="00A50152"/>
    <w:rsid w:val="00A505BF"/>
    <w:rsid w:val="00A5180C"/>
    <w:rsid w:val="00A53CAA"/>
    <w:rsid w:val="00A570D9"/>
    <w:rsid w:val="00A67647"/>
    <w:rsid w:val="00A70139"/>
    <w:rsid w:val="00A70981"/>
    <w:rsid w:val="00A71290"/>
    <w:rsid w:val="00A72D54"/>
    <w:rsid w:val="00A76D93"/>
    <w:rsid w:val="00A76F3D"/>
    <w:rsid w:val="00A8405C"/>
    <w:rsid w:val="00A84440"/>
    <w:rsid w:val="00A8483D"/>
    <w:rsid w:val="00A859E1"/>
    <w:rsid w:val="00A8616D"/>
    <w:rsid w:val="00A86E7C"/>
    <w:rsid w:val="00A96CCA"/>
    <w:rsid w:val="00AA3007"/>
    <w:rsid w:val="00AA42F1"/>
    <w:rsid w:val="00AB14CE"/>
    <w:rsid w:val="00AB27AA"/>
    <w:rsid w:val="00AB62CE"/>
    <w:rsid w:val="00AB65AE"/>
    <w:rsid w:val="00AC5167"/>
    <w:rsid w:val="00AC7DDE"/>
    <w:rsid w:val="00AD2466"/>
    <w:rsid w:val="00AD704E"/>
    <w:rsid w:val="00AE2A3B"/>
    <w:rsid w:val="00AF0D61"/>
    <w:rsid w:val="00AF7588"/>
    <w:rsid w:val="00AF78EC"/>
    <w:rsid w:val="00B00476"/>
    <w:rsid w:val="00B00743"/>
    <w:rsid w:val="00B02C33"/>
    <w:rsid w:val="00B05944"/>
    <w:rsid w:val="00B05BEF"/>
    <w:rsid w:val="00B066AA"/>
    <w:rsid w:val="00B06D53"/>
    <w:rsid w:val="00B127F6"/>
    <w:rsid w:val="00B152F9"/>
    <w:rsid w:val="00B20063"/>
    <w:rsid w:val="00B23546"/>
    <w:rsid w:val="00B27D8E"/>
    <w:rsid w:val="00B35452"/>
    <w:rsid w:val="00B357F5"/>
    <w:rsid w:val="00B359A4"/>
    <w:rsid w:val="00B37526"/>
    <w:rsid w:val="00B40033"/>
    <w:rsid w:val="00B4301E"/>
    <w:rsid w:val="00B444C3"/>
    <w:rsid w:val="00B44778"/>
    <w:rsid w:val="00B45000"/>
    <w:rsid w:val="00B45529"/>
    <w:rsid w:val="00B47217"/>
    <w:rsid w:val="00B475EB"/>
    <w:rsid w:val="00B47C92"/>
    <w:rsid w:val="00B5078C"/>
    <w:rsid w:val="00B51857"/>
    <w:rsid w:val="00B53763"/>
    <w:rsid w:val="00B54AF4"/>
    <w:rsid w:val="00B614C9"/>
    <w:rsid w:val="00B62A60"/>
    <w:rsid w:val="00B64F01"/>
    <w:rsid w:val="00B74ECF"/>
    <w:rsid w:val="00B80EDA"/>
    <w:rsid w:val="00B91115"/>
    <w:rsid w:val="00B91F14"/>
    <w:rsid w:val="00B955E4"/>
    <w:rsid w:val="00BA5C7E"/>
    <w:rsid w:val="00BA60B7"/>
    <w:rsid w:val="00BB21FD"/>
    <w:rsid w:val="00BB549F"/>
    <w:rsid w:val="00BC0584"/>
    <w:rsid w:val="00BC379C"/>
    <w:rsid w:val="00BD0851"/>
    <w:rsid w:val="00BD6A7C"/>
    <w:rsid w:val="00BE3C2A"/>
    <w:rsid w:val="00BF0A52"/>
    <w:rsid w:val="00BF317D"/>
    <w:rsid w:val="00BF43E3"/>
    <w:rsid w:val="00BF45C5"/>
    <w:rsid w:val="00BF6477"/>
    <w:rsid w:val="00BF7B92"/>
    <w:rsid w:val="00C01463"/>
    <w:rsid w:val="00C02C41"/>
    <w:rsid w:val="00C11A96"/>
    <w:rsid w:val="00C12ED4"/>
    <w:rsid w:val="00C15EAA"/>
    <w:rsid w:val="00C21BD1"/>
    <w:rsid w:val="00C22B60"/>
    <w:rsid w:val="00C27DC0"/>
    <w:rsid w:val="00C37B3C"/>
    <w:rsid w:val="00C43869"/>
    <w:rsid w:val="00C463A2"/>
    <w:rsid w:val="00C52436"/>
    <w:rsid w:val="00C53155"/>
    <w:rsid w:val="00C555DF"/>
    <w:rsid w:val="00C5653A"/>
    <w:rsid w:val="00C60698"/>
    <w:rsid w:val="00C615ED"/>
    <w:rsid w:val="00C639DE"/>
    <w:rsid w:val="00C67A89"/>
    <w:rsid w:val="00C70A17"/>
    <w:rsid w:val="00C71936"/>
    <w:rsid w:val="00C7381C"/>
    <w:rsid w:val="00C77360"/>
    <w:rsid w:val="00C841C2"/>
    <w:rsid w:val="00C84C87"/>
    <w:rsid w:val="00C9354D"/>
    <w:rsid w:val="00C95367"/>
    <w:rsid w:val="00C95B23"/>
    <w:rsid w:val="00CA0973"/>
    <w:rsid w:val="00CA471D"/>
    <w:rsid w:val="00CA681A"/>
    <w:rsid w:val="00CB1FFD"/>
    <w:rsid w:val="00CB407C"/>
    <w:rsid w:val="00CC2791"/>
    <w:rsid w:val="00CC280D"/>
    <w:rsid w:val="00CC302F"/>
    <w:rsid w:val="00CC35BA"/>
    <w:rsid w:val="00CC4631"/>
    <w:rsid w:val="00CD21A2"/>
    <w:rsid w:val="00CD2E6D"/>
    <w:rsid w:val="00CD33BE"/>
    <w:rsid w:val="00CD371A"/>
    <w:rsid w:val="00CD6E86"/>
    <w:rsid w:val="00CD7404"/>
    <w:rsid w:val="00CE1AC3"/>
    <w:rsid w:val="00CE22B2"/>
    <w:rsid w:val="00CE7B53"/>
    <w:rsid w:val="00CF5B98"/>
    <w:rsid w:val="00D01744"/>
    <w:rsid w:val="00D01CD1"/>
    <w:rsid w:val="00D145B7"/>
    <w:rsid w:val="00D16A3C"/>
    <w:rsid w:val="00D171BB"/>
    <w:rsid w:val="00D21099"/>
    <w:rsid w:val="00D226C6"/>
    <w:rsid w:val="00D323C3"/>
    <w:rsid w:val="00D3385B"/>
    <w:rsid w:val="00D33CEA"/>
    <w:rsid w:val="00D34F83"/>
    <w:rsid w:val="00D4091D"/>
    <w:rsid w:val="00D41A6C"/>
    <w:rsid w:val="00D420B8"/>
    <w:rsid w:val="00D43A78"/>
    <w:rsid w:val="00D469B9"/>
    <w:rsid w:val="00D47187"/>
    <w:rsid w:val="00D52B4C"/>
    <w:rsid w:val="00D606E6"/>
    <w:rsid w:val="00D62F22"/>
    <w:rsid w:val="00D66503"/>
    <w:rsid w:val="00D66F2A"/>
    <w:rsid w:val="00D70C64"/>
    <w:rsid w:val="00D73415"/>
    <w:rsid w:val="00D741EC"/>
    <w:rsid w:val="00D7558B"/>
    <w:rsid w:val="00D77C33"/>
    <w:rsid w:val="00D81563"/>
    <w:rsid w:val="00D846B2"/>
    <w:rsid w:val="00D84CDC"/>
    <w:rsid w:val="00D85465"/>
    <w:rsid w:val="00D904A1"/>
    <w:rsid w:val="00DA2CAA"/>
    <w:rsid w:val="00DA436F"/>
    <w:rsid w:val="00DB49C2"/>
    <w:rsid w:val="00DB695A"/>
    <w:rsid w:val="00DC2C03"/>
    <w:rsid w:val="00DC55BC"/>
    <w:rsid w:val="00DC5EB6"/>
    <w:rsid w:val="00DC775C"/>
    <w:rsid w:val="00DD05A9"/>
    <w:rsid w:val="00DD29D8"/>
    <w:rsid w:val="00DD329F"/>
    <w:rsid w:val="00DD4603"/>
    <w:rsid w:val="00DD5525"/>
    <w:rsid w:val="00DD5893"/>
    <w:rsid w:val="00DD7E55"/>
    <w:rsid w:val="00DE02BB"/>
    <w:rsid w:val="00DE1A52"/>
    <w:rsid w:val="00DE3328"/>
    <w:rsid w:val="00DF1AC8"/>
    <w:rsid w:val="00DF2560"/>
    <w:rsid w:val="00DF2DF2"/>
    <w:rsid w:val="00E06788"/>
    <w:rsid w:val="00E07010"/>
    <w:rsid w:val="00E11C3A"/>
    <w:rsid w:val="00E11F49"/>
    <w:rsid w:val="00E13963"/>
    <w:rsid w:val="00E143EB"/>
    <w:rsid w:val="00E1652F"/>
    <w:rsid w:val="00E16E8D"/>
    <w:rsid w:val="00E17CF0"/>
    <w:rsid w:val="00E20128"/>
    <w:rsid w:val="00E203F7"/>
    <w:rsid w:val="00E22C07"/>
    <w:rsid w:val="00E23A65"/>
    <w:rsid w:val="00E26BFD"/>
    <w:rsid w:val="00E26F7F"/>
    <w:rsid w:val="00E27543"/>
    <w:rsid w:val="00E327CE"/>
    <w:rsid w:val="00E34B5A"/>
    <w:rsid w:val="00E34B75"/>
    <w:rsid w:val="00E361E1"/>
    <w:rsid w:val="00E405D3"/>
    <w:rsid w:val="00E40BE6"/>
    <w:rsid w:val="00E440BC"/>
    <w:rsid w:val="00E4442A"/>
    <w:rsid w:val="00E46A82"/>
    <w:rsid w:val="00E510AF"/>
    <w:rsid w:val="00E541EC"/>
    <w:rsid w:val="00E567B6"/>
    <w:rsid w:val="00E57063"/>
    <w:rsid w:val="00E57DCE"/>
    <w:rsid w:val="00E6019D"/>
    <w:rsid w:val="00E61781"/>
    <w:rsid w:val="00E6389C"/>
    <w:rsid w:val="00E643F3"/>
    <w:rsid w:val="00E67E12"/>
    <w:rsid w:val="00E710F4"/>
    <w:rsid w:val="00E73576"/>
    <w:rsid w:val="00E7731E"/>
    <w:rsid w:val="00E8584B"/>
    <w:rsid w:val="00E866E7"/>
    <w:rsid w:val="00E939D2"/>
    <w:rsid w:val="00E94D70"/>
    <w:rsid w:val="00EA2961"/>
    <w:rsid w:val="00EA4600"/>
    <w:rsid w:val="00EA745C"/>
    <w:rsid w:val="00EB5BB5"/>
    <w:rsid w:val="00EB6AB4"/>
    <w:rsid w:val="00EC078B"/>
    <w:rsid w:val="00EC0E11"/>
    <w:rsid w:val="00EC2AA0"/>
    <w:rsid w:val="00ED5E93"/>
    <w:rsid w:val="00ED6D6E"/>
    <w:rsid w:val="00ED7168"/>
    <w:rsid w:val="00EE1475"/>
    <w:rsid w:val="00EE4563"/>
    <w:rsid w:val="00EF4D3E"/>
    <w:rsid w:val="00EF5C98"/>
    <w:rsid w:val="00EF6282"/>
    <w:rsid w:val="00F05382"/>
    <w:rsid w:val="00F063F7"/>
    <w:rsid w:val="00F06CC2"/>
    <w:rsid w:val="00F12BE2"/>
    <w:rsid w:val="00F16751"/>
    <w:rsid w:val="00F16A3E"/>
    <w:rsid w:val="00F20634"/>
    <w:rsid w:val="00F237ED"/>
    <w:rsid w:val="00F24009"/>
    <w:rsid w:val="00F261BF"/>
    <w:rsid w:val="00F2668A"/>
    <w:rsid w:val="00F26ECF"/>
    <w:rsid w:val="00F308AA"/>
    <w:rsid w:val="00F311A2"/>
    <w:rsid w:val="00F31B60"/>
    <w:rsid w:val="00F412B7"/>
    <w:rsid w:val="00F43F13"/>
    <w:rsid w:val="00F444F8"/>
    <w:rsid w:val="00F517D3"/>
    <w:rsid w:val="00F52673"/>
    <w:rsid w:val="00F537C7"/>
    <w:rsid w:val="00F558F2"/>
    <w:rsid w:val="00F6656E"/>
    <w:rsid w:val="00F7515D"/>
    <w:rsid w:val="00F75334"/>
    <w:rsid w:val="00F80CBC"/>
    <w:rsid w:val="00F830E8"/>
    <w:rsid w:val="00F91FBD"/>
    <w:rsid w:val="00F95EC0"/>
    <w:rsid w:val="00FA289B"/>
    <w:rsid w:val="00FB5200"/>
    <w:rsid w:val="00FD04CE"/>
    <w:rsid w:val="00FD21D5"/>
    <w:rsid w:val="00FD2438"/>
    <w:rsid w:val="00FD3273"/>
    <w:rsid w:val="00FD3B28"/>
    <w:rsid w:val="00FD5C7E"/>
    <w:rsid w:val="00FE0306"/>
    <w:rsid w:val="00FE31BF"/>
    <w:rsid w:val="00FF156C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1587803F"/>
  <w15:docId w15:val="{A09F657E-EE29-444E-9CB5-40FFC8124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ßtext"/>
    <w:qFormat/>
    <w:rsid w:val="0066627A"/>
    <w:rPr>
      <w:rFonts w:ascii="Helvetica" w:eastAsia="Times" w:hAnsi="Helvetica"/>
      <w:sz w:val="22"/>
    </w:rPr>
  </w:style>
  <w:style w:type="paragraph" w:styleId="berschrift1">
    <w:name w:val="heading 1"/>
    <w:aliases w:val="Head"/>
    <w:basedOn w:val="Standard"/>
    <w:next w:val="Standard"/>
    <w:link w:val="berschrift1Zchn"/>
    <w:qFormat/>
    <w:rsid w:val="00C37B3C"/>
    <w:pPr>
      <w:spacing w:line="360" w:lineRule="auto"/>
      <w:ind w:right="21"/>
      <w:outlineLvl w:val="0"/>
    </w:pPr>
    <w:rPr>
      <w:rFonts w:ascii="Arial" w:hAnsi="Arial" w:cs="Arial"/>
      <w:b/>
      <w:noProof/>
      <w:sz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resseinfoUnterberschrift">
    <w:name w:val="Presseinfo Unterüberschrift"/>
    <w:basedOn w:val="Standard"/>
    <w:rsid w:val="0066627A"/>
    <w:pPr>
      <w:keepNext/>
      <w:spacing w:after="400" w:line="360" w:lineRule="auto"/>
      <w:outlineLvl w:val="0"/>
    </w:pPr>
    <w:rPr>
      <w:rFonts w:ascii="Arial" w:eastAsia="Times New Roman" w:hAnsi="Arial"/>
      <w:b/>
      <w:color w:val="000000"/>
      <w:kern w:val="32"/>
      <w:sz w:val="24"/>
    </w:rPr>
  </w:style>
  <w:style w:type="paragraph" w:styleId="Kopfzeile">
    <w:name w:val="header"/>
    <w:basedOn w:val="Standard"/>
    <w:link w:val="KopfzeileZchn"/>
    <w:uiPriority w:val="99"/>
    <w:rsid w:val="00CC117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C117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C1177"/>
  </w:style>
  <w:style w:type="character" w:styleId="Hyperlink">
    <w:name w:val="Hyperlink"/>
    <w:rsid w:val="00D47187"/>
    <w:rPr>
      <w:color w:val="666666"/>
      <w:u w:val="single"/>
    </w:rPr>
  </w:style>
  <w:style w:type="character" w:customStyle="1" w:styleId="KopfzeileZchn">
    <w:name w:val="Kopfzeile Zchn"/>
    <w:link w:val="Kopfzeile"/>
    <w:uiPriority w:val="99"/>
    <w:rsid w:val="009A61CC"/>
    <w:rPr>
      <w:rFonts w:ascii="Helvetica" w:eastAsia="Times" w:hAnsi="Helvetica"/>
      <w:sz w:val="22"/>
    </w:rPr>
  </w:style>
  <w:style w:type="paragraph" w:customStyle="1" w:styleId="CCCopytext">
    <w:name w:val="CC Copytext"/>
    <w:basedOn w:val="Standard"/>
    <w:autoRedefine/>
    <w:rsid w:val="009A61CC"/>
    <w:pPr>
      <w:spacing w:after="280" w:line="280" w:lineRule="exact"/>
    </w:pPr>
    <w:rPr>
      <w:rFonts w:ascii="Arial" w:eastAsia="MS Mincho" w:hAnsi="Arial" w:cs="Arial"/>
      <w:noProof/>
      <w:sz w:val="18"/>
      <w:szCs w:val="18"/>
    </w:rPr>
  </w:style>
  <w:style w:type="character" w:styleId="Hervorhebung">
    <w:name w:val="Emphasis"/>
    <w:aliases w:val="Kopf"/>
    <w:uiPriority w:val="20"/>
    <w:qFormat/>
    <w:rsid w:val="00C37B3C"/>
    <w:rPr>
      <w:rFonts w:ascii="Arial" w:hAnsi="Arial" w:cs="Arial"/>
      <w:b/>
      <w:color w:val="7F7F7F"/>
    </w:rPr>
  </w:style>
  <w:style w:type="character" w:styleId="Kommentarzeichen">
    <w:name w:val="annotation reference"/>
    <w:rsid w:val="000576F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576FD"/>
    <w:rPr>
      <w:sz w:val="20"/>
    </w:rPr>
  </w:style>
  <w:style w:type="character" w:customStyle="1" w:styleId="KommentartextZchn">
    <w:name w:val="Kommentartext Zchn"/>
    <w:link w:val="Kommentartext"/>
    <w:rsid w:val="000576FD"/>
    <w:rPr>
      <w:rFonts w:ascii="Helvetica" w:eastAsia="Times" w:hAnsi="Helvetica"/>
    </w:rPr>
  </w:style>
  <w:style w:type="paragraph" w:styleId="Kommentarthema">
    <w:name w:val="annotation subject"/>
    <w:basedOn w:val="Kommentartext"/>
    <w:next w:val="Kommentartext"/>
    <w:link w:val="KommentarthemaZchn"/>
    <w:rsid w:val="000576FD"/>
    <w:rPr>
      <w:b/>
      <w:bCs/>
    </w:rPr>
  </w:style>
  <w:style w:type="character" w:customStyle="1" w:styleId="KommentarthemaZchn">
    <w:name w:val="Kommentarthema Zchn"/>
    <w:link w:val="Kommentarthema"/>
    <w:rsid w:val="000576FD"/>
    <w:rPr>
      <w:rFonts w:ascii="Helvetica" w:eastAsia="Times" w:hAnsi="Helvetica"/>
      <w:b/>
      <w:bCs/>
    </w:rPr>
  </w:style>
  <w:style w:type="paragraph" w:styleId="Sprechblasentext">
    <w:name w:val="Balloon Text"/>
    <w:basedOn w:val="Standard"/>
    <w:link w:val="SprechblasentextZchn"/>
    <w:rsid w:val="000576F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0576FD"/>
    <w:rPr>
      <w:rFonts w:ascii="Tahoma" w:eastAsia="Times" w:hAnsi="Tahoma" w:cs="Tahoma"/>
      <w:sz w:val="16"/>
      <w:szCs w:val="16"/>
    </w:rPr>
  </w:style>
  <w:style w:type="character" w:styleId="BesuchterLink">
    <w:name w:val="FollowedHyperlink"/>
    <w:rsid w:val="00DD05A9"/>
    <w:rPr>
      <w:color w:val="800080"/>
      <w:u w:val="single"/>
    </w:rPr>
  </w:style>
  <w:style w:type="character" w:customStyle="1" w:styleId="berschrift1Zchn">
    <w:name w:val="Überschrift 1 Zchn"/>
    <w:aliases w:val="Head Zchn"/>
    <w:basedOn w:val="Absatz-Standardschriftart"/>
    <w:link w:val="berschrift1"/>
    <w:rsid w:val="00C37B3C"/>
    <w:rPr>
      <w:rFonts w:ascii="Arial" w:eastAsia="Times" w:hAnsi="Arial" w:cs="Arial"/>
      <w:b/>
      <w:noProof/>
      <w:sz w:val="24"/>
      <w:lang w:eastAsia="en-US"/>
    </w:rPr>
  </w:style>
  <w:style w:type="paragraph" w:styleId="Untertitel">
    <w:name w:val="Subtitle"/>
    <w:aliases w:val="Subhead"/>
    <w:basedOn w:val="Standard"/>
    <w:next w:val="Standard"/>
    <w:link w:val="UntertitelZchn"/>
    <w:qFormat/>
    <w:rsid w:val="00C37B3C"/>
    <w:pPr>
      <w:spacing w:line="360" w:lineRule="auto"/>
      <w:ind w:right="23"/>
    </w:pPr>
    <w:rPr>
      <w:rFonts w:ascii="Arial" w:hAnsi="Arial" w:cs="Arial"/>
      <w:b/>
      <w:sz w:val="20"/>
    </w:rPr>
  </w:style>
  <w:style w:type="character" w:customStyle="1" w:styleId="UntertitelZchn">
    <w:name w:val="Untertitel Zchn"/>
    <w:aliases w:val="Subhead Zchn"/>
    <w:basedOn w:val="Absatz-Standardschriftart"/>
    <w:link w:val="Untertitel"/>
    <w:rsid w:val="00C37B3C"/>
    <w:rPr>
      <w:rFonts w:ascii="Arial" w:eastAsia="Times" w:hAnsi="Arial" w:cs="Arial"/>
      <w:b/>
    </w:rPr>
  </w:style>
  <w:style w:type="character" w:styleId="Fett">
    <w:name w:val="Strong"/>
    <w:basedOn w:val="Absatz-Standardschriftart"/>
    <w:qFormat/>
    <w:rsid w:val="00C37B3C"/>
    <w:rPr>
      <w:rFonts w:ascii="Arial" w:hAnsi="Arial" w:cs="Arial"/>
      <w:b/>
      <w:bCs/>
      <w:sz w:val="20"/>
    </w:rPr>
  </w:style>
  <w:style w:type="paragraph" w:styleId="KeinLeerraum">
    <w:name w:val="No Spacing"/>
    <w:aliases w:val="Zwischenhead"/>
    <w:basedOn w:val="Standard"/>
    <w:uiPriority w:val="1"/>
    <w:qFormat/>
    <w:rsid w:val="00C37B3C"/>
    <w:pPr>
      <w:spacing w:line="360" w:lineRule="auto"/>
      <w:jc w:val="both"/>
    </w:pPr>
    <w:rPr>
      <w:rFonts w:ascii="Arial" w:hAnsi="Arial" w:cs="Arial"/>
      <w:b/>
      <w:bCs/>
      <w:color w:val="000000"/>
      <w:sz w:val="20"/>
    </w:rPr>
  </w:style>
  <w:style w:type="character" w:styleId="SchwacheHervorhebung">
    <w:name w:val="Subtle Emphasis"/>
    <w:aliases w:val="Marginalspalte"/>
    <w:uiPriority w:val="19"/>
    <w:qFormat/>
    <w:rsid w:val="00C37B3C"/>
    <w:rPr>
      <w:rFonts w:ascii="Arial" w:hAnsi="Arial" w:cs="Arial"/>
      <w:color w:val="808080"/>
      <w:sz w:val="16"/>
      <w:szCs w:val="16"/>
    </w:rPr>
  </w:style>
  <w:style w:type="character" w:styleId="IntensiveHervorhebung">
    <w:name w:val="Intense Emphasis"/>
    <w:aliases w:val="Kursiv"/>
    <w:uiPriority w:val="21"/>
    <w:qFormat/>
    <w:rsid w:val="00C37B3C"/>
    <w:rPr>
      <w:rFonts w:ascii="Arial" w:hAnsi="Arial" w:cs="Arial"/>
      <w:i/>
      <w:color w:val="000000"/>
      <w:sz w:val="20"/>
    </w:rPr>
  </w:style>
  <w:style w:type="paragraph" w:styleId="Zitat">
    <w:name w:val="Quote"/>
    <w:aliases w:val="Abbinder Fett"/>
    <w:basedOn w:val="Standard"/>
    <w:next w:val="Standard"/>
    <w:link w:val="ZitatZchn"/>
    <w:uiPriority w:val="29"/>
    <w:qFormat/>
    <w:rsid w:val="00C37B3C"/>
    <w:pPr>
      <w:spacing w:line="360" w:lineRule="auto"/>
    </w:pPr>
    <w:rPr>
      <w:rFonts w:ascii="Arial" w:hAnsi="Arial"/>
      <w:b/>
      <w:sz w:val="18"/>
      <w:szCs w:val="18"/>
    </w:rPr>
  </w:style>
  <w:style w:type="character" w:customStyle="1" w:styleId="ZitatZchn">
    <w:name w:val="Zitat Zchn"/>
    <w:aliases w:val="Abbinder Fett Zchn"/>
    <w:basedOn w:val="Absatz-Standardschriftart"/>
    <w:link w:val="Zitat"/>
    <w:uiPriority w:val="29"/>
    <w:rsid w:val="00C37B3C"/>
    <w:rPr>
      <w:rFonts w:ascii="Arial" w:eastAsia="Times" w:hAnsi="Arial"/>
      <w:b/>
      <w:sz w:val="18"/>
      <w:szCs w:val="18"/>
    </w:rPr>
  </w:style>
  <w:style w:type="paragraph" w:styleId="IntensivesZitat">
    <w:name w:val="Intense Quote"/>
    <w:aliases w:val="Abbinder Fließtext"/>
    <w:basedOn w:val="CCCopytext"/>
    <w:next w:val="Standard"/>
    <w:link w:val="IntensivesZitatZchn"/>
    <w:uiPriority w:val="30"/>
    <w:qFormat/>
    <w:rsid w:val="00C37B3C"/>
  </w:style>
  <w:style w:type="character" w:customStyle="1" w:styleId="IntensivesZitatZchn">
    <w:name w:val="Intensives Zitat Zchn"/>
    <w:aliases w:val="Abbinder Fließtext Zchn"/>
    <w:basedOn w:val="Absatz-Standardschriftart"/>
    <w:link w:val="IntensivesZitat"/>
    <w:uiPriority w:val="30"/>
    <w:rsid w:val="00C37B3C"/>
    <w:rPr>
      <w:rFonts w:ascii="Arial" w:eastAsia="MS Mincho" w:hAnsi="Arial" w:cs="Arial"/>
      <w:noProof/>
      <w:sz w:val="18"/>
      <w:szCs w:val="18"/>
    </w:rPr>
  </w:style>
  <w:style w:type="character" w:styleId="SchwacherVerweis">
    <w:name w:val="Subtle Reference"/>
    <w:aliases w:val="Abbinder Kontakt"/>
    <w:uiPriority w:val="31"/>
    <w:qFormat/>
    <w:rsid w:val="0001400F"/>
    <w:rPr>
      <w:rFonts w:ascii="Arial" w:hAnsi="Arial" w:cs="Arial"/>
      <w:sz w:val="18"/>
      <w:szCs w:val="18"/>
      <w:lang w:val="de-DE"/>
    </w:rPr>
  </w:style>
  <w:style w:type="character" w:styleId="IntensiverVerweis">
    <w:name w:val="Intense Reference"/>
    <w:aliases w:val="Seitenzahlen"/>
    <w:basedOn w:val="Seitenzahl"/>
    <w:uiPriority w:val="32"/>
    <w:qFormat/>
    <w:rsid w:val="0001400F"/>
    <w:rPr>
      <w:sz w:val="20"/>
    </w:rPr>
  </w:style>
  <w:style w:type="character" w:styleId="Buchtitel">
    <w:name w:val="Book Title"/>
    <w:aliases w:val="Link"/>
    <w:basedOn w:val="Absatz-Standardschriftart"/>
    <w:uiPriority w:val="33"/>
    <w:rsid w:val="0001400F"/>
    <w:rPr>
      <w:b/>
      <w:bCs/>
      <w:smallCaps/>
      <w:spacing w:val="5"/>
    </w:rPr>
  </w:style>
  <w:style w:type="table" w:styleId="Tabellenraster">
    <w:name w:val="Table Grid"/>
    <w:basedOn w:val="NormaleTabelle"/>
    <w:rsid w:val="00BE3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211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85122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7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etabo@cc-stuttgart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bucher@metabo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etabo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EDD02-B0E8-4B53-8560-416C84F22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628B7670</Template>
  <TotalTime>0</TotalTime>
  <Pages>5</Pages>
  <Words>1081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Metabo</vt:lpstr>
    </vt:vector>
  </TitlesOfParts>
  <Company>Linnigpublic GmbH</Company>
  <LinksUpToDate>false</LinksUpToDate>
  <CharactersWithSpaces>8120</CharactersWithSpaces>
  <SharedDoc>false</SharedDoc>
  <HLinks>
    <vt:vector size="36" baseType="variant">
      <vt:variant>
        <vt:i4>8257628</vt:i4>
      </vt:variant>
      <vt:variant>
        <vt:i4>15</vt:i4>
      </vt:variant>
      <vt:variant>
        <vt:i4>0</vt:i4>
      </vt:variant>
      <vt:variant>
        <vt:i4>5</vt:i4>
      </vt:variant>
      <vt:variant>
        <vt:lpwstr>mailto:vetter@postamt.cc</vt:lpwstr>
      </vt:variant>
      <vt:variant>
        <vt:lpwstr/>
      </vt:variant>
      <vt:variant>
        <vt:i4>6160481</vt:i4>
      </vt:variant>
      <vt:variant>
        <vt:i4>12</vt:i4>
      </vt:variant>
      <vt:variant>
        <vt:i4>0</vt:i4>
      </vt:variant>
      <vt:variant>
        <vt:i4>5</vt:i4>
      </vt:variant>
      <vt:variant>
        <vt:lpwstr>mailto:cbucher@metabo.de</vt:lpwstr>
      </vt:variant>
      <vt:variant>
        <vt:lpwstr/>
      </vt:variant>
      <vt:variant>
        <vt:i4>7077977</vt:i4>
      </vt:variant>
      <vt:variant>
        <vt:i4>9</vt:i4>
      </vt:variant>
      <vt:variant>
        <vt:i4>0</vt:i4>
      </vt:variant>
      <vt:variant>
        <vt:i4>5</vt:i4>
      </vt:variant>
      <vt:variant>
        <vt:lpwstr>mailto:heinz@postamt.cc</vt:lpwstr>
      </vt:variant>
      <vt:variant>
        <vt:lpwstr/>
      </vt:variant>
      <vt:variant>
        <vt:i4>2359326</vt:i4>
      </vt:variant>
      <vt:variant>
        <vt:i4>6</vt:i4>
      </vt:variant>
      <vt:variant>
        <vt:i4>0</vt:i4>
      </vt:variant>
      <vt:variant>
        <vt:i4>5</vt:i4>
      </vt:variant>
      <vt:variant>
        <vt:lpwstr>mailto:ptoischer@metabo.de</vt:lpwstr>
      </vt:variant>
      <vt:variant>
        <vt:lpwstr/>
      </vt:variant>
      <vt:variant>
        <vt:i4>7864419</vt:i4>
      </vt:variant>
      <vt:variant>
        <vt:i4>3</vt:i4>
      </vt:variant>
      <vt:variant>
        <vt:i4>0</vt:i4>
      </vt:variant>
      <vt:variant>
        <vt:i4>5</vt:i4>
      </vt:variant>
      <vt:variant>
        <vt:lpwstr>http://www.presseforum.cc/</vt:lpwstr>
      </vt:variant>
      <vt:variant>
        <vt:lpwstr/>
      </vt:variant>
      <vt:variant>
        <vt:i4>2162733</vt:i4>
      </vt:variant>
      <vt:variant>
        <vt:i4>0</vt:i4>
      </vt:variant>
      <vt:variant>
        <vt:i4>0</vt:i4>
      </vt:variant>
      <vt:variant>
        <vt:i4>5</vt:i4>
      </vt:variant>
      <vt:variant>
        <vt:lpwstr>http://newsroom.metabo.de/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</dc:title>
  <dc:creator>huh</dc:creator>
  <cp:lastModifiedBy>Marie Hertfelder</cp:lastModifiedBy>
  <cp:revision>3</cp:revision>
  <cp:lastPrinted>2017-01-13T13:00:00Z</cp:lastPrinted>
  <dcterms:created xsi:type="dcterms:W3CDTF">2018-11-21T12:26:00Z</dcterms:created>
  <dcterms:modified xsi:type="dcterms:W3CDTF">2018-11-21T12:27:00Z</dcterms:modified>
</cp:coreProperties>
</file>